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BA6049" w14:paraId="2F9CC04A" w14:textId="7777777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DF14C1" w14:textId="77777777" w:rsidR="00011B19" w:rsidRPr="00BA6049" w:rsidRDefault="00431E53" w:rsidP="00C55C4D">
            <w:pPr>
              <w:spacing w:line="269" w:lineRule="auto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Application form for contract extensions</w:t>
            </w:r>
          </w:p>
          <w:p w14:paraId="0A2C30C5" w14:textId="77777777" w:rsidR="00011B19" w:rsidRPr="00BA6049" w:rsidRDefault="00011B19" w:rsidP="00C55C4D">
            <w:pPr>
              <w:spacing w:line="269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pursuant to DE-UZ 195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A465" w14:textId="77777777" w:rsidR="00011B19" w:rsidRPr="00BA6049" w:rsidRDefault="00011B19" w:rsidP="00C55C4D">
            <w:pPr>
              <w:tabs>
                <w:tab w:val="left" w:pos="5670"/>
              </w:tabs>
              <w:spacing w:before="120" w:line="269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Please only use</w:t>
            </w:r>
          </w:p>
          <w:p w14:paraId="294AA4B0" w14:textId="77777777" w:rsidR="00011B19" w:rsidRPr="00BA6049" w:rsidRDefault="00011B19" w:rsidP="00C55C4D">
            <w:pPr>
              <w:tabs>
                <w:tab w:val="left" w:pos="5670"/>
              </w:tabs>
              <w:spacing w:after="120" w:line="269" w:lineRule="auto"/>
              <w:ind w:left="74" w:right="74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  <w:b/>
              </w:rPr>
              <w:t>this form!</w:t>
            </w:r>
          </w:p>
        </w:tc>
      </w:tr>
    </w:tbl>
    <w:p w14:paraId="2B89B43F" w14:textId="77777777" w:rsidR="00C0391F" w:rsidRDefault="00C0391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14:paraId="5CD494CD" w14:textId="77777777" w:rsidR="00AA48BB" w:rsidRPr="00BA6049" w:rsidRDefault="00AA48BB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>
        <w:rPr>
          <w:rFonts w:ascii="Verdana" w:hAnsi="Verdana"/>
          <w:b/>
        </w:rPr>
        <w:t>Environmental label for "Printed Matter"</w:t>
      </w:r>
    </w:p>
    <w:p w14:paraId="625D53FD" w14:textId="77777777" w:rsidR="00083C7F" w:rsidRDefault="00083C7F" w:rsidP="00C55C4D">
      <w:pPr>
        <w:tabs>
          <w:tab w:val="left" w:pos="5670"/>
        </w:tabs>
        <w:spacing w:line="269" w:lineRule="auto"/>
        <w:rPr>
          <w:rFonts w:ascii="Verdana" w:hAnsi="Verdana" w:cs="Arial"/>
        </w:rPr>
      </w:pPr>
    </w:p>
    <w:p w14:paraId="316BF0BF" w14:textId="77777777" w:rsidR="003A086E" w:rsidRPr="003A086E" w:rsidRDefault="003A086E" w:rsidP="00C55C4D">
      <w:pPr>
        <w:tabs>
          <w:tab w:val="left" w:pos="5670"/>
        </w:tabs>
        <w:spacing w:line="269" w:lineRule="auto"/>
        <w:rPr>
          <w:rFonts w:ascii="Verdana" w:hAnsi="Verdana" w:cs="Arial"/>
          <w:b/>
        </w:rPr>
      </w:pPr>
      <w:r>
        <w:rPr>
          <w:rFonts w:ascii="Verdana" w:hAnsi="Verdana"/>
          <w:b/>
        </w:rPr>
        <w:t>Information on the base contract: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E5EB2" w:rsidRPr="003A086E" w14:paraId="2F2582F8" w14:textId="77777777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4FF8F14" w14:textId="77777777" w:rsidR="003E5EB2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Contractual partner (= licence holder):</w:t>
            </w:r>
          </w:p>
          <w:p w14:paraId="2B20B4E1" w14:textId="77777777" w:rsidR="003E5EB2" w:rsidRPr="003A086E" w:rsidRDefault="003E5EB2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5528" w:type="dxa"/>
            <w:shd w:val="clear" w:color="auto" w:fill="auto"/>
          </w:tcPr>
          <w:p w14:paraId="20C7E193" w14:textId="77777777" w:rsidR="00BD44E1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 w:fldLock="1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0" w:name="Text35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0"/>
          </w:p>
        </w:tc>
      </w:tr>
      <w:tr w:rsidR="00766A90" w:rsidRPr="003A086E" w14:paraId="4A21B901" w14:textId="77777777" w:rsidTr="00C933BD"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1E3145" w14:textId="77777777"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Contract number for the base contract:</w:t>
            </w:r>
          </w:p>
        </w:tc>
        <w:tc>
          <w:tcPr>
            <w:tcW w:w="5528" w:type="dxa"/>
            <w:shd w:val="clear" w:color="auto" w:fill="auto"/>
          </w:tcPr>
          <w:p w14:paraId="1A55015B" w14:textId="77777777" w:rsidR="00766A90" w:rsidRPr="003A086E" w:rsidRDefault="00766A9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 w:fldLock="1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" w:name="Text36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14:paraId="0AC33701" w14:textId="77777777" w:rsidR="00C933BD" w:rsidRPr="003A086E" w:rsidRDefault="00C933BD" w:rsidP="00C55C4D">
      <w:pPr>
        <w:spacing w:line="269" w:lineRule="auto"/>
        <w:rPr>
          <w:rFonts w:ascii="Verdana" w:hAnsi="Verdana"/>
        </w:rPr>
      </w:pPr>
    </w:p>
    <w:p w14:paraId="7E21DA75" w14:textId="77777777" w:rsidR="003A086E" w:rsidRPr="003A086E" w:rsidRDefault="003A086E" w:rsidP="00C55C4D">
      <w:pPr>
        <w:spacing w:line="269" w:lineRule="auto"/>
        <w:rPr>
          <w:rFonts w:ascii="Verdana" w:hAnsi="Verdana"/>
          <w:b/>
        </w:rPr>
      </w:pPr>
      <w:r>
        <w:rPr>
          <w:rFonts w:ascii="Verdana" w:hAnsi="Verdana"/>
          <w:b/>
        </w:rPr>
        <w:t>Information on the extensions: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5528"/>
      </w:tblGrid>
      <w:tr w:rsidR="003A086E" w:rsidRPr="003A086E" w14:paraId="445DF5A9" w14:textId="77777777" w:rsidTr="001750D0">
        <w:trPr>
          <w:trHeight w:val="1077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C6A413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Distributor (= label user)</w:t>
            </w:r>
            <w:r w:rsidR="00431E53">
              <w:rPr>
                <w:rStyle w:val="Funotenzeichen"/>
                <w:rFonts w:ascii="Verdana" w:hAnsi="Verdana" w:cs="Arial"/>
              </w:rPr>
              <w:footnoteReference w:id="1"/>
            </w:r>
            <w:r>
              <w:rPr>
                <w:rFonts w:ascii="Verdana" w:hAnsi="Verdana"/>
              </w:rPr>
              <w:t>:</w:t>
            </w:r>
          </w:p>
          <w:p w14:paraId="26916A8F" w14:textId="77777777" w:rsidR="003A086E" w:rsidRPr="003A086E" w:rsidRDefault="00C4355B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5528" w:type="dxa"/>
            <w:shd w:val="clear" w:color="auto" w:fill="auto"/>
          </w:tcPr>
          <w:p w14:paraId="33B1BAF4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 w:fldLock="1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3A086E">
              <w:rPr>
                <w:rFonts w:ascii="Verdana" w:hAnsi="Verdana" w:cs="Arial"/>
              </w:rPr>
              <w:fldChar w:fldCharType="end"/>
            </w:r>
          </w:p>
        </w:tc>
      </w:tr>
      <w:tr w:rsidR="003A086E" w:rsidRPr="003A086E" w14:paraId="4A83BF8D" w14:textId="77777777" w:rsidTr="001750D0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3A6381F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Brand name:</w:t>
            </w:r>
          </w:p>
        </w:tc>
        <w:tc>
          <w:tcPr>
            <w:tcW w:w="5528" w:type="dxa"/>
            <w:shd w:val="clear" w:color="auto" w:fill="auto"/>
          </w:tcPr>
          <w:p w14:paraId="7AC3F465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 w:fldLock="1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" w:name="Text37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3A086E" w:rsidRPr="003A086E" w14:paraId="3BC9B0B2" w14:textId="77777777" w:rsidTr="00431E53">
        <w:trPr>
          <w:trHeight w:val="539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585D9D" w14:textId="77777777" w:rsidR="000973B8" w:rsidRPr="000973B8" w:rsidRDefault="000973B8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Product designation/name:</w:t>
            </w:r>
          </w:p>
          <w:p w14:paraId="480C1E43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BC18" w14:textId="77777777" w:rsidR="003A086E" w:rsidRPr="003A086E" w:rsidRDefault="003A086E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3A086E">
              <w:rPr>
                <w:rFonts w:ascii="Verdana" w:hAnsi="Verdana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3A086E">
              <w:rPr>
                <w:rFonts w:ascii="Verdana" w:hAnsi="Verdana" w:cs="Arial"/>
              </w:rPr>
              <w:instrText xml:space="preserve"> FORMTEXT </w:instrText>
            </w:r>
            <w:r w:rsidRPr="003A086E">
              <w:rPr>
                <w:rFonts w:ascii="Verdana" w:hAnsi="Verdana" w:cs="Arial"/>
              </w:rPr>
            </w:r>
            <w:r w:rsidRPr="003A086E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3A086E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</w:tbl>
    <w:p w14:paraId="438C7D8C" w14:textId="77777777" w:rsidR="00C933BD" w:rsidRDefault="00C933BD" w:rsidP="00C55C4D">
      <w:pPr>
        <w:spacing w:line="269" w:lineRule="auto"/>
        <w:rPr>
          <w:rFonts w:ascii="Verdana" w:hAnsi="Verdana" w:cs="Arial"/>
        </w:rPr>
      </w:pPr>
    </w:p>
    <w:p w14:paraId="7FB93860" w14:textId="77777777" w:rsidR="00431E53" w:rsidRPr="00431E53" w:rsidRDefault="00431E53" w:rsidP="00C55C4D">
      <w:pPr>
        <w:spacing w:line="269" w:lineRule="auto"/>
        <w:rPr>
          <w:rFonts w:ascii="Verdana" w:hAnsi="Verdana" w:cs="Arial"/>
          <w:b/>
        </w:rPr>
      </w:pPr>
      <w:r>
        <w:rPr>
          <w:rFonts w:ascii="Verdana" w:hAnsi="Verdana"/>
          <w:b/>
        </w:rPr>
        <w:t>Declaration by the contractual partner (= licence holder):</w:t>
      </w:r>
    </w:p>
    <w:p w14:paraId="7FB4B6E1" w14:textId="77777777" w:rsidR="00C933BD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Kontrollkästchen184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4"/>
      <w:r>
        <w:rPr>
          <w:rFonts w:ascii="Verdana" w:hAnsi="Verdana"/>
        </w:rPr>
        <w:t xml:space="preserve"> We hereby declare that the above-named product from the above-named distributor has the same product composition and manufacturing process as the certified product group for the above-named base contract number.</w:t>
      </w:r>
    </w:p>
    <w:p w14:paraId="52D8C741" w14:textId="77777777" w:rsidR="00C933BD" w:rsidRPr="000973B8" w:rsidRDefault="000973B8" w:rsidP="00C55C4D">
      <w:pPr>
        <w:spacing w:line="269" w:lineRule="auto"/>
        <w:rPr>
          <w:rFonts w:ascii="Verdana" w:hAnsi="Verdana" w:cs="Arial"/>
          <w:i/>
        </w:rPr>
      </w:pPr>
      <w:r>
        <w:rPr>
          <w:rFonts w:ascii="Verdana" w:hAnsi="Verdana"/>
          <w:i/>
        </w:rPr>
        <w:t>or</w:t>
      </w:r>
    </w:p>
    <w:p w14:paraId="6160E9A5" w14:textId="77777777" w:rsidR="000973B8" w:rsidRDefault="000973B8" w:rsidP="00725CDC">
      <w:pPr>
        <w:spacing w:line="269" w:lineRule="auto"/>
        <w:ind w:left="312" w:hanging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8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85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5"/>
      <w:r>
        <w:rPr>
          <w:rFonts w:ascii="Verdana" w:hAnsi="Verdana"/>
        </w:rPr>
        <w:t xml:space="preserve"> Alongside the materials named in the above-named base contract, the following additional materials have been added to the above-named product in the above-named base contract:</w:t>
      </w:r>
    </w:p>
    <w:tbl>
      <w:tblPr>
        <w:tblStyle w:val="Tabellenraster"/>
        <w:tblW w:w="0" w:type="auto"/>
        <w:tblInd w:w="312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3415"/>
        <w:gridCol w:w="3416"/>
      </w:tblGrid>
      <w:tr w:rsidR="000973B8" w14:paraId="2F8BE16A" w14:textId="77777777" w:rsidTr="00601B98">
        <w:tc>
          <w:tcPr>
            <w:tcW w:w="2551" w:type="dxa"/>
            <w:shd w:val="clear" w:color="auto" w:fill="F2F2F2" w:themeFill="background1" w:themeFillShade="F2"/>
          </w:tcPr>
          <w:p w14:paraId="5DF04165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b/>
              </w:rPr>
              <w:t>Type of material</w:t>
            </w:r>
          </w:p>
          <w:p w14:paraId="6509B374" w14:textId="77777777" w:rsidR="000973B8" w:rsidRPr="000973B8" w:rsidRDefault="000973B8" w:rsidP="00431E53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sz w:val="16"/>
              </w:rPr>
              <w:t>(according to the Appendix to the contract, e.g. paper or chemicals)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14:paraId="40365B55" w14:textId="77777777"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Manufacturer/supplier</w:t>
            </w:r>
          </w:p>
        </w:tc>
        <w:tc>
          <w:tcPr>
            <w:tcW w:w="3416" w:type="dxa"/>
            <w:shd w:val="clear" w:color="auto" w:fill="F2F2F2" w:themeFill="background1" w:themeFillShade="F2"/>
          </w:tcPr>
          <w:p w14:paraId="005A9ED4" w14:textId="77777777" w:rsidR="000973B8" w:rsidRPr="000973B8" w:rsidRDefault="000973B8" w:rsidP="00C55C4D">
            <w:pPr>
              <w:spacing w:line="269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Trade name</w:t>
            </w:r>
          </w:p>
        </w:tc>
      </w:tr>
      <w:tr w:rsidR="000973B8" w14:paraId="4E19DFF6" w14:textId="77777777" w:rsidTr="00601B98">
        <w:tc>
          <w:tcPr>
            <w:tcW w:w="2551" w:type="dxa"/>
          </w:tcPr>
          <w:p w14:paraId="24537468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6" w:name="Text38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6"/>
          </w:p>
        </w:tc>
        <w:tc>
          <w:tcPr>
            <w:tcW w:w="3415" w:type="dxa"/>
          </w:tcPr>
          <w:p w14:paraId="30A573ED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7" w:name="Text39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3416" w:type="dxa"/>
          </w:tcPr>
          <w:p w14:paraId="565D2323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8" w:name="Text40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8"/>
          </w:p>
        </w:tc>
      </w:tr>
      <w:tr w:rsidR="000973B8" w14:paraId="7A41216F" w14:textId="77777777" w:rsidTr="00601B98">
        <w:tc>
          <w:tcPr>
            <w:tcW w:w="2551" w:type="dxa"/>
          </w:tcPr>
          <w:p w14:paraId="51B1CFEF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2D82EF6C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1327D5C8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73831C57" w14:textId="77777777" w:rsidTr="00601B98">
        <w:tc>
          <w:tcPr>
            <w:tcW w:w="2551" w:type="dxa"/>
          </w:tcPr>
          <w:p w14:paraId="2FAC9FFA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0C820F04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7486D415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19D97445" w14:textId="77777777" w:rsidTr="00601B98">
        <w:tc>
          <w:tcPr>
            <w:tcW w:w="2551" w:type="dxa"/>
          </w:tcPr>
          <w:p w14:paraId="07E33968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331E11BD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239B5A07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39B3A4DA" w14:textId="77777777" w:rsidTr="00601B98">
        <w:tc>
          <w:tcPr>
            <w:tcW w:w="2551" w:type="dxa"/>
          </w:tcPr>
          <w:p w14:paraId="464E379C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41B82C85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5190C3C8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419F9F81" w14:textId="77777777" w:rsidTr="00601B98">
        <w:tc>
          <w:tcPr>
            <w:tcW w:w="2551" w:type="dxa"/>
          </w:tcPr>
          <w:p w14:paraId="3BC806D4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03BABF5F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2E4C5683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36B2DDD5" w14:textId="77777777" w:rsidTr="00601B98">
        <w:tc>
          <w:tcPr>
            <w:tcW w:w="2551" w:type="dxa"/>
          </w:tcPr>
          <w:p w14:paraId="23B6EF62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3C0A3C12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6FAF6497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  <w:tr w:rsidR="000973B8" w14:paraId="56EEECD5" w14:textId="77777777" w:rsidTr="00601B98">
        <w:tc>
          <w:tcPr>
            <w:tcW w:w="2551" w:type="dxa"/>
          </w:tcPr>
          <w:p w14:paraId="06F4FA4A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5" w:type="dxa"/>
          </w:tcPr>
          <w:p w14:paraId="7F32AE6A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416" w:type="dxa"/>
          </w:tcPr>
          <w:p w14:paraId="565A07ED" w14:textId="77777777" w:rsidR="000973B8" w:rsidRDefault="000973B8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 w:fldLock="1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</w:p>
        </w:tc>
      </w:tr>
    </w:tbl>
    <w:p w14:paraId="27008A23" w14:textId="77777777" w:rsidR="000973B8" w:rsidRDefault="000973B8" w:rsidP="00C55C4D">
      <w:pPr>
        <w:spacing w:line="269" w:lineRule="auto"/>
        <w:rPr>
          <w:rFonts w:ascii="Verdana" w:hAnsi="Verdana" w:cs="Arial"/>
        </w:rPr>
      </w:pPr>
    </w:p>
    <w:p w14:paraId="34DCDBC4" w14:textId="77777777" w:rsidR="0062720F" w:rsidRDefault="0062720F" w:rsidP="00725CDC">
      <w:pPr>
        <w:spacing w:line="269" w:lineRule="auto"/>
        <w:ind w:left="312"/>
        <w:rPr>
          <w:rFonts w:ascii="Verdana" w:hAnsi="Verdana"/>
        </w:rPr>
      </w:pPr>
    </w:p>
    <w:p w14:paraId="2FC478C2" w14:textId="77777777" w:rsidR="0062720F" w:rsidRDefault="0062720F" w:rsidP="00725CDC">
      <w:pPr>
        <w:spacing w:line="269" w:lineRule="auto"/>
        <w:ind w:left="312"/>
        <w:rPr>
          <w:rFonts w:ascii="Verdana" w:hAnsi="Verdana"/>
        </w:rPr>
      </w:pPr>
    </w:p>
    <w:p w14:paraId="4738F47A" w14:textId="77777777" w:rsidR="0062720F" w:rsidRDefault="0062720F" w:rsidP="00725CDC">
      <w:pPr>
        <w:spacing w:line="269" w:lineRule="auto"/>
        <w:ind w:left="312"/>
        <w:rPr>
          <w:rFonts w:ascii="Verdana" w:hAnsi="Verdana"/>
        </w:rPr>
      </w:pPr>
    </w:p>
    <w:p w14:paraId="5AC023A0" w14:textId="1F597DB9" w:rsidR="00C55C4D" w:rsidRDefault="000973B8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/>
        </w:rPr>
        <w:lastRenderedPageBreak/>
        <w:t xml:space="preserve">The documentation that is required to </w:t>
      </w:r>
      <w:r>
        <w:rPr>
          <w:rFonts w:ascii="Verdana" w:hAnsi="Verdana"/>
          <w:b/>
        </w:rPr>
        <w:t>subsequently register these materials</w:t>
      </w:r>
    </w:p>
    <w:p w14:paraId="182392D6" w14:textId="77777777" w:rsidR="000973B8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 w:rsidRPr="00C55C4D">
        <w:rPr>
          <w:rFonts w:ascii="Verdana" w:hAnsi="Verdana" w:cs="Arial"/>
        </w:rPr>
        <w:fldChar w:fldCharType="begin">
          <w:ffData>
            <w:name w:val="Kontrollkästchen19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96"/>
      <w:r w:rsidRPr="00C55C4D"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 w:rsidRPr="00C55C4D">
        <w:rPr>
          <w:rFonts w:ascii="Verdana" w:hAnsi="Verdana" w:cs="Arial"/>
        </w:rPr>
        <w:fldChar w:fldCharType="end"/>
      </w:r>
      <w:bookmarkEnd w:id="9"/>
      <w:r>
        <w:rPr>
          <w:rFonts w:ascii="Verdana" w:hAnsi="Verdana"/>
        </w:rPr>
        <w:t xml:space="preserve"> is enclosed with the application for the contract extension.</w:t>
      </w:r>
    </w:p>
    <w:p w14:paraId="27C4C9D3" w14:textId="77777777" w:rsidR="000973B8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97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0"/>
      <w:r>
        <w:rPr>
          <w:rFonts w:ascii="Verdana" w:hAnsi="Verdana"/>
        </w:rPr>
        <w:t xml:space="preserve"> has already been submitted separately. (Date: </w:t>
      </w:r>
      <w:r w:rsidR="00EB15BE">
        <w:rPr>
          <w:rFonts w:ascii="Verdana" w:hAnsi="Verdana" w:cs="Arial"/>
        </w:rPr>
        <w:fldChar w:fldCharType="begin" w:fldLock="1">
          <w:ffData>
            <w:name w:val="Text42"/>
            <w:enabled/>
            <w:calcOnExit w:val="0"/>
            <w:textInput/>
          </w:ffData>
        </w:fldChar>
      </w:r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>
        <w:rPr>
          <w:rFonts w:ascii="Verdana" w:hAnsi="Verdana"/>
        </w:rPr>
        <w:t>     </w:t>
      </w:r>
      <w:r w:rsidR="00EB15BE">
        <w:rPr>
          <w:rFonts w:ascii="Verdana" w:hAnsi="Verdana" w:cs="Arial"/>
        </w:rPr>
        <w:fldChar w:fldCharType="end"/>
      </w:r>
      <w:r>
        <w:rPr>
          <w:rFonts w:ascii="Verdana" w:hAnsi="Verdana"/>
        </w:rPr>
        <w:t xml:space="preserve">, method of submission: </w:t>
      </w:r>
      <w:bookmarkStart w:id="11" w:name="_GoBack"/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Please select!"/>
              <w:listEntry w:val="E-mail"/>
              <w:listEntry w:val="Post"/>
            </w:ddList>
          </w:ffData>
        </w:fldChar>
      </w:r>
      <w:r w:rsidR="00EB15BE">
        <w:rPr>
          <w:rFonts w:ascii="Verdana" w:hAnsi="Verdana" w:cs="Arial"/>
        </w:rPr>
        <w:instrText xml:space="preserve"> FORMDROPDOWN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bookmarkEnd w:id="11"/>
      <w:r>
        <w:rPr>
          <w:rFonts w:ascii="Verdana" w:hAnsi="Verdana"/>
        </w:rPr>
        <w:t>)</w:t>
      </w:r>
    </w:p>
    <w:p w14:paraId="437F7254" w14:textId="77777777" w:rsidR="00C55C4D" w:rsidRPr="00C55C4D" w:rsidRDefault="00C55C4D" w:rsidP="00725CDC">
      <w:pPr>
        <w:spacing w:line="269" w:lineRule="auto"/>
        <w:ind w:left="312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8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98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12"/>
      <w:r>
        <w:rPr>
          <w:rFonts w:ascii="Verdana" w:hAnsi="Verdana"/>
        </w:rPr>
        <w:t xml:space="preserve"> will be submitted at a later date.</w:t>
      </w:r>
    </w:p>
    <w:p w14:paraId="0B51CFB8" w14:textId="77777777" w:rsidR="000973B8" w:rsidRDefault="000973B8" w:rsidP="00C55C4D">
      <w:pPr>
        <w:spacing w:line="269" w:lineRule="auto"/>
        <w:rPr>
          <w:rFonts w:ascii="Verdana" w:hAnsi="Verdana" w:cs="Arial"/>
        </w:rPr>
      </w:pPr>
    </w:p>
    <w:p w14:paraId="5C9A7918" w14:textId="77777777" w:rsidR="00C55C4D" w:rsidRDefault="00C4355B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/>
          <w:b/>
        </w:rPr>
        <w:t>Information on the production sites: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16"/>
        </w:rPr>
        <w:t>(if different from the contractual partner/licence holder)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260"/>
        <w:gridCol w:w="6122"/>
      </w:tblGrid>
      <w:tr w:rsidR="00C4355B" w:rsidRPr="006F027B" w14:paraId="77FFB532" w14:textId="77777777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2470DA" w14:textId="77777777"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6A0A1A95" w14:textId="77777777"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Production site 1:</w:t>
            </w:r>
          </w:p>
          <w:p w14:paraId="20AAB998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6122" w:type="dxa"/>
            <w:tcBorders>
              <w:bottom w:val="dotted" w:sz="4" w:space="0" w:color="auto"/>
            </w:tcBorders>
            <w:shd w:val="clear" w:color="auto" w:fill="auto"/>
          </w:tcPr>
          <w:p w14:paraId="509ED289" w14:textId="77777777" w:rsidR="00C4355B" w:rsidRPr="006F027B" w:rsidRDefault="00C4355B" w:rsidP="00725CD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14:paraId="0493B013" w14:textId="77777777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7D740CB" w14:textId="77777777"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7DD6884" w14:textId="77777777"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Part of the printed matter: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F4F57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14:paraId="6893569F" w14:textId="77777777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D678DC" w14:textId="77777777"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EE74CFD" w14:textId="77777777"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Production site 2:</w:t>
            </w:r>
          </w:p>
          <w:p w14:paraId="7A81612B" w14:textId="77777777"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079B7F7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14:paraId="282F5C3F" w14:textId="77777777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6EEE12" w14:textId="77777777"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5B02059" w14:textId="77777777"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Part of the printed matter: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E142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14:paraId="08FACED0" w14:textId="77777777" w:rsidTr="00221CEC">
        <w:trPr>
          <w:trHeight w:val="107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F2AA5D" w14:textId="77777777" w:rsidR="00C4355B" w:rsidRPr="00C4355B" w:rsidRDefault="00C4355B" w:rsidP="00C4355B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/>
                <w:b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77E9015" w14:textId="77777777" w:rsidR="00C4355B" w:rsidRPr="00C4355B" w:rsidRDefault="00C4355B" w:rsidP="00C4355B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Production site 3:</w:t>
            </w:r>
          </w:p>
          <w:p w14:paraId="7D6A5323" w14:textId="77777777" w:rsidR="00C4355B" w:rsidRPr="00987AE2" w:rsidRDefault="00C4355B" w:rsidP="00C4355B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61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30459ED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  <w:tr w:rsidR="00C4355B" w:rsidRPr="006F027B" w14:paraId="4E043A1B" w14:textId="77777777" w:rsidTr="00221CE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DCC2D4" w14:textId="77777777" w:rsidR="00C4355B" w:rsidRPr="00C4355B" w:rsidRDefault="00C4355B" w:rsidP="00C4355B">
            <w:pPr>
              <w:ind w:left="567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82AFA82" w14:textId="77777777" w:rsidR="00C4355B" w:rsidRPr="006F027B" w:rsidRDefault="00C4355B" w:rsidP="00987AE2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Part of the printed matter:</w:t>
            </w:r>
          </w:p>
        </w:tc>
        <w:tc>
          <w:tcPr>
            <w:tcW w:w="61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2F9B" w14:textId="77777777" w:rsidR="00C4355B" w:rsidRPr="006F027B" w:rsidRDefault="00C4355B" w:rsidP="00C4355B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14:paraId="1335EDC3" w14:textId="77777777" w:rsidR="00C933BD" w:rsidRDefault="00C933BD" w:rsidP="00C55C4D">
      <w:pPr>
        <w:spacing w:line="269" w:lineRule="auto"/>
      </w:pPr>
    </w:p>
    <w:p w14:paraId="16EEFE0D" w14:textId="77777777" w:rsidR="00221CEC" w:rsidRDefault="00221CEC" w:rsidP="00C55C4D">
      <w:pPr>
        <w:spacing w:line="269" w:lineRule="auto"/>
      </w:pPr>
      <w:r>
        <w:fldChar w:fldCharType="begin">
          <w:ffData>
            <w:name w:val="Kontrollkästchen199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99"/>
      <w:r>
        <w:instrText xml:space="preserve"> FORMCHECKBOX </w:instrText>
      </w:r>
      <w:r w:rsidR="001F5A98">
        <w:fldChar w:fldCharType="separate"/>
      </w:r>
      <w:r>
        <w:fldChar w:fldCharType="end"/>
      </w:r>
      <w:bookmarkEnd w:id="13"/>
      <w:r>
        <w:t xml:space="preserve"> </w:t>
      </w:r>
      <w:r>
        <w:rPr>
          <w:rFonts w:ascii="Verdana" w:hAnsi="Verdana"/>
        </w:rPr>
        <w:t>The printed matter contains related supplements from other manufacturing steps.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544"/>
        <w:gridCol w:w="6095"/>
      </w:tblGrid>
      <w:tr w:rsidR="00221CEC" w:rsidRPr="006F027B" w14:paraId="6C49A208" w14:textId="77777777" w:rsidTr="00221CEC">
        <w:trPr>
          <w:trHeight w:val="1077"/>
        </w:trPr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994F2A4" w14:textId="77777777" w:rsidR="00221CEC" w:rsidRPr="00C4355B" w:rsidRDefault="00221CEC" w:rsidP="004A147C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Production site for </w:t>
            </w:r>
            <w:r>
              <w:rPr>
                <w:rFonts w:ascii="Verdana" w:hAnsi="Verdana"/>
                <w:b/>
              </w:rPr>
              <w:t>supplements</w:t>
            </w:r>
            <w:r>
              <w:rPr>
                <w:rFonts w:ascii="Verdana" w:hAnsi="Verdana"/>
              </w:rPr>
              <w:t>:</w:t>
            </w:r>
          </w:p>
          <w:p w14:paraId="122D6715" w14:textId="77777777" w:rsidR="00221CEC" w:rsidRPr="00987AE2" w:rsidRDefault="00221CEC" w:rsidP="004A147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company name and the full address)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3A83" w14:textId="77777777" w:rsidR="00221CEC" w:rsidRPr="006F027B" w:rsidRDefault="00221CEC" w:rsidP="004A147C">
            <w:pPr>
              <w:rPr>
                <w:rFonts w:ascii="Verdana" w:hAnsi="Verdana" w:cs="Arial"/>
              </w:rPr>
            </w:pPr>
            <w:r w:rsidRPr="006F027B">
              <w:rPr>
                <w:rFonts w:ascii="Verdana" w:hAnsi="Verdana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F027B">
              <w:rPr>
                <w:rFonts w:ascii="Verdana" w:hAnsi="Verdana" w:cs="Arial"/>
              </w:rPr>
              <w:instrText xml:space="preserve"> FORMTEXT </w:instrText>
            </w:r>
            <w:r w:rsidRPr="006F027B">
              <w:rPr>
                <w:rFonts w:ascii="Verdana" w:hAnsi="Verdana" w:cs="Arial"/>
              </w:rPr>
            </w:r>
            <w:r w:rsidRPr="006F027B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6F027B">
              <w:rPr>
                <w:rFonts w:ascii="Verdana" w:hAnsi="Verdana" w:cs="Arial"/>
              </w:rPr>
              <w:fldChar w:fldCharType="end"/>
            </w:r>
          </w:p>
        </w:tc>
      </w:tr>
    </w:tbl>
    <w:p w14:paraId="5FDA0337" w14:textId="77777777" w:rsidR="00221CEC" w:rsidRDefault="00221CEC" w:rsidP="00C55C4D">
      <w:pPr>
        <w:spacing w:line="269" w:lineRule="auto"/>
      </w:pPr>
    </w:p>
    <w:p w14:paraId="49BA4DFD" w14:textId="77777777" w:rsidR="00C4355B" w:rsidRDefault="00C4355B" w:rsidP="00C4355B">
      <w:pPr>
        <w:spacing w:line="269" w:lineRule="auto"/>
        <w:rPr>
          <w:rFonts w:ascii="Verdana" w:hAnsi="Verdana" w:cs="Arial"/>
        </w:rPr>
      </w:pPr>
      <w:r>
        <w:rPr>
          <w:rFonts w:ascii="Verdana" w:hAnsi="Verdana"/>
          <w:b/>
        </w:rPr>
        <w:t>Information on the printed matter:</w:t>
      </w: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4"/>
        <w:gridCol w:w="3118"/>
        <w:gridCol w:w="132"/>
        <w:gridCol w:w="308"/>
        <w:gridCol w:w="2778"/>
        <w:gridCol w:w="300"/>
        <w:gridCol w:w="2861"/>
      </w:tblGrid>
      <w:tr w:rsidR="004C0031" w:rsidRPr="00BA6049" w14:paraId="72C8FFA4" w14:textId="77777777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0B4ECA2A" w14:textId="77777777"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Order value: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68AE6C45" w14:textId="77777777" w:rsidR="004C0031" w:rsidRPr="00431E53" w:rsidRDefault="004C0031" w:rsidP="008A45C9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€ </w:t>
            </w: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4" w:name="Text41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4"/>
            <w:r>
              <w:rPr>
                <w:rFonts w:ascii="Verdana" w:hAnsi="Verdana"/>
              </w:rPr>
              <w:tab/>
            </w:r>
          </w:p>
          <w:p w14:paraId="067C8A0E" w14:textId="77777777" w:rsidR="004C0031" w:rsidRPr="00431E53" w:rsidRDefault="004C0031" w:rsidP="008A45C9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</w:tr>
      <w:tr w:rsidR="004C0031" w:rsidRPr="00BA6049" w14:paraId="0C27A62D" w14:textId="77777777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24043E80" w14:textId="77777777"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ab/>
              <w:t>- corresponds to scale</w:t>
            </w:r>
            <w:r w:rsidR="00431E53">
              <w:rPr>
                <w:rStyle w:val="Funotenzeichen"/>
                <w:rFonts w:ascii="Verdana" w:hAnsi="Verdana" w:cs="Arial"/>
              </w:rPr>
              <w:footnoteReference w:id="2"/>
            </w:r>
            <w:r>
              <w:rPr>
                <w:rFonts w:ascii="Verdana" w:hAnsi="Verdana"/>
              </w:rPr>
              <w:t>:</w:t>
            </w:r>
          </w:p>
          <w:p w14:paraId="51DE7B28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5F279262" w14:textId="77777777" w:rsidR="004C0031" w:rsidRPr="00431E53" w:rsidRDefault="004C0031" w:rsidP="00C55C4D">
            <w:pPr>
              <w:spacing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1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88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5"/>
            <w:r>
              <w:rPr>
                <w:rFonts w:ascii="Verdana" w:hAnsi="Verdana"/>
              </w:rPr>
              <w:tab/>
              <w:t xml:space="preserve">2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89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6"/>
            <w:r>
              <w:rPr>
                <w:rFonts w:ascii="Verdana" w:hAnsi="Verdana"/>
              </w:rPr>
              <w:tab/>
              <w:t xml:space="preserve">3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90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7"/>
            <w:r>
              <w:rPr>
                <w:rFonts w:ascii="Verdana" w:hAnsi="Verdana"/>
              </w:rPr>
              <w:tab/>
              <w:t xml:space="preserve">4 </w:t>
            </w:r>
            <w:r w:rsidRPr="00431E53">
              <w:rPr>
                <w:rFonts w:ascii="Verdana" w:hAnsi="Verdana" w:cs="Arial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91"/>
            <w:r w:rsidRPr="00431E53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8"/>
          </w:p>
        </w:tc>
      </w:tr>
      <w:tr w:rsidR="004C0031" w:rsidRPr="00BA6049" w14:paraId="08CCB781" w14:textId="77777777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681EC764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Format [mm]: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7FD42642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19"/>
          </w:p>
        </w:tc>
      </w:tr>
      <w:tr w:rsidR="004C0031" w:rsidRPr="00BA6049" w14:paraId="3801B8AD" w14:textId="77777777" w:rsidTr="00431E53">
        <w:trPr>
          <w:trHeight w:hRule="exact" w:val="301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30A8775A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Number of pages: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</w:tcPr>
          <w:p w14:paraId="49F786F8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0"/>
          </w:p>
        </w:tc>
      </w:tr>
      <w:tr w:rsidR="004C0031" w:rsidRPr="00BA6049" w14:paraId="7A397306" w14:textId="77777777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14:paraId="3516A3DC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Further processing / finishing:</w:t>
            </w:r>
          </w:p>
          <w:p w14:paraId="4098EEB0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  <w:sz w:val="16"/>
              </w:rPr>
              <w:t>(gluing, binding, coating,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46099F84" w14:textId="77777777" w:rsidR="004C0031" w:rsidRPr="00431E53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1"/>
          </w:p>
        </w:tc>
      </w:tr>
      <w:tr w:rsidR="00CE6100" w:rsidRPr="00BA6049" w14:paraId="34E26E86" w14:textId="77777777" w:rsidTr="00431E53">
        <w:trPr>
          <w:trHeight w:val="1304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14:paraId="08FEB8DA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Paper(s) used:</w:t>
            </w:r>
          </w:p>
          <w:p w14:paraId="2F06267D" w14:textId="77777777" w:rsidR="00CE6100" w:rsidRPr="00431E53" w:rsidRDefault="00CE6100" w:rsidP="00CE6100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(please enter the trade name)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19FF5218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1. </w:t>
            </w: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2" w:name="Text43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2"/>
          </w:p>
          <w:p w14:paraId="72FD1D89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2. </w:t>
            </w: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3" w:name="Text44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3"/>
          </w:p>
          <w:p w14:paraId="73630129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3. </w:t>
            </w: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4" w:name="Text45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4"/>
          </w:p>
          <w:p w14:paraId="38306D6B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other (please list): </w:t>
            </w: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5" w:name="Text46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5"/>
          </w:p>
        </w:tc>
      </w:tr>
      <w:tr w:rsidR="00CE6100" w:rsidRPr="00BA6049" w14:paraId="09CAB28C" w14:textId="77777777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14:paraId="6DB6DD8C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Periodicity: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1B5E4005" w14:textId="2651B88F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6" w:name="Text48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6"/>
          </w:p>
        </w:tc>
      </w:tr>
      <w:tr w:rsidR="00CE6100" w:rsidRPr="00BA6049" w14:paraId="0D0B320A" w14:textId="77777777" w:rsidTr="00431E53">
        <w:tc>
          <w:tcPr>
            <w:tcW w:w="3402" w:type="dxa"/>
            <w:gridSpan w:val="2"/>
            <w:shd w:val="clear" w:color="auto" w:fill="F2F2F2" w:themeFill="background1" w:themeFillShade="F2"/>
          </w:tcPr>
          <w:p w14:paraId="40305736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Print run: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198E8EDB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7" w:name="Text49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7"/>
          </w:p>
        </w:tc>
      </w:tr>
      <w:tr w:rsidR="00CE6100" w:rsidRPr="00BA6049" w14:paraId="6EC851CA" w14:textId="77777777" w:rsidTr="00431E53">
        <w:trPr>
          <w:trHeight w:val="567"/>
        </w:trPr>
        <w:tc>
          <w:tcPr>
            <w:tcW w:w="3402" w:type="dxa"/>
            <w:gridSpan w:val="2"/>
            <w:shd w:val="clear" w:color="auto" w:fill="F2F2F2" w:themeFill="background1" w:themeFillShade="F2"/>
          </w:tcPr>
          <w:p w14:paraId="018B723E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Product type:</w:t>
            </w:r>
          </w:p>
          <w:p w14:paraId="5DAA685F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(brochure, advertising supplement, flyer, etc.)</w:t>
            </w:r>
          </w:p>
        </w:tc>
        <w:tc>
          <w:tcPr>
            <w:tcW w:w="6379" w:type="dxa"/>
            <w:gridSpan w:val="5"/>
            <w:shd w:val="clear" w:color="auto" w:fill="auto"/>
          </w:tcPr>
          <w:p w14:paraId="6D72F906" w14:textId="77777777" w:rsidR="00CE6100" w:rsidRPr="00431E53" w:rsidRDefault="00CE6100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431E53">
              <w:rPr>
                <w:rFonts w:ascii="Verdana" w:hAnsi="Verdana" w:cs="Arial"/>
              </w:rPr>
              <w:fldChar w:fldCharType="begin" w:fldLock="1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8" w:name="Text50"/>
            <w:r w:rsidRPr="00431E53">
              <w:rPr>
                <w:rFonts w:ascii="Verdana" w:hAnsi="Verdana" w:cs="Arial"/>
              </w:rPr>
              <w:instrText xml:space="preserve"> FORMTEXT </w:instrText>
            </w:r>
            <w:r w:rsidRPr="00431E53">
              <w:rPr>
                <w:rFonts w:ascii="Verdana" w:hAnsi="Verdana" w:cs="Arial"/>
              </w:rPr>
            </w:r>
            <w:r w:rsidRPr="00431E53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431E53">
              <w:rPr>
                <w:rFonts w:ascii="Verdana" w:hAnsi="Verdana" w:cs="Arial"/>
              </w:rPr>
              <w:fldChar w:fldCharType="end"/>
            </w:r>
            <w:bookmarkEnd w:id="28"/>
          </w:p>
        </w:tc>
      </w:tr>
      <w:tr w:rsidR="004C0031" w:rsidRPr="00BA6049" w14:paraId="318794C3" w14:textId="77777777" w:rsidTr="00CE6100">
        <w:trPr>
          <w:trHeight w:val="303"/>
        </w:trPr>
        <w:tc>
          <w:tcPr>
            <w:tcW w:w="9781" w:type="dxa"/>
            <w:gridSpan w:val="7"/>
            <w:shd w:val="clear" w:color="auto" w:fill="F2F2F2" w:themeFill="background1" w:themeFillShade="F2"/>
          </w:tcPr>
          <w:p w14:paraId="15F6A0E8" w14:textId="77777777" w:rsidR="004C0031" w:rsidRPr="00431E53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lastRenderedPageBreak/>
              <w:t>Printing processes used:</w:t>
            </w:r>
          </w:p>
        </w:tc>
      </w:tr>
      <w:tr w:rsidR="004C0031" w:rsidRPr="00BA6049" w14:paraId="7A717964" w14:textId="77777777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14:paraId="3962C452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14:paraId="1D126292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Sheet-fed offset printing</w:t>
            </w:r>
          </w:p>
        </w:tc>
        <w:tc>
          <w:tcPr>
            <w:tcW w:w="308" w:type="dxa"/>
            <w:vAlign w:val="center"/>
          </w:tcPr>
          <w:p w14:paraId="655C3A47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E349B53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Heatset web offset printing</w:t>
            </w:r>
          </w:p>
        </w:tc>
        <w:tc>
          <w:tcPr>
            <w:tcW w:w="300" w:type="dxa"/>
            <w:vAlign w:val="center"/>
          </w:tcPr>
          <w:p w14:paraId="63377759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61EA7403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Rotogravure printing</w:t>
            </w:r>
          </w:p>
        </w:tc>
      </w:tr>
      <w:tr w:rsidR="004C0031" w:rsidRPr="00BA6049" w14:paraId="6D0D3162" w14:textId="77777777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14:paraId="6E4AFD84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14:paraId="4DECAB76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Coldset web offset printing</w:t>
            </w:r>
          </w:p>
        </w:tc>
        <w:tc>
          <w:tcPr>
            <w:tcW w:w="308" w:type="dxa"/>
            <w:vAlign w:val="center"/>
          </w:tcPr>
          <w:p w14:paraId="0B7AA71C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7B699D75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Flexographic printing</w:t>
            </w:r>
          </w:p>
        </w:tc>
        <w:tc>
          <w:tcPr>
            <w:tcW w:w="300" w:type="dxa"/>
            <w:vAlign w:val="center"/>
          </w:tcPr>
          <w:p w14:paraId="1DCA8BDD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>
                <w:ffData>
                  <w:name w:val="Kontrollkästchen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6049"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 w:rsidRPr="00BA6049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861" w:type="dxa"/>
            <w:shd w:val="clear" w:color="auto" w:fill="auto"/>
            <w:vAlign w:val="center"/>
          </w:tcPr>
          <w:p w14:paraId="7E646896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Digital printing (dry toner) </w:t>
            </w:r>
          </w:p>
        </w:tc>
      </w:tr>
      <w:tr w:rsidR="004C0031" w:rsidRPr="00BA6049" w14:paraId="45A51C5A" w14:textId="77777777" w:rsidTr="00CE6100">
        <w:trPr>
          <w:trHeight w:val="303"/>
        </w:trPr>
        <w:tc>
          <w:tcPr>
            <w:tcW w:w="284" w:type="dxa"/>
            <w:shd w:val="clear" w:color="auto" w:fill="auto"/>
            <w:vAlign w:val="center"/>
          </w:tcPr>
          <w:p w14:paraId="2E2C7636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82"/>
            <w:r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29"/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14:paraId="7ABFC7F6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Digital printing (inkjet)</w:t>
            </w:r>
          </w:p>
        </w:tc>
        <w:tc>
          <w:tcPr>
            <w:tcW w:w="308" w:type="dxa"/>
            <w:vAlign w:val="center"/>
          </w:tcPr>
          <w:p w14:paraId="2A671A1C" w14:textId="77777777" w:rsidR="004C0031" w:rsidRPr="00BA6049" w:rsidRDefault="004C0031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83"/>
            <w:r>
              <w:rPr>
                <w:rFonts w:ascii="Verdana" w:hAnsi="Verdana" w:cs="Arial"/>
              </w:rPr>
              <w:instrText xml:space="preserve"> FORMCHECKBOX </w:instrText>
            </w:r>
            <w:r w:rsidR="001F5A98">
              <w:rPr>
                <w:rFonts w:ascii="Verdana" w:hAnsi="Verdana" w:cs="Arial"/>
              </w:rPr>
            </w:r>
            <w:r w:rsidR="001F5A98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 w:cs="Arial"/>
              </w:rPr>
              <w:fldChar w:fldCharType="end"/>
            </w:r>
            <w:bookmarkEnd w:id="30"/>
          </w:p>
        </w:tc>
        <w:tc>
          <w:tcPr>
            <w:tcW w:w="5939" w:type="dxa"/>
            <w:gridSpan w:val="3"/>
            <w:shd w:val="clear" w:color="auto" w:fill="auto"/>
            <w:vAlign w:val="center"/>
          </w:tcPr>
          <w:p w14:paraId="506173D2" w14:textId="77777777" w:rsidR="004C0031" w:rsidRPr="00BA6049" w:rsidRDefault="004C0031" w:rsidP="00D766C4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 xml:space="preserve">Other digital printing: </w:t>
            </w:r>
            <w:r>
              <w:rPr>
                <w:rFonts w:ascii="Verdana" w:hAnsi="Verdana" w:cs="Arial"/>
              </w:rPr>
              <w:fldChar w:fldCharType="begin" w:fldLock="1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>
              <w:rPr>
                <w:rFonts w:ascii="Verdana" w:hAnsi="Verdana" w:cs="Arial"/>
              </w:rPr>
              <w:instrText xml:space="preserve"> FORMTEXT </w:instrText>
            </w:r>
            <w:r>
              <w:rPr>
                <w:rFonts w:ascii="Verdana" w:hAnsi="Verdana" w:cs="Arial"/>
              </w:rPr>
            </w:r>
            <w:r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>
              <w:rPr>
                <w:rFonts w:ascii="Verdana" w:hAnsi="Verdana" w:cs="Arial"/>
              </w:rPr>
              <w:fldChar w:fldCharType="end"/>
            </w:r>
            <w:bookmarkEnd w:id="31"/>
          </w:p>
        </w:tc>
      </w:tr>
    </w:tbl>
    <w:p w14:paraId="6A3D7319" w14:textId="77777777" w:rsidR="00742681" w:rsidRDefault="00742681" w:rsidP="00C55C4D">
      <w:pPr>
        <w:spacing w:line="269" w:lineRule="auto"/>
        <w:rPr>
          <w:rFonts w:ascii="Verdana" w:hAnsi="Verdana" w:cs="Arial"/>
        </w:rPr>
      </w:pPr>
    </w:p>
    <w:p w14:paraId="52756E15" w14:textId="77777777" w:rsidR="005E34DE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/>
        </w:rPr>
        <w:t xml:space="preserve">A </w:t>
      </w:r>
      <w:r>
        <w:rPr>
          <w:rFonts w:ascii="Verdana" w:hAnsi="Verdana"/>
          <w:b/>
        </w:rPr>
        <w:t>product sample</w:t>
      </w:r>
      <w:r>
        <w:rPr>
          <w:rFonts w:ascii="Verdana" w:hAnsi="Verdana"/>
        </w:rPr>
        <w:t xml:space="preserve"> (e.g. PDF file) with the depiction of the Blue Angel</w:t>
      </w:r>
      <w:r w:rsidR="00431E53">
        <w:rPr>
          <w:rStyle w:val="Funotenzeichen"/>
          <w:rFonts w:ascii="Verdana" w:hAnsi="Verdana" w:cs="Arial"/>
        </w:rPr>
        <w:footnoteReference w:id="3"/>
      </w:r>
    </w:p>
    <w:p w14:paraId="7E0CF9F6" w14:textId="77777777"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4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194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2"/>
      <w:r>
        <w:rPr>
          <w:rFonts w:ascii="Verdana" w:hAnsi="Verdana"/>
        </w:rPr>
        <w:t xml:space="preserve"> is enclosed with the application for the contract extension.</w:t>
      </w:r>
    </w:p>
    <w:p w14:paraId="52DE4681" w14:textId="77777777"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2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192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3"/>
      <w:r>
        <w:rPr>
          <w:rFonts w:ascii="Verdana" w:hAnsi="Verdana"/>
        </w:rPr>
        <w:t xml:space="preserve"> has already been submitted separately. (Date: </w:t>
      </w:r>
      <w:r w:rsidR="00EB15BE">
        <w:rPr>
          <w:rFonts w:ascii="Verdana" w:hAnsi="Verdana" w:cs="Arial"/>
        </w:rPr>
        <w:fldChar w:fldCharType="begin" w:fldLock="1">
          <w:ffData>
            <w:name w:val="Text42"/>
            <w:enabled/>
            <w:calcOnExit w:val="0"/>
            <w:textInput/>
          </w:ffData>
        </w:fldChar>
      </w:r>
      <w:bookmarkStart w:id="34" w:name="Text42"/>
      <w:r w:rsidR="00EB15BE">
        <w:rPr>
          <w:rFonts w:ascii="Verdana" w:hAnsi="Verdana" w:cs="Arial"/>
        </w:rPr>
        <w:instrText xml:space="preserve"> FORMTEXT </w:instrText>
      </w:r>
      <w:r w:rsidR="00EB15BE">
        <w:rPr>
          <w:rFonts w:ascii="Verdana" w:hAnsi="Verdana" w:cs="Arial"/>
        </w:rPr>
      </w:r>
      <w:r w:rsidR="00EB15BE">
        <w:rPr>
          <w:rFonts w:ascii="Verdana" w:hAnsi="Verdana" w:cs="Arial"/>
        </w:rPr>
        <w:fldChar w:fldCharType="separate"/>
      </w:r>
      <w:r>
        <w:rPr>
          <w:rFonts w:ascii="Verdana" w:hAnsi="Verdana"/>
        </w:rPr>
        <w:t>     </w:t>
      </w:r>
      <w:r w:rsidR="00EB15BE">
        <w:rPr>
          <w:rFonts w:ascii="Verdana" w:hAnsi="Verdana" w:cs="Arial"/>
        </w:rPr>
        <w:fldChar w:fldCharType="end"/>
      </w:r>
      <w:bookmarkEnd w:id="34"/>
      <w:r>
        <w:rPr>
          <w:rFonts w:ascii="Verdana" w:hAnsi="Verdana"/>
        </w:rPr>
        <w:t xml:space="preserve">, method of submission: </w:t>
      </w:r>
      <w:r w:rsidR="00EB15BE">
        <w:rPr>
          <w:rFonts w:ascii="Verdana" w:hAnsi="Verdana" w:cs="Arial"/>
        </w:rPr>
        <w:fldChar w:fldCharType="begin">
          <w:ffData>
            <w:name w:val="Dropdown1"/>
            <w:enabled/>
            <w:calcOnExit w:val="0"/>
            <w:ddList>
              <w:listEntry w:val="Please select!"/>
              <w:listEntry w:val="E-mail"/>
              <w:listEntry w:val="Post"/>
            </w:ddList>
          </w:ffData>
        </w:fldChar>
      </w:r>
      <w:bookmarkStart w:id="35" w:name="Dropdown1"/>
      <w:r w:rsidR="00EB15BE">
        <w:rPr>
          <w:rFonts w:ascii="Verdana" w:hAnsi="Verdana" w:cs="Arial"/>
        </w:rPr>
        <w:instrText xml:space="preserve"> FORMDROPDOWN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 w:rsidR="00EB15BE">
        <w:rPr>
          <w:rFonts w:ascii="Verdana" w:hAnsi="Verdana" w:cs="Arial"/>
        </w:rPr>
        <w:fldChar w:fldCharType="end"/>
      </w:r>
      <w:bookmarkEnd w:id="35"/>
      <w:r>
        <w:rPr>
          <w:rFonts w:ascii="Verdana" w:hAnsi="Verdana"/>
        </w:rPr>
        <w:t>)</w:t>
      </w:r>
    </w:p>
    <w:p w14:paraId="3443B1AF" w14:textId="77777777" w:rsidR="00C55C4D" w:rsidRDefault="00C55C4D" w:rsidP="00C55C4D">
      <w:pPr>
        <w:spacing w:line="269" w:lineRule="auto"/>
        <w:rPr>
          <w:rFonts w:ascii="Verdana" w:hAnsi="Verdana" w:cs="Arial"/>
        </w:rPr>
      </w:pPr>
      <w:r>
        <w:rPr>
          <w:rFonts w:ascii="Verdana" w:hAnsi="Verdana" w:cs="Arial"/>
        </w:rPr>
        <w:fldChar w:fldCharType="begin">
          <w:ffData>
            <w:name w:val="Kontrollkästchen195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95"/>
      <w:r>
        <w:rPr>
          <w:rFonts w:ascii="Verdana" w:hAnsi="Verdana" w:cs="Arial"/>
        </w:rPr>
        <w:instrText xml:space="preserve"> FORMCHECKBOX </w:instrText>
      </w:r>
      <w:r w:rsidR="001F5A98">
        <w:rPr>
          <w:rFonts w:ascii="Verdana" w:hAnsi="Verdana" w:cs="Arial"/>
        </w:rPr>
      </w:r>
      <w:r w:rsidR="001F5A98">
        <w:rPr>
          <w:rFonts w:ascii="Verdana" w:hAnsi="Verdana" w:cs="Arial"/>
        </w:rPr>
        <w:fldChar w:fldCharType="separate"/>
      </w:r>
      <w:r>
        <w:rPr>
          <w:rFonts w:ascii="Verdana" w:hAnsi="Verdana" w:cs="Arial"/>
        </w:rPr>
        <w:fldChar w:fldCharType="end"/>
      </w:r>
      <w:bookmarkEnd w:id="36"/>
      <w:r>
        <w:rPr>
          <w:rFonts w:ascii="Verdana" w:hAnsi="Verdana"/>
        </w:rPr>
        <w:t xml:space="preserve"> will be submitted at a later date.</w:t>
      </w:r>
    </w:p>
    <w:p w14:paraId="240452DA" w14:textId="77777777" w:rsidR="005E34DE" w:rsidRDefault="005E34DE" w:rsidP="00C55C4D">
      <w:pPr>
        <w:spacing w:line="269" w:lineRule="auto"/>
        <w:rPr>
          <w:rFonts w:ascii="Verdana" w:hAnsi="Verdana" w:cs="Arial"/>
        </w:rPr>
      </w:pPr>
    </w:p>
    <w:p w14:paraId="54EB4B96" w14:textId="77777777" w:rsidR="005E34DE" w:rsidRPr="00BA6049" w:rsidRDefault="005E34DE" w:rsidP="00C55C4D">
      <w:pPr>
        <w:spacing w:line="269" w:lineRule="auto"/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BA6049" w14:paraId="44F78905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FA3E3" w14:textId="77777777"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14:paraId="0FFF38F9" w14:textId="77777777"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Location:</w:t>
            </w:r>
          </w:p>
          <w:p w14:paraId="4D396573" w14:textId="77777777" w:rsidR="00E74D42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F5C113" w14:textId="77777777"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7" w:name="Text14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7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B6A4" w14:textId="77777777"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14:paraId="594590C0" w14:textId="7777777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05DAE" w14:textId="77777777"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  <w:p w14:paraId="1126C663" w14:textId="77777777"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Date:</w:t>
            </w:r>
          </w:p>
          <w:p w14:paraId="17958634" w14:textId="77777777"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4A423E" w14:textId="77777777" w:rsidR="006E47C9" w:rsidRPr="00BA6049" w:rsidRDefault="00E74D42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  <w:r w:rsidRPr="00BA6049">
              <w:rPr>
                <w:rFonts w:ascii="Verdana" w:hAnsi="Verdana" w:cs="Arial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8" w:name="Text15"/>
            <w:r w:rsidRPr="00BA6049">
              <w:rPr>
                <w:rFonts w:ascii="Verdana" w:hAnsi="Verdana" w:cs="Arial"/>
              </w:rPr>
              <w:instrText xml:space="preserve"> FORMTEXT </w:instrText>
            </w:r>
            <w:r w:rsidRPr="00BA6049">
              <w:rPr>
                <w:rFonts w:ascii="Verdana" w:hAnsi="Verdana" w:cs="Arial"/>
              </w:rPr>
            </w:r>
            <w:r w:rsidRPr="00BA6049">
              <w:rPr>
                <w:rFonts w:ascii="Verdana" w:hAnsi="Verdana" w:cs="Arial"/>
              </w:rPr>
              <w:fldChar w:fldCharType="separate"/>
            </w:r>
            <w:r>
              <w:rPr>
                <w:rFonts w:ascii="Verdana" w:hAnsi="Verdana"/>
              </w:rPr>
              <w:t>     </w:t>
            </w:r>
            <w:r w:rsidRPr="00BA6049">
              <w:rPr>
                <w:rFonts w:ascii="Verdana" w:hAnsi="Verdana" w:cs="Arial"/>
              </w:rPr>
              <w:fldChar w:fldCharType="end"/>
            </w:r>
            <w:bookmarkEnd w:id="38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3E0E" w14:textId="77777777"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</w:p>
        </w:tc>
      </w:tr>
      <w:tr w:rsidR="006E47C9" w:rsidRPr="00BA6049" w14:paraId="3B2460B6" w14:textId="7777777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F04A4" w14:textId="77777777" w:rsidR="006E47C9" w:rsidRPr="00BA6049" w:rsidRDefault="006E47C9" w:rsidP="00C55C4D">
            <w:pPr>
              <w:spacing w:before="20" w:after="20" w:line="269" w:lineRule="auto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20131" w14:textId="77777777" w:rsidR="006E47C9" w:rsidRPr="00BA6049" w:rsidRDefault="006E47C9" w:rsidP="00C55C4D">
            <w:pPr>
              <w:spacing w:before="20" w:after="20" w:line="269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(Signature of authorized person and company stamp)</w:t>
            </w:r>
          </w:p>
        </w:tc>
      </w:tr>
    </w:tbl>
    <w:p w14:paraId="7D9EEA86" w14:textId="77777777" w:rsidR="00055CC6" w:rsidRDefault="00055CC6" w:rsidP="00C55C4D">
      <w:pPr>
        <w:spacing w:line="269" w:lineRule="auto"/>
        <w:rPr>
          <w:rFonts w:ascii="Verdana" w:hAnsi="Verdana" w:cs="Arial"/>
        </w:rPr>
      </w:pPr>
    </w:p>
    <w:p w14:paraId="549810A9" w14:textId="77777777" w:rsidR="00055CC6" w:rsidRPr="00055CC6" w:rsidRDefault="00055CC6" w:rsidP="00055CC6">
      <w:pPr>
        <w:rPr>
          <w:rFonts w:ascii="Verdana" w:hAnsi="Verdana" w:cs="Arial"/>
        </w:rPr>
      </w:pPr>
    </w:p>
    <w:p w14:paraId="68C41881" w14:textId="77777777" w:rsidR="00055CC6" w:rsidRPr="00055CC6" w:rsidRDefault="00055CC6" w:rsidP="00055CC6">
      <w:pPr>
        <w:rPr>
          <w:rFonts w:ascii="Verdana" w:hAnsi="Verdana" w:cs="Arial"/>
        </w:rPr>
      </w:pPr>
    </w:p>
    <w:p w14:paraId="45ED0965" w14:textId="77777777" w:rsidR="00055CC6" w:rsidRPr="00055CC6" w:rsidRDefault="00055CC6" w:rsidP="00055CC6">
      <w:pPr>
        <w:rPr>
          <w:rFonts w:ascii="Verdana" w:hAnsi="Verdana" w:cs="Arial"/>
        </w:rPr>
      </w:pPr>
    </w:p>
    <w:p w14:paraId="318E3D30" w14:textId="77777777" w:rsidR="00055CC6" w:rsidRPr="00055CC6" w:rsidRDefault="00055CC6" w:rsidP="00055CC6">
      <w:pPr>
        <w:rPr>
          <w:rFonts w:ascii="Verdana" w:hAnsi="Verdana" w:cs="Arial"/>
        </w:rPr>
      </w:pPr>
    </w:p>
    <w:p w14:paraId="38CE1794" w14:textId="77777777" w:rsidR="00055CC6" w:rsidRPr="00055CC6" w:rsidRDefault="00055CC6" w:rsidP="00055CC6">
      <w:pPr>
        <w:rPr>
          <w:rFonts w:ascii="Verdana" w:hAnsi="Verdana" w:cs="Arial"/>
        </w:rPr>
      </w:pPr>
    </w:p>
    <w:p w14:paraId="556B6AFF" w14:textId="77777777" w:rsidR="00055CC6" w:rsidRPr="00055CC6" w:rsidRDefault="00055CC6" w:rsidP="00055CC6">
      <w:pPr>
        <w:rPr>
          <w:rFonts w:ascii="Verdana" w:hAnsi="Verdana" w:cs="Arial"/>
        </w:rPr>
      </w:pPr>
    </w:p>
    <w:p w14:paraId="14F49780" w14:textId="77777777" w:rsidR="00055CC6" w:rsidRPr="00055CC6" w:rsidRDefault="00055CC6" w:rsidP="00055CC6">
      <w:pPr>
        <w:rPr>
          <w:rFonts w:ascii="Verdana" w:hAnsi="Verdana" w:cs="Arial"/>
        </w:rPr>
      </w:pPr>
    </w:p>
    <w:p w14:paraId="0664BB55" w14:textId="77777777" w:rsidR="00055CC6" w:rsidRPr="00055CC6" w:rsidRDefault="00055CC6" w:rsidP="00055CC6">
      <w:pPr>
        <w:rPr>
          <w:rFonts w:ascii="Verdana" w:hAnsi="Verdana" w:cs="Arial"/>
        </w:rPr>
      </w:pPr>
    </w:p>
    <w:p w14:paraId="61735756" w14:textId="77777777" w:rsidR="00055CC6" w:rsidRPr="00055CC6" w:rsidRDefault="00055CC6" w:rsidP="00055CC6">
      <w:pPr>
        <w:rPr>
          <w:rFonts w:ascii="Verdana" w:hAnsi="Verdana" w:cs="Arial"/>
        </w:rPr>
      </w:pPr>
    </w:p>
    <w:p w14:paraId="20EA6592" w14:textId="77777777" w:rsidR="00055CC6" w:rsidRPr="00055CC6" w:rsidRDefault="00055CC6" w:rsidP="00055CC6">
      <w:pPr>
        <w:rPr>
          <w:rFonts w:ascii="Verdana" w:hAnsi="Verdana" w:cs="Arial"/>
        </w:rPr>
      </w:pPr>
    </w:p>
    <w:p w14:paraId="5B475805" w14:textId="77777777" w:rsidR="00055CC6" w:rsidRPr="00055CC6" w:rsidRDefault="00055CC6" w:rsidP="00055CC6">
      <w:pPr>
        <w:rPr>
          <w:rFonts w:ascii="Verdana" w:hAnsi="Verdana" w:cs="Arial"/>
        </w:rPr>
      </w:pPr>
    </w:p>
    <w:p w14:paraId="5B08AAAE" w14:textId="77777777" w:rsidR="00055CC6" w:rsidRPr="00055CC6" w:rsidRDefault="00055CC6" w:rsidP="00055CC6">
      <w:pPr>
        <w:rPr>
          <w:rFonts w:ascii="Verdana" w:hAnsi="Verdana" w:cs="Arial"/>
        </w:rPr>
      </w:pPr>
    </w:p>
    <w:p w14:paraId="7688C081" w14:textId="77777777" w:rsidR="00055CC6" w:rsidRPr="00055CC6" w:rsidRDefault="00055CC6" w:rsidP="00055CC6">
      <w:pPr>
        <w:rPr>
          <w:rFonts w:ascii="Verdana" w:hAnsi="Verdana" w:cs="Arial"/>
        </w:rPr>
      </w:pPr>
    </w:p>
    <w:p w14:paraId="774E1942" w14:textId="77777777" w:rsidR="00055CC6" w:rsidRPr="00055CC6" w:rsidRDefault="00055CC6" w:rsidP="00055CC6">
      <w:pPr>
        <w:rPr>
          <w:rFonts w:ascii="Verdana" w:hAnsi="Verdana" w:cs="Arial"/>
        </w:rPr>
      </w:pPr>
    </w:p>
    <w:p w14:paraId="0A2BF7AF" w14:textId="77777777" w:rsidR="00055CC6" w:rsidRPr="00055CC6" w:rsidRDefault="00055CC6" w:rsidP="00055CC6">
      <w:pPr>
        <w:rPr>
          <w:rFonts w:ascii="Verdana" w:hAnsi="Verdana" w:cs="Arial"/>
        </w:rPr>
      </w:pPr>
    </w:p>
    <w:p w14:paraId="53C9AE0B" w14:textId="77777777" w:rsidR="00055CC6" w:rsidRPr="00055CC6" w:rsidRDefault="00055CC6" w:rsidP="00055CC6">
      <w:pPr>
        <w:rPr>
          <w:rFonts w:ascii="Verdana" w:hAnsi="Verdana" w:cs="Arial"/>
        </w:rPr>
      </w:pPr>
    </w:p>
    <w:p w14:paraId="7B26C20C" w14:textId="77777777" w:rsidR="00055CC6" w:rsidRPr="00055CC6" w:rsidRDefault="00055CC6" w:rsidP="00055CC6">
      <w:pPr>
        <w:rPr>
          <w:rFonts w:ascii="Verdana" w:hAnsi="Verdana" w:cs="Arial"/>
        </w:rPr>
      </w:pPr>
    </w:p>
    <w:p w14:paraId="18EF2F56" w14:textId="77777777" w:rsidR="00055CC6" w:rsidRPr="00055CC6" w:rsidRDefault="00055CC6" w:rsidP="00055CC6">
      <w:pPr>
        <w:rPr>
          <w:rFonts w:ascii="Verdana" w:hAnsi="Verdana" w:cs="Arial"/>
        </w:rPr>
      </w:pPr>
    </w:p>
    <w:p w14:paraId="2AF7BC27" w14:textId="77777777" w:rsidR="00055CC6" w:rsidRPr="00055CC6" w:rsidRDefault="00055CC6" w:rsidP="00055CC6">
      <w:pPr>
        <w:rPr>
          <w:rFonts w:ascii="Verdana" w:hAnsi="Verdana" w:cs="Arial"/>
        </w:rPr>
      </w:pPr>
    </w:p>
    <w:p w14:paraId="7CF9E9B3" w14:textId="77777777" w:rsidR="00055CC6" w:rsidRPr="00055CC6" w:rsidRDefault="00055CC6" w:rsidP="00055CC6">
      <w:pPr>
        <w:rPr>
          <w:rFonts w:ascii="Verdana" w:hAnsi="Verdana" w:cs="Arial"/>
        </w:rPr>
      </w:pPr>
    </w:p>
    <w:p w14:paraId="1A876773" w14:textId="77777777" w:rsidR="00055CC6" w:rsidRPr="00055CC6" w:rsidRDefault="00055CC6" w:rsidP="00055CC6">
      <w:pPr>
        <w:rPr>
          <w:rFonts w:ascii="Verdana" w:hAnsi="Verdana" w:cs="Arial"/>
        </w:rPr>
      </w:pPr>
    </w:p>
    <w:p w14:paraId="57985E26" w14:textId="77777777" w:rsidR="00055CC6" w:rsidRPr="00055CC6" w:rsidRDefault="00055CC6" w:rsidP="00055CC6">
      <w:pPr>
        <w:rPr>
          <w:rFonts w:ascii="Verdana" w:hAnsi="Verdana" w:cs="Arial"/>
        </w:rPr>
      </w:pPr>
    </w:p>
    <w:p w14:paraId="0B60BA90" w14:textId="77777777" w:rsidR="00055CC6" w:rsidRPr="00055CC6" w:rsidRDefault="00055CC6" w:rsidP="00055CC6">
      <w:pPr>
        <w:rPr>
          <w:rFonts w:ascii="Verdana" w:hAnsi="Verdana" w:cs="Arial"/>
        </w:rPr>
      </w:pPr>
    </w:p>
    <w:p w14:paraId="18E1E93A" w14:textId="77777777" w:rsidR="00055CC6" w:rsidRPr="00055CC6" w:rsidRDefault="00055CC6" w:rsidP="00055CC6">
      <w:pPr>
        <w:rPr>
          <w:rFonts w:ascii="Verdana" w:hAnsi="Verdana" w:cs="Arial"/>
        </w:rPr>
      </w:pPr>
    </w:p>
    <w:p w14:paraId="2DBD116A" w14:textId="77777777" w:rsidR="00055CC6" w:rsidRPr="00055CC6" w:rsidRDefault="00055CC6" w:rsidP="00055CC6">
      <w:pPr>
        <w:rPr>
          <w:rFonts w:ascii="Verdana" w:hAnsi="Verdana" w:cs="Arial"/>
        </w:rPr>
      </w:pPr>
    </w:p>
    <w:p w14:paraId="4951E3F4" w14:textId="77777777" w:rsidR="00055CC6" w:rsidRPr="00055CC6" w:rsidRDefault="00055CC6" w:rsidP="00055CC6">
      <w:pPr>
        <w:rPr>
          <w:rFonts w:ascii="Verdana" w:hAnsi="Verdana" w:cs="Arial"/>
        </w:rPr>
      </w:pPr>
    </w:p>
    <w:p w14:paraId="65A2D650" w14:textId="77777777" w:rsidR="008B2954" w:rsidRPr="00055CC6" w:rsidRDefault="00055CC6" w:rsidP="00055CC6">
      <w:pPr>
        <w:tabs>
          <w:tab w:val="left" w:pos="5370"/>
        </w:tabs>
        <w:rPr>
          <w:rFonts w:ascii="Verdana" w:hAnsi="Verdana" w:cs="Arial"/>
        </w:rPr>
      </w:pPr>
      <w:r>
        <w:rPr>
          <w:rFonts w:ascii="Verdana" w:hAnsi="Verdana"/>
        </w:rPr>
        <w:tab/>
      </w:r>
    </w:p>
    <w:sectPr w:rsidR="008B2954" w:rsidRPr="00055CC6" w:rsidSect="00083C7F">
      <w:headerReference w:type="default" r:id="rId8"/>
      <w:footerReference w:type="default" r:id="rId9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F008D" w14:textId="77777777" w:rsidR="00983018" w:rsidRDefault="00983018">
      <w:r>
        <w:separator/>
      </w:r>
    </w:p>
  </w:endnote>
  <w:endnote w:type="continuationSeparator" w:id="0">
    <w:p w14:paraId="1AB16B8C" w14:textId="77777777" w:rsidR="00983018" w:rsidRDefault="0098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">
    <w:altName w:val="Calibri"/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6970E" w14:textId="77777777" w:rsidR="00766A90" w:rsidRPr="00396A47" w:rsidRDefault="00431E5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>
      <w:rPr>
        <w:rFonts w:ascii="Verdana" w:hAnsi="Verdana"/>
      </w:rPr>
      <w:t>Application form for contract extensions</w:t>
    </w:r>
    <w:r>
      <w:rPr>
        <w:rFonts w:ascii="Verdana" w:hAnsi="Verdana"/>
      </w:rPr>
      <w:tab/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PAGE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</w:rPr>
      <w:t>1</w:t>
    </w:r>
    <w:r w:rsidR="00766A90" w:rsidRPr="00396A47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>/</w:t>
    </w:r>
    <w:r w:rsidR="00766A90" w:rsidRPr="00396A47">
      <w:rPr>
        <w:rStyle w:val="Seitenzahl"/>
        <w:rFonts w:ascii="Verdana" w:hAnsi="Verdana" w:cs="Arial"/>
      </w:rPr>
      <w:fldChar w:fldCharType="begin"/>
    </w:r>
    <w:r w:rsidR="00766A90" w:rsidRPr="00396A47">
      <w:rPr>
        <w:rStyle w:val="Seitenzahl"/>
        <w:rFonts w:ascii="Verdana" w:hAnsi="Verdana" w:cs="Arial"/>
      </w:rPr>
      <w:instrText xml:space="preserve"> NUMPAGES </w:instrText>
    </w:r>
    <w:r w:rsidR="00766A90" w:rsidRPr="00396A47">
      <w:rPr>
        <w:rStyle w:val="Seitenzahl"/>
        <w:rFonts w:ascii="Verdana" w:hAnsi="Verdana" w:cs="Arial"/>
      </w:rPr>
      <w:fldChar w:fldCharType="separate"/>
    </w:r>
    <w:r w:rsidR="00D92043">
      <w:rPr>
        <w:rStyle w:val="Seitenzahl"/>
        <w:rFonts w:ascii="Verdana" w:hAnsi="Verdana" w:cs="Arial"/>
      </w:rPr>
      <w:t>3</w:t>
    </w:r>
    <w:r w:rsidR="00766A90" w:rsidRPr="00396A47">
      <w:rPr>
        <w:rStyle w:val="Seitenzahl"/>
        <w:rFonts w:ascii="Verdana" w:hAnsi="Verdana" w:cs="Arial"/>
      </w:rPr>
      <w:fldChar w:fldCharType="end"/>
    </w:r>
    <w:r>
      <w:rPr>
        <w:rStyle w:val="Seitenzahl"/>
        <w:rFonts w:ascii="Verdana" w:hAnsi="Verdana"/>
      </w:rPr>
      <w:tab/>
      <w:t xml:space="preserve">     DE-UZ 195 Edition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26F5" w14:textId="77777777" w:rsidR="00983018" w:rsidRDefault="00983018">
      <w:r>
        <w:separator/>
      </w:r>
    </w:p>
  </w:footnote>
  <w:footnote w:type="continuationSeparator" w:id="0">
    <w:p w14:paraId="43B3BAB9" w14:textId="77777777" w:rsidR="00983018" w:rsidRDefault="00983018">
      <w:r>
        <w:continuationSeparator/>
      </w:r>
    </w:p>
  </w:footnote>
  <w:footnote w:id="1">
    <w:p w14:paraId="453B06BD" w14:textId="77777777"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DINPro" w:hAnsi="DINPro"/>
        </w:rPr>
        <w:t>The company that is named on the printed product should be named here as the label user.</w:t>
      </w:r>
    </w:p>
  </w:footnote>
  <w:footnote w:id="2">
    <w:p w14:paraId="047E4752" w14:textId="77777777" w:rsidR="00431E53" w:rsidRDefault="00431E53" w:rsidP="00431E53">
      <w:pPr>
        <w:pStyle w:val="Funotentext"/>
        <w:ind w:left="142" w:hanging="142"/>
      </w:pPr>
      <w:r>
        <w:rPr>
          <w:rStyle w:val="Funotenzeichen"/>
        </w:rPr>
        <w:footnoteRef/>
      </w:r>
      <w:r>
        <w:t xml:space="preserve"> See document "Extension fee scale.pdf"</w:t>
      </w:r>
    </w:p>
  </w:footnote>
  <w:footnote w:id="3">
    <w:p w14:paraId="7B82D347" w14:textId="77777777" w:rsidR="00431E53" w:rsidRDefault="00431E53">
      <w:pPr>
        <w:pStyle w:val="Funotentext"/>
      </w:pPr>
      <w:r>
        <w:rPr>
          <w:rStyle w:val="Funotenzeichen"/>
        </w:rPr>
        <w:footnoteRef/>
      </w:r>
      <w:r>
        <w:t xml:space="preserve"> See documents "Examples for the depiction of the logo DE-UZ 195.pdf" and the "Blue Angel Logo Guidelines Edition May 2020.pdf"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552C5" w14:textId="77777777" w:rsidR="00766A90" w:rsidRDefault="00766A90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8EF859" wp14:editId="6EDA3BF5">
          <wp:simplePos x="0" y="0"/>
          <wp:positionH relativeFrom="column">
            <wp:posOffset>5223510</wp:posOffset>
          </wp:positionH>
          <wp:positionV relativeFrom="paragraph">
            <wp:posOffset>-586105</wp:posOffset>
          </wp:positionV>
          <wp:extent cx="892800" cy="626711"/>
          <wp:effectExtent l="0" t="0" r="3175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00" cy="626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F8D584E"/>
    <w:multiLevelType w:val="hybridMultilevel"/>
    <w:tmpl w:val="E7568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F8C"/>
    <w:multiLevelType w:val="hybridMultilevel"/>
    <w:tmpl w:val="5F746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559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B6FBC"/>
    <w:multiLevelType w:val="hybridMultilevel"/>
    <w:tmpl w:val="87DA23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F509E"/>
    <w:multiLevelType w:val="hybridMultilevel"/>
    <w:tmpl w:val="E7843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E2291"/>
    <w:multiLevelType w:val="hybridMultilevel"/>
    <w:tmpl w:val="B5A06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8337F"/>
    <w:multiLevelType w:val="hybridMultilevel"/>
    <w:tmpl w:val="13D05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B6D94E">
      <w:numFmt w:val="bullet"/>
      <w:lvlText w:val="•"/>
      <w:lvlJc w:val="left"/>
      <w:pPr>
        <w:ind w:left="1440" w:hanging="360"/>
      </w:pPr>
      <w:rPr>
        <w:rFonts w:ascii="Verdana" w:eastAsia="Times New Roman" w:hAnsi="Verdana" w:cs="Verdan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13"/>
  </w:num>
  <w:num w:numId="7">
    <w:abstractNumId w:val="14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8"/>
  </w:num>
  <w:num w:numId="15">
    <w:abstractNumId w:val="7"/>
  </w:num>
  <w:num w:numId="16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KQ7WiY8jXPaWaqauvlBA+9E70qiNjxh8Mqy2vbweIqJ2/7zTQhEL7TMu9dxDB8cHeqRaBlzVzfP3J3PNzCkVQ==" w:salt="jqh8UJio6RpnR0pCr8JneQ==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46"/>
    <w:rsid w:val="000123D7"/>
    <w:rsid w:val="000128D2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5CC6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2D13"/>
    <w:rsid w:val="0008333B"/>
    <w:rsid w:val="00083C7F"/>
    <w:rsid w:val="000843A3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973B8"/>
    <w:rsid w:val="00097BFE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AB2"/>
    <w:rsid w:val="000C10EE"/>
    <w:rsid w:val="000C1720"/>
    <w:rsid w:val="000C3A98"/>
    <w:rsid w:val="000C7B0B"/>
    <w:rsid w:val="000D1849"/>
    <w:rsid w:val="000D3FB9"/>
    <w:rsid w:val="000D412D"/>
    <w:rsid w:val="000D60EF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0F7B3E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A34"/>
    <w:rsid w:val="001227E0"/>
    <w:rsid w:val="001234E5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0D0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A98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32FC"/>
    <w:rsid w:val="002133D6"/>
    <w:rsid w:val="00216FE6"/>
    <w:rsid w:val="002205BD"/>
    <w:rsid w:val="00221B3C"/>
    <w:rsid w:val="00221CE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692F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0D65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0CFD"/>
    <w:rsid w:val="00381BB3"/>
    <w:rsid w:val="00381C35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A47"/>
    <w:rsid w:val="00396FD4"/>
    <w:rsid w:val="003974BC"/>
    <w:rsid w:val="00397699"/>
    <w:rsid w:val="003A086E"/>
    <w:rsid w:val="003A1329"/>
    <w:rsid w:val="003A2AE8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2B1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29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1E53"/>
    <w:rsid w:val="004324E6"/>
    <w:rsid w:val="00433661"/>
    <w:rsid w:val="00433D49"/>
    <w:rsid w:val="004368AF"/>
    <w:rsid w:val="00440487"/>
    <w:rsid w:val="004414CF"/>
    <w:rsid w:val="00442558"/>
    <w:rsid w:val="00442804"/>
    <w:rsid w:val="0044506E"/>
    <w:rsid w:val="00446ADA"/>
    <w:rsid w:val="004502B5"/>
    <w:rsid w:val="00451597"/>
    <w:rsid w:val="004531CD"/>
    <w:rsid w:val="0045408E"/>
    <w:rsid w:val="0045473C"/>
    <w:rsid w:val="0045519A"/>
    <w:rsid w:val="00456484"/>
    <w:rsid w:val="00456B96"/>
    <w:rsid w:val="004576E8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470"/>
    <w:rsid w:val="00474775"/>
    <w:rsid w:val="00475877"/>
    <w:rsid w:val="00475AC1"/>
    <w:rsid w:val="0047629A"/>
    <w:rsid w:val="00477087"/>
    <w:rsid w:val="00477392"/>
    <w:rsid w:val="00477817"/>
    <w:rsid w:val="00480115"/>
    <w:rsid w:val="00480929"/>
    <w:rsid w:val="0048140A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223"/>
    <w:rsid w:val="004B0C17"/>
    <w:rsid w:val="004B0FD6"/>
    <w:rsid w:val="004B3BD4"/>
    <w:rsid w:val="004B4599"/>
    <w:rsid w:val="004B55DC"/>
    <w:rsid w:val="004B7663"/>
    <w:rsid w:val="004C0031"/>
    <w:rsid w:val="004C0CB2"/>
    <w:rsid w:val="004C1211"/>
    <w:rsid w:val="004C2234"/>
    <w:rsid w:val="004C3049"/>
    <w:rsid w:val="004C4A63"/>
    <w:rsid w:val="004C50A0"/>
    <w:rsid w:val="004C5D6D"/>
    <w:rsid w:val="004D2561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6642"/>
    <w:rsid w:val="005075D8"/>
    <w:rsid w:val="005118C7"/>
    <w:rsid w:val="00513673"/>
    <w:rsid w:val="00514A08"/>
    <w:rsid w:val="00514E8F"/>
    <w:rsid w:val="00516D0E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2E25"/>
    <w:rsid w:val="00583247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43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34DE"/>
    <w:rsid w:val="005E4786"/>
    <w:rsid w:val="005E5BE0"/>
    <w:rsid w:val="005E5C5E"/>
    <w:rsid w:val="005F10F9"/>
    <w:rsid w:val="005F25BA"/>
    <w:rsid w:val="005F2B7E"/>
    <w:rsid w:val="005F2B9D"/>
    <w:rsid w:val="005F4434"/>
    <w:rsid w:val="005F44A1"/>
    <w:rsid w:val="005F50C2"/>
    <w:rsid w:val="005F6054"/>
    <w:rsid w:val="005F7C56"/>
    <w:rsid w:val="00600CE2"/>
    <w:rsid w:val="00601264"/>
    <w:rsid w:val="00601B98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2720F"/>
    <w:rsid w:val="0063137C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4CC4"/>
    <w:rsid w:val="00665809"/>
    <w:rsid w:val="00667727"/>
    <w:rsid w:val="0067179D"/>
    <w:rsid w:val="00672F11"/>
    <w:rsid w:val="006737EF"/>
    <w:rsid w:val="006746FA"/>
    <w:rsid w:val="00675BD1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478C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6B74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4AD7"/>
    <w:rsid w:val="00716286"/>
    <w:rsid w:val="007179A9"/>
    <w:rsid w:val="00717B85"/>
    <w:rsid w:val="0072058B"/>
    <w:rsid w:val="0072138D"/>
    <w:rsid w:val="00723A3C"/>
    <w:rsid w:val="0072465D"/>
    <w:rsid w:val="00725C1C"/>
    <w:rsid w:val="00725CD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6A90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3BA4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2983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2E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759"/>
    <w:rsid w:val="00934A27"/>
    <w:rsid w:val="00935C7E"/>
    <w:rsid w:val="00936A36"/>
    <w:rsid w:val="0093755B"/>
    <w:rsid w:val="00937A27"/>
    <w:rsid w:val="00937CFE"/>
    <w:rsid w:val="00937E85"/>
    <w:rsid w:val="0094326A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018"/>
    <w:rsid w:val="00983166"/>
    <w:rsid w:val="009832F2"/>
    <w:rsid w:val="009847C7"/>
    <w:rsid w:val="00984B23"/>
    <w:rsid w:val="00986463"/>
    <w:rsid w:val="00986FA2"/>
    <w:rsid w:val="0098762C"/>
    <w:rsid w:val="00987AE2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6827"/>
    <w:rsid w:val="009C6A3B"/>
    <w:rsid w:val="009C7F4F"/>
    <w:rsid w:val="009D0381"/>
    <w:rsid w:val="009D0B5B"/>
    <w:rsid w:val="009D1788"/>
    <w:rsid w:val="009D3A44"/>
    <w:rsid w:val="009D412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4EE0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A73F0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34A9"/>
    <w:rsid w:val="00AD4B04"/>
    <w:rsid w:val="00AD6FE0"/>
    <w:rsid w:val="00AD74AF"/>
    <w:rsid w:val="00AE104F"/>
    <w:rsid w:val="00AE29B0"/>
    <w:rsid w:val="00AE2A05"/>
    <w:rsid w:val="00AE2D8B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1CF0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3C8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57152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6049"/>
    <w:rsid w:val="00BA7486"/>
    <w:rsid w:val="00BB047B"/>
    <w:rsid w:val="00BB0BA3"/>
    <w:rsid w:val="00BB0F60"/>
    <w:rsid w:val="00BB1EF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757B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11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A42"/>
    <w:rsid w:val="00C40DA2"/>
    <w:rsid w:val="00C41EEA"/>
    <w:rsid w:val="00C42E75"/>
    <w:rsid w:val="00C4355B"/>
    <w:rsid w:val="00C451CF"/>
    <w:rsid w:val="00C45822"/>
    <w:rsid w:val="00C47D83"/>
    <w:rsid w:val="00C51294"/>
    <w:rsid w:val="00C55C4D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17"/>
    <w:rsid w:val="00C8635C"/>
    <w:rsid w:val="00C90C97"/>
    <w:rsid w:val="00C916E2"/>
    <w:rsid w:val="00C92DA2"/>
    <w:rsid w:val="00C933BD"/>
    <w:rsid w:val="00C93956"/>
    <w:rsid w:val="00C9413F"/>
    <w:rsid w:val="00C9458E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55AD"/>
    <w:rsid w:val="00CB621C"/>
    <w:rsid w:val="00CC19C1"/>
    <w:rsid w:val="00CC1A5D"/>
    <w:rsid w:val="00CC2AAD"/>
    <w:rsid w:val="00CC70CF"/>
    <w:rsid w:val="00CC78AF"/>
    <w:rsid w:val="00CC78BC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6100"/>
    <w:rsid w:val="00CE7723"/>
    <w:rsid w:val="00CE7FF5"/>
    <w:rsid w:val="00CF30AC"/>
    <w:rsid w:val="00CF3893"/>
    <w:rsid w:val="00CF3C70"/>
    <w:rsid w:val="00CF503F"/>
    <w:rsid w:val="00CF72B1"/>
    <w:rsid w:val="00D0019B"/>
    <w:rsid w:val="00D0058C"/>
    <w:rsid w:val="00D00A35"/>
    <w:rsid w:val="00D011C4"/>
    <w:rsid w:val="00D0121A"/>
    <w:rsid w:val="00D02D98"/>
    <w:rsid w:val="00D0312F"/>
    <w:rsid w:val="00D0370C"/>
    <w:rsid w:val="00D03D34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210A"/>
    <w:rsid w:val="00D7393E"/>
    <w:rsid w:val="00D761DF"/>
    <w:rsid w:val="00D766C4"/>
    <w:rsid w:val="00D77287"/>
    <w:rsid w:val="00D77598"/>
    <w:rsid w:val="00D77E80"/>
    <w:rsid w:val="00D81109"/>
    <w:rsid w:val="00D81124"/>
    <w:rsid w:val="00D85B55"/>
    <w:rsid w:val="00D85C4C"/>
    <w:rsid w:val="00D906FD"/>
    <w:rsid w:val="00D92043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0386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6F4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BD8"/>
    <w:rsid w:val="00E94E8A"/>
    <w:rsid w:val="00E969C5"/>
    <w:rsid w:val="00E97F97"/>
    <w:rsid w:val="00EA0C91"/>
    <w:rsid w:val="00EA0D19"/>
    <w:rsid w:val="00EA1D17"/>
    <w:rsid w:val="00EA2429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15BE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1657"/>
    <w:rsid w:val="00ED3585"/>
    <w:rsid w:val="00ED4DBD"/>
    <w:rsid w:val="00ED5110"/>
    <w:rsid w:val="00ED627D"/>
    <w:rsid w:val="00ED6A4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05C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1F4C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D4D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D7B60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11329C"/>
  <w15:docId w15:val="{4F7D4A67-3E14-4756-B3A3-8DB13E0B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C211CA"/>
    <w:pPr>
      <w:tabs>
        <w:tab w:val="left" w:pos="284"/>
      </w:tabs>
    </w:pPr>
    <w:rPr>
      <w:rFonts w:ascii="Verdana" w:hAnsi="Verdana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211CA"/>
    <w:rPr>
      <w:rFonts w:ascii="Verdana" w:hAnsi="Verdana"/>
      <w:sz w:val="18"/>
    </w:rPr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  <w:style w:type="paragraph" w:customStyle="1" w:styleId="Default">
    <w:name w:val="Default"/>
    <w:rsid w:val="00F1605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BC675-BD7B-4883-9D74-0A9ABF7E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Pott, Antonia</cp:lastModifiedBy>
  <cp:revision>26</cp:revision>
  <cp:lastPrinted>2018-11-09T13:13:00Z</cp:lastPrinted>
  <dcterms:created xsi:type="dcterms:W3CDTF">2018-11-09T09:53:00Z</dcterms:created>
  <dcterms:modified xsi:type="dcterms:W3CDTF">2021-03-05T14:23:00Z</dcterms:modified>
</cp:coreProperties>
</file>