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1418"/>
        <w:gridCol w:w="2694"/>
      </w:tblGrid>
      <w:tr w:rsidR="002E629B" w:rsidRPr="00503A5C" w14:paraId="3083BF92" w14:textId="77777777" w:rsidTr="00DA0D38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5BE5A0D9" w14:textId="77777777" w:rsidR="002E629B" w:rsidRPr="00503A5C" w:rsidRDefault="00CD51B1" w:rsidP="00E57D79">
            <w:pPr>
              <w:rPr>
                <w:rFonts w:ascii="Verdana" w:hAnsi="Verdana"/>
                <w:b/>
                <w:sz w:val="20"/>
                <w:szCs w:val="20"/>
                <w:u w:val="single"/>
              </w:rPr>
            </w:pPr>
            <w:r>
              <w:rPr>
                <w:rFonts w:ascii="Verdana" w:hAnsi="Verdana"/>
                <w:b/>
                <w:sz w:val="20"/>
              </w:rPr>
              <w:br w:type="page"/>
              <w:t>Annex 1 to the contract pursuant to DE-UZ 188</w:t>
            </w:r>
          </w:p>
          <w:p w14:paraId="13588BB6" w14:textId="77777777" w:rsidR="002E629B" w:rsidRPr="00503A5C" w:rsidRDefault="002E629B" w:rsidP="00E57D79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46F487A7" w14:textId="77777777" w:rsidR="002E629B" w:rsidRPr="00503A5C" w:rsidRDefault="002E629B" w:rsidP="00645862">
            <w:pPr>
              <w:rPr>
                <w:rFonts w:ascii="Verdana" w:hAnsi="Verdana"/>
                <w:b/>
                <w:sz w:val="20"/>
                <w:szCs w:val="20"/>
                <w:u w:val="single"/>
              </w:rPr>
            </w:pPr>
            <w:r>
              <w:rPr>
                <w:rFonts w:ascii="Verdana" w:hAnsi="Verdana"/>
                <w:b/>
                <w:sz w:val="20"/>
              </w:rPr>
              <w:t>Environmental label for “Vacuum Cleaners”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4F6E6" w14:textId="77777777" w:rsidR="002E629B" w:rsidRPr="00503A5C" w:rsidRDefault="002E629B" w:rsidP="00E57D79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0F80983F" w14:textId="77777777" w:rsidR="002E629B" w:rsidRPr="00503A5C" w:rsidRDefault="002E629B" w:rsidP="00E57D79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535D4F53" w14:textId="77777777" w:rsidR="002E629B" w:rsidRPr="00503A5C" w:rsidRDefault="002E629B" w:rsidP="00E57D79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nil"/>
            </w:tcBorders>
            <w:vAlign w:val="center"/>
          </w:tcPr>
          <w:p w14:paraId="3DB903F6" w14:textId="77777777" w:rsidR="0050007C" w:rsidRPr="00503A5C" w:rsidRDefault="0050007C" w:rsidP="0050007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7DD9C1EA" w14:textId="77777777" w:rsidR="002E629B" w:rsidRPr="00503A5C" w:rsidRDefault="002E629B" w:rsidP="0050007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Please use this</w:t>
            </w:r>
            <w:r>
              <w:rPr>
                <w:rFonts w:ascii="Verdana" w:hAnsi="Verdana"/>
                <w:b/>
                <w:sz w:val="20"/>
              </w:rPr>
              <w:br/>
              <w:t>printed form!</w:t>
            </w:r>
          </w:p>
          <w:p w14:paraId="25F12E23" w14:textId="77777777" w:rsidR="002E629B" w:rsidRPr="00503A5C" w:rsidRDefault="002E629B" w:rsidP="0050007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4959091F" w14:textId="77777777" w:rsidR="002E629B" w:rsidRPr="00503A5C" w:rsidRDefault="002E629B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14:paraId="77BFD63B" w14:textId="77777777" w:rsidR="002E629B" w:rsidRPr="00503A5C" w:rsidRDefault="002E629B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14:paraId="158A8BD3" w14:textId="7EEE5BC5" w:rsidR="002E629B" w:rsidRPr="00503A5C" w:rsidRDefault="002E629B" w:rsidP="00605C51">
      <w:pPr>
        <w:pStyle w:val="Textkrper"/>
        <w:tabs>
          <w:tab w:val="clear" w:pos="3119"/>
          <w:tab w:val="clear" w:pos="3686"/>
          <w:tab w:val="left" w:pos="396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>Manufacturer (Applicant):</w:t>
      </w:r>
      <w:r>
        <w:rPr>
          <w:rFonts w:ascii="Verdana" w:hAnsi="Verdana"/>
          <w:sz w:val="20"/>
        </w:rPr>
        <w:tab/>
      </w:r>
      <w:bookmarkStart w:id="0" w:name="Text23"/>
      <w:r w:rsidR="00924865" w:rsidRPr="00503A5C">
        <w:rPr>
          <w:rFonts w:ascii="Verdana" w:hAnsi="Verdana"/>
          <w:sz w:val="20"/>
        </w:rPr>
        <w:fldChar w:fldCharType="begin" w:fldLock="1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790957" w:rsidRPr="00503A5C">
        <w:rPr>
          <w:rFonts w:ascii="Verdana" w:hAnsi="Verdana"/>
          <w:sz w:val="20"/>
        </w:rPr>
        <w:instrText xml:space="preserve"> FORMTEXT </w:instrText>
      </w:r>
      <w:r w:rsidR="00924865" w:rsidRPr="00503A5C">
        <w:rPr>
          <w:rFonts w:ascii="Verdana" w:hAnsi="Verdana"/>
          <w:sz w:val="20"/>
        </w:rPr>
      </w:r>
      <w:r w:rsidR="00924865" w:rsidRPr="00503A5C">
        <w:rPr>
          <w:rFonts w:ascii="Verdana" w:hAnsi="Verdana"/>
          <w:sz w:val="20"/>
        </w:rPr>
        <w:fldChar w:fldCharType="separate"/>
      </w:r>
      <w:r>
        <w:rPr>
          <w:rFonts w:ascii="Verdana" w:hAnsi="Verdana"/>
          <w:sz w:val="20"/>
        </w:rPr>
        <w:t>     </w:t>
      </w:r>
      <w:r w:rsidR="00924865" w:rsidRPr="00503A5C">
        <w:rPr>
          <w:rFonts w:ascii="Verdana" w:hAnsi="Verdana"/>
          <w:sz w:val="20"/>
        </w:rPr>
        <w:fldChar w:fldCharType="end"/>
      </w:r>
      <w:bookmarkEnd w:id="0"/>
    </w:p>
    <w:p w14:paraId="7F22D0D3" w14:textId="77777777" w:rsidR="002E629B" w:rsidRPr="00503A5C" w:rsidRDefault="00D338F3" w:rsidP="00605C5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396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ab/>
      </w:r>
      <w:r w:rsidR="00924865" w:rsidRPr="00503A5C">
        <w:rPr>
          <w:rFonts w:ascii="Verdana" w:hAnsi="Verdana"/>
          <w:sz w:val="20"/>
        </w:rPr>
        <w:fldChar w:fldCharType="begin" w:fldLock="1">
          <w:ffData>
            <w:name w:val="Text25"/>
            <w:enabled/>
            <w:calcOnExit w:val="0"/>
            <w:textInput>
              <w:maxLength w:val="35"/>
            </w:textInput>
          </w:ffData>
        </w:fldChar>
      </w:r>
      <w:bookmarkStart w:id="1" w:name="Text25"/>
      <w:r w:rsidRPr="00503A5C">
        <w:rPr>
          <w:rFonts w:ascii="Verdana" w:hAnsi="Verdana"/>
          <w:sz w:val="20"/>
        </w:rPr>
        <w:instrText xml:space="preserve"> FORMTEXT </w:instrText>
      </w:r>
      <w:r w:rsidR="00924865" w:rsidRPr="00503A5C">
        <w:rPr>
          <w:rFonts w:ascii="Verdana" w:hAnsi="Verdana"/>
          <w:sz w:val="20"/>
        </w:rPr>
      </w:r>
      <w:r w:rsidR="00924865" w:rsidRPr="00503A5C">
        <w:rPr>
          <w:rFonts w:ascii="Verdana" w:hAnsi="Verdana"/>
          <w:sz w:val="20"/>
        </w:rPr>
        <w:fldChar w:fldCharType="separate"/>
      </w:r>
      <w:r>
        <w:rPr>
          <w:rFonts w:ascii="Verdana" w:hAnsi="Verdana"/>
          <w:sz w:val="20"/>
        </w:rPr>
        <w:t>     </w:t>
      </w:r>
      <w:r w:rsidR="00924865" w:rsidRPr="00503A5C">
        <w:rPr>
          <w:rFonts w:ascii="Verdana" w:hAnsi="Verdana"/>
          <w:sz w:val="20"/>
        </w:rPr>
        <w:fldChar w:fldCharType="end"/>
      </w:r>
      <w:bookmarkEnd w:id="1"/>
    </w:p>
    <w:p w14:paraId="75B2312D" w14:textId="77777777" w:rsidR="00D338F3" w:rsidRPr="00503A5C" w:rsidRDefault="00D338F3" w:rsidP="00605C5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396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ab/>
      </w:r>
      <w:r w:rsidR="00924865" w:rsidRPr="00503A5C">
        <w:rPr>
          <w:rFonts w:ascii="Verdana" w:hAnsi="Verdana"/>
          <w:sz w:val="20"/>
        </w:rPr>
        <w:fldChar w:fldCharType="begin" w:fldLock="1">
          <w:ffData>
            <w:name w:val="Text24"/>
            <w:enabled/>
            <w:calcOnExit w:val="0"/>
            <w:textInput>
              <w:maxLength w:val="35"/>
            </w:textInput>
          </w:ffData>
        </w:fldChar>
      </w:r>
      <w:bookmarkStart w:id="2" w:name="Text24"/>
      <w:r w:rsidRPr="00503A5C">
        <w:rPr>
          <w:rFonts w:ascii="Verdana" w:hAnsi="Verdana"/>
          <w:sz w:val="20"/>
        </w:rPr>
        <w:instrText xml:space="preserve"> FORMTEXT </w:instrText>
      </w:r>
      <w:r w:rsidR="00924865" w:rsidRPr="00503A5C">
        <w:rPr>
          <w:rFonts w:ascii="Verdana" w:hAnsi="Verdana"/>
          <w:sz w:val="20"/>
        </w:rPr>
      </w:r>
      <w:r w:rsidR="00924865" w:rsidRPr="00503A5C">
        <w:rPr>
          <w:rFonts w:ascii="Verdana" w:hAnsi="Verdana"/>
          <w:sz w:val="20"/>
        </w:rPr>
        <w:fldChar w:fldCharType="separate"/>
      </w:r>
      <w:r>
        <w:rPr>
          <w:rFonts w:ascii="Verdana" w:hAnsi="Verdana"/>
          <w:sz w:val="20"/>
        </w:rPr>
        <w:t>     </w:t>
      </w:r>
      <w:r w:rsidR="00924865" w:rsidRPr="00503A5C">
        <w:rPr>
          <w:rFonts w:ascii="Verdana" w:hAnsi="Verdana"/>
          <w:sz w:val="20"/>
        </w:rPr>
        <w:fldChar w:fldCharType="end"/>
      </w:r>
      <w:bookmarkEnd w:id="2"/>
    </w:p>
    <w:p w14:paraId="5015755F" w14:textId="77777777" w:rsidR="002E629B" w:rsidRPr="00503A5C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</w:p>
    <w:p w14:paraId="62449840" w14:textId="77777777" w:rsidR="002E629B" w:rsidRPr="00503A5C" w:rsidRDefault="002E629B" w:rsidP="00605C51">
      <w:pPr>
        <w:pStyle w:val="Textkrper"/>
        <w:tabs>
          <w:tab w:val="clear" w:pos="3119"/>
          <w:tab w:val="clear" w:pos="3686"/>
          <w:tab w:val="left" w:pos="396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>Distributor (Label User):</w:t>
      </w:r>
      <w:r>
        <w:rPr>
          <w:rFonts w:ascii="Verdana" w:hAnsi="Verdana"/>
          <w:sz w:val="20"/>
        </w:rPr>
        <w:tab/>
      </w:r>
      <w:r w:rsidR="00924865" w:rsidRPr="00503A5C">
        <w:rPr>
          <w:rFonts w:ascii="Verdana" w:hAnsi="Verdana"/>
          <w:sz w:val="20"/>
        </w:rPr>
        <w:fldChar w:fldCharType="begin" w:fldLock="1">
          <w:ffData>
            <w:name w:val="Text22"/>
            <w:enabled/>
            <w:calcOnExit w:val="0"/>
            <w:textInput>
              <w:maxLength w:val="35"/>
            </w:textInput>
          </w:ffData>
        </w:fldChar>
      </w:r>
      <w:bookmarkStart w:id="3" w:name="Text22"/>
      <w:r w:rsidR="00D338F3" w:rsidRPr="00503A5C">
        <w:rPr>
          <w:rFonts w:ascii="Verdana" w:hAnsi="Verdana"/>
          <w:sz w:val="20"/>
        </w:rPr>
        <w:instrText xml:space="preserve"> FORMTEXT </w:instrText>
      </w:r>
      <w:r w:rsidR="00924865" w:rsidRPr="00503A5C">
        <w:rPr>
          <w:rFonts w:ascii="Verdana" w:hAnsi="Verdana"/>
          <w:sz w:val="20"/>
        </w:rPr>
      </w:r>
      <w:r w:rsidR="00924865" w:rsidRPr="00503A5C">
        <w:rPr>
          <w:rFonts w:ascii="Verdana" w:hAnsi="Verdana"/>
          <w:sz w:val="20"/>
        </w:rPr>
        <w:fldChar w:fldCharType="separate"/>
      </w:r>
      <w:r>
        <w:rPr>
          <w:rFonts w:ascii="Verdana" w:hAnsi="Verdana"/>
          <w:sz w:val="20"/>
        </w:rPr>
        <w:t>     </w:t>
      </w:r>
      <w:r w:rsidR="00924865" w:rsidRPr="00503A5C">
        <w:rPr>
          <w:rFonts w:ascii="Verdana" w:hAnsi="Verdana"/>
          <w:sz w:val="20"/>
        </w:rPr>
        <w:fldChar w:fldCharType="end"/>
      </w:r>
      <w:bookmarkEnd w:id="3"/>
    </w:p>
    <w:p w14:paraId="7C91A7D0" w14:textId="77777777" w:rsidR="002E629B" w:rsidRPr="00503A5C" w:rsidRDefault="00D338F3" w:rsidP="00605C5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396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ab/>
      </w:r>
      <w:r w:rsidR="00924865" w:rsidRPr="00503A5C">
        <w:rPr>
          <w:rFonts w:ascii="Verdana" w:hAnsi="Verdana"/>
          <w:sz w:val="20"/>
        </w:rPr>
        <w:fldChar w:fldCharType="begin" w:fldLock="1">
          <w:ffData>
            <w:name w:val="Text26"/>
            <w:enabled/>
            <w:calcOnExit w:val="0"/>
            <w:textInput>
              <w:maxLength w:val="35"/>
            </w:textInput>
          </w:ffData>
        </w:fldChar>
      </w:r>
      <w:bookmarkStart w:id="4" w:name="Text26"/>
      <w:r w:rsidRPr="00503A5C">
        <w:rPr>
          <w:rFonts w:ascii="Verdana" w:hAnsi="Verdana"/>
          <w:sz w:val="20"/>
        </w:rPr>
        <w:instrText xml:space="preserve"> FORMTEXT </w:instrText>
      </w:r>
      <w:r w:rsidR="00924865" w:rsidRPr="00503A5C">
        <w:rPr>
          <w:rFonts w:ascii="Verdana" w:hAnsi="Verdana"/>
          <w:sz w:val="20"/>
        </w:rPr>
      </w:r>
      <w:r w:rsidR="00924865" w:rsidRPr="00503A5C">
        <w:rPr>
          <w:rFonts w:ascii="Verdana" w:hAnsi="Verdana"/>
          <w:sz w:val="20"/>
        </w:rPr>
        <w:fldChar w:fldCharType="separate"/>
      </w:r>
      <w:r>
        <w:rPr>
          <w:rFonts w:ascii="Verdana" w:hAnsi="Verdana"/>
          <w:sz w:val="20"/>
        </w:rPr>
        <w:t>     </w:t>
      </w:r>
      <w:r w:rsidR="00924865" w:rsidRPr="00503A5C">
        <w:rPr>
          <w:rFonts w:ascii="Verdana" w:hAnsi="Verdana"/>
          <w:sz w:val="20"/>
        </w:rPr>
        <w:fldChar w:fldCharType="end"/>
      </w:r>
      <w:bookmarkEnd w:id="4"/>
    </w:p>
    <w:p w14:paraId="7ADFCB39" w14:textId="77777777" w:rsidR="00D338F3" w:rsidRPr="00503A5C" w:rsidRDefault="00D338F3" w:rsidP="00605C5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396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ab/>
      </w:r>
      <w:r w:rsidR="00924865" w:rsidRPr="00503A5C">
        <w:rPr>
          <w:rFonts w:ascii="Verdana" w:hAnsi="Verdana"/>
          <w:sz w:val="20"/>
        </w:rPr>
        <w:fldChar w:fldCharType="begin" w:fldLock="1">
          <w:ffData>
            <w:name w:val="Text27"/>
            <w:enabled/>
            <w:calcOnExit w:val="0"/>
            <w:textInput>
              <w:maxLength w:val="35"/>
            </w:textInput>
          </w:ffData>
        </w:fldChar>
      </w:r>
      <w:bookmarkStart w:id="5" w:name="Text27"/>
      <w:r w:rsidRPr="00503A5C">
        <w:rPr>
          <w:rFonts w:ascii="Verdana" w:hAnsi="Verdana"/>
          <w:sz w:val="20"/>
        </w:rPr>
        <w:instrText xml:space="preserve"> FORMTEXT </w:instrText>
      </w:r>
      <w:r w:rsidR="00924865" w:rsidRPr="00503A5C">
        <w:rPr>
          <w:rFonts w:ascii="Verdana" w:hAnsi="Verdana"/>
          <w:sz w:val="20"/>
        </w:rPr>
      </w:r>
      <w:r w:rsidR="00924865" w:rsidRPr="00503A5C">
        <w:rPr>
          <w:rFonts w:ascii="Verdana" w:hAnsi="Verdana"/>
          <w:sz w:val="20"/>
        </w:rPr>
        <w:fldChar w:fldCharType="separate"/>
      </w:r>
      <w:r>
        <w:rPr>
          <w:rFonts w:ascii="Verdana" w:hAnsi="Verdana"/>
          <w:sz w:val="20"/>
        </w:rPr>
        <w:t>     </w:t>
      </w:r>
      <w:r w:rsidR="00924865" w:rsidRPr="00503A5C">
        <w:rPr>
          <w:rFonts w:ascii="Verdana" w:hAnsi="Verdana"/>
          <w:sz w:val="20"/>
        </w:rPr>
        <w:fldChar w:fldCharType="end"/>
      </w:r>
      <w:bookmarkEnd w:id="5"/>
    </w:p>
    <w:p w14:paraId="768442DD" w14:textId="77777777" w:rsidR="002E629B" w:rsidRPr="00503A5C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</w:p>
    <w:p w14:paraId="4B060D8C" w14:textId="77777777" w:rsidR="002E629B" w:rsidRPr="00503A5C" w:rsidRDefault="002E629B" w:rsidP="00605C51">
      <w:pPr>
        <w:pStyle w:val="Textkrper"/>
        <w:tabs>
          <w:tab w:val="clear" w:pos="3119"/>
          <w:tab w:val="clear" w:pos="3686"/>
          <w:tab w:val="left" w:pos="396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>Brand/trade name:</w:t>
      </w:r>
      <w:r>
        <w:rPr>
          <w:rFonts w:ascii="Verdana" w:hAnsi="Verdana"/>
          <w:sz w:val="20"/>
        </w:rPr>
        <w:tab/>
      </w:r>
      <w:r w:rsidR="00924865" w:rsidRPr="00503A5C">
        <w:rPr>
          <w:rFonts w:ascii="Verdana" w:hAnsi="Verdana"/>
          <w:sz w:val="20"/>
        </w:rPr>
        <w:fldChar w:fldCharType="begin" w:fldLock="1">
          <w:ffData>
            <w:name w:val="Text21"/>
            <w:enabled/>
            <w:calcOnExit w:val="0"/>
            <w:textInput>
              <w:maxLength w:val="35"/>
            </w:textInput>
          </w:ffData>
        </w:fldChar>
      </w:r>
      <w:bookmarkStart w:id="6" w:name="Text21"/>
      <w:r w:rsidR="00D338F3" w:rsidRPr="00503A5C">
        <w:rPr>
          <w:rFonts w:ascii="Verdana" w:hAnsi="Verdana"/>
          <w:sz w:val="20"/>
        </w:rPr>
        <w:instrText xml:space="preserve"> FORMTEXT </w:instrText>
      </w:r>
      <w:r w:rsidR="00924865" w:rsidRPr="00503A5C">
        <w:rPr>
          <w:rFonts w:ascii="Verdana" w:hAnsi="Verdana"/>
          <w:sz w:val="20"/>
        </w:rPr>
      </w:r>
      <w:r w:rsidR="00924865" w:rsidRPr="00503A5C">
        <w:rPr>
          <w:rFonts w:ascii="Verdana" w:hAnsi="Verdana"/>
          <w:sz w:val="20"/>
        </w:rPr>
        <w:fldChar w:fldCharType="separate"/>
      </w:r>
      <w:r>
        <w:rPr>
          <w:rFonts w:ascii="Verdana" w:hAnsi="Verdana"/>
          <w:sz w:val="20"/>
        </w:rPr>
        <w:t>     </w:t>
      </w:r>
      <w:r w:rsidR="00924865" w:rsidRPr="00503A5C">
        <w:rPr>
          <w:rFonts w:ascii="Verdana" w:hAnsi="Verdana"/>
          <w:sz w:val="20"/>
        </w:rPr>
        <w:fldChar w:fldCharType="end"/>
      </w:r>
      <w:bookmarkEnd w:id="6"/>
    </w:p>
    <w:p w14:paraId="4242980A" w14:textId="77777777" w:rsidR="002E629B" w:rsidRPr="00503A5C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</w:p>
    <w:p w14:paraId="0FCF8BDB" w14:textId="77777777" w:rsidR="002E629B" w:rsidRPr="00503A5C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</w:p>
    <w:p w14:paraId="28350A55" w14:textId="77777777" w:rsidR="002E629B" w:rsidRPr="00503A5C" w:rsidRDefault="00CD51B1" w:rsidP="00605C51">
      <w:pPr>
        <w:pStyle w:val="Textkrper"/>
        <w:tabs>
          <w:tab w:val="clear" w:pos="3119"/>
          <w:tab w:val="clear" w:pos="3686"/>
          <w:tab w:val="left" w:pos="396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>Type designation:</w:t>
      </w:r>
      <w:r>
        <w:rPr>
          <w:rFonts w:ascii="Verdana" w:hAnsi="Verdana"/>
          <w:sz w:val="20"/>
        </w:rPr>
        <w:tab/>
      </w:r>
      <w:r w:rsidR="00924865" w:rsidRPr="00503A5C">
        <w:rPr>
          <w:rFonts w:ascii="Verdana" w:hAnsi="Verdana"/>
          <w:sz w:val="20"/>
        </w:rPr>
        <w:fldChar w:fldCharType="begin" w:fldLock="1">
          <w:ffData>
            <w:name w:val="Text20"/>
            <w:enabled/>
            <w:calcOnExit w:val="0"/>
            <w:textInput>
              <w:maxLength w:val="35"/>
            </w:textInput>
          </w:ffData>
        </w:fldChar>
      </w:r>
      <w:bookmarkStart w:id="7" w:name="Text20"/>
      <w:r w:rsidR="00D338F3" w:rsidRPr="00503A5C">
        <w:rPr>
          <w:rFonts w:ascii="Verdana" w:hAnsi="Verdana"/>
          <w:sz w:val="20"/>
        </w:rPr>
        <w:instrText xml:space="preserve"> FORMTEXT </w:instrText>
      </w:r>
      <w:r w:rsidR="00924865" w:rsidRPr="00503A5C">
        <w:rPr>
          <w:rFonts w:ascii="Verdana" w:hAnsi="Verdana"/>
          <w:sz w:val="20"/>
        </w:rPr>
      </w:r>
      <w:r w:rsidR="00924865" w:rsidRPr="00503A5C">
        <w:rPr>
          <w:rFonts w:ascii="Verdana" w:hAnsi="Verdana"/>
          <w:sz w:val="20"/>
        </w:rPr>
        <w:fldChar w:fldCharType="separate"/>
      </w:r>
      <w:r>
        <w:rPr>
          <w:rFonts w:ascii="Verdana" w:hAnsi="Verdana"/>
          <w:sz w:val="20"/>
        </w:rPr>
        <w:t>     </w:t>
      </w:r>
      <w:r w:rsidR="00924865" w:rsidRPr="00503A5C">
        <w:rPr>
          <w:rFonts w:ascii="Verdana" w:hAnsi="Verdana"/>
          <w:sz w:val="20"/>
        </w:rPr>
        <w:fldChar w:fldCharType="end"/>
      </w:r>
      <w:bookmarkEnd w:id="7"/>
    </w:p>
    <w:p w14:paraId="15DA1415" w14:textId="77777777" w:rsidR="002E629B" w:rsidRPr="00503A5C" w:rsidRDefault="002E629B" w:rsidP="00F260CB">
      <w:pPr>
        <w:pStyle w:val="Textkrper"/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</w:p>
    <w:p w14:paraId="6A411BC1" w14:textId="77777777" w:rsidR="00F260CB" w:rsidRPr="00503A5C" w:rsidRDefault="00F260CB" w:rsidP="00F260CB">
      <w:pPr>
        <w:pStyle w:val="Textkrper"/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5955"/>
        <w:gridCol w:w="1133"/>
        <w:gridCol w:w="810"/>
      </w:tblGrid>
      <w:tr w:rsidR="00CD51B1" w:rsidRPr="00503A5C" w14:paraId="192D06B0" w14:textId="77777777" w:rsidTr="00503A5C">
        <w:trPr>
          <w:tblHeader/>
        </w:trPr>
        <w:tc>
          <w:tcPr>
            <w:tcW w:w="728" w:type="pct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14:paraId="5ED2A8CF" w14:textId="77777777" w:rsidR="00CD51B1" w:rsidRPr="00503A5C" w:rsidRDefault="00CD51B1" w:rsidP="007D1998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br w:type="page"/>
            </w:r>
            <w:r>
              <w:br w:type="page"/>
            </w:r>
            <w:r>
              <w:rPr>
                <w:rFonts w:ascii="Verdana" w:hAnsi="Verdana"/>
                <w:b/>
                <w:sz w:val="20"/>
              </w:rPr>
              <w:t>Paragraph</w:t>
            </w:r>
          </w:p>
        </w:tc>
        <w:tc>
          <w:tcPr>
            <w:tcW w:w="3221" w:type="pct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14:paraId="52A2E40A" w14:textId="77777777" w:rsidR="00CD51B1" w:rsidRPr="00503A5C" w:rsidRDefault="00CD51B1" w:rsidP="00492199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Declarations/compliance verifications for vacuum cleaners</w:t>
            </w:r>
          </w:p>
        </w:tc>
        <w:tc>
          <w:tcPr>
            <w:tcW w:w="613" w:type="pct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14:paraId="4E13417A" w14:textId="77777777" w:rsidR="00CD51B1" w:rsidRPr="00503A5C" w:rsidRDefault="00CD51B1" w:rsidP="00FD020A">
            <w:pPr>
              <w:tabs>
                <w:tab w:val="left" w:pos="7938"/>
              </w:tabs>
              <w:spacing w:before="40" w:after="2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Yes</w:t>
            </w:r>
          </w:p>
        </w:tc>
        <w:tc>
          <w:tcPr>
            <w:tcW w:w="438" w:type="pct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14:paraId="53C3CA19" w14:textId="77777777" w:rsidR="00CD51B1" w:rsidRPr="00503A5C" w:rsidRDefault="00CD51B1" w:rsidP="00FD020A">
            <w:pPr>
              <w:tabs>
                <w:tab w:val="left" w:pos="7938"/>
              </w:tabs>
              <w:spacing w:before="40" w:after="2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No</w:t>
            </w:r>
          </w:p>
        </w:tc>
      </w:tr>
      <w:tr w:rsidR="00CD51B1" w:rsidRPr="00503A5C" w14:paraId="6FF16D94" w14:textId="77777777" w:rsidTr="00503A5C">
        <w:tc>
          <w:tcPr>
            <w:tcW w:w="728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14:paraId="6F664D19" w14:textId="77777777" w:rsidR="00CD51B1" w:rsidRPr="00503A5C" w:rsidRDefault="00CD51B1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3.1</w:t>
            </w:r>
          </w:p>
        </w:tc>
        <w:tc>
          <w:tcPr>
            <w:tcW w:w="3221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14:paraId="42A8BD01" w14:textId="77777777" w:rsidR="00CD51B1" w:rsidRPr="00503A5C" w:rsidRDefault="00B80195" w:rsidP="00B80195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Rated input power</w:t>
            </w:r>
          </w:p>
        </w:tc>
        <w:tc>
          <w:tcPr>
            <w:tcW w:w="613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14:paraId="5E67B231" w14:textId="77777777" w:rsidR="00CD51B1" w:rsidRPr="00503A5C" w:rsidRDefault="00CD51B1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8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14:paraId="4B2BF20B" w14:textId="77777777" w:rsidR="00CD51B1" w:rsidRPr="00503A5C" w:rsidRDefault="00CD51B1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790957" w:rsidRPr="00503A5C" w14:paraId="33012972" w14:textId="77777777" w:rsidTr="00503A5C">
        <w:trPr>
          <w:trHeight w:val="212"/>
        </w:trPr>
        <w:tc>
          <w:tcPr>
            <w:tcW w:w="72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1C05C1F3" w14:textId="77777777" w:rsidR="00790957" w:rsidRPr="00503A5C" w:rsidRDefault="00790957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23EE526F" w14:textId="77777777" w:rsidR="00790957" w:rsidRPr="00331F6C" w:rsidRDefault="00790957" w:rsidP="00B80195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The rated input power of the appliance during active operation is ≤ 800 watts.</w:t>
            </w:r>
          </w:p>
        </w:tc>
        <w:tc>
          <w:tcPr>
            <w:tcW w:w="61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08DD26EC" w14:textId="55FAFC3E" w:rsidR="00790957" w:rsidRPr="00503A5C" w:rsidRDefault="00924865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90957"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 w:rsidRPr="00503A5C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272AE0DC" w14:textId="77777777" w:rsidR="00790957" w:rsidRPr="00503A5C" w:rsidRDefault="00924865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90957"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F62B7E" w:rsidRPr="00503A5C" w14:paraId="673537EA" w14:textId="77777777" w:rsidTr="00503A5C">
        <w:trPr>
          <w:trHeight w:val="346"/>
        </w:trPr>
        <w:tc>
          <w:tcPr>
            <w:tcW w:w="72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4E9FC5DE" w14:textId="77777777" w:rsidR="00F62B7E" w:rsidRPr="00503A5C" w:rsidRDefault="00F62B7E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6276AC1D" w14:textId="77777777" w:rsidR="00F62B7E" w:rsidRPr="00331F6C" w:rsidRDefault="00D72B9E" w:rsidP="00B80195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 xml:space="preserve">The rated input power during active operation on carpet is </w:t>
            </w:r>
            <w:r w:rsidR="00924865" w:rsidRPr="00331F6C">
              <w:rPr>
                <w:rFonts w:ascii="Verdana" w:hAnsi="Verdana"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872A8A" w:rsidRPr="00331F6C">
              <w:rPr>
                <w:rFonts w:ascii="Verdana" w:hAnsi="Verdana"/>
                <w:sz w:val="20"/>
              </w:rPr>
              <w:instrText xml:space="preserve"> FORMTEXT </w:instrText>
            </w:r>
            <w:r w:rsidR="00924865" w:rsidRPr="00331F6C">
              <w:rPr>
                <w:rFonts w:ascii="Verdana" w:hAnsi="Verdana"/>
                <w:sz w:val="20"/>
              </w:rPr>
            </w:r>
            <w:r w:rsidR="00924865" w:rsidRPr="00331F6C">
              <w:rPr>
                <w:rFonts w:ascii="Verdana" w:hAnsi="Verdana"/>
                <w:sz w:val="20"/>
              </w:rPr>
              <w:fldChar w:fldCharType="separate"/>
            </w:r>
            <w:r>
              <w:rPr>
                <w:rFonts w:ascii="Verdana" w:hAnsi="Verdana"/>
                <w:sz w:val="20"/>
              </w:rPr>
              <w:t>     </w:t>
            </w:r>
            <w:r w:rsidR="00924865" w:rsidRPr="00331F6C">
              <w:rPr>
                <w:rFonts w:ascii="Verdana" w:hAnsi="Verdana"/>
                <w:sz w:val="20"/>
              </w:rPr>
              <w:fldChar w:fldCharType="end"/>
            </w:r>
            <w:r>
              <w:rPr>
                <w:rFonts w:ascii="Verdana" w:hAnsi="Verdana"/>
                <w:sz w:val="20"/>
              </w:rPr>
              <w:t xml:space="preserve"> watts.</w:t>
            </w:r>
          </w:p>
        </w:tc>
        <w:tc>
          <w:tcPr>
            <w:tcW w:w="61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7DB5C5E6" w14:textId="77777777" w:rsidR="00F62B7E" w:rsidRPr="00503A5C" w:rsidRDefault="00F62B7E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417601F0" w14:textId="77777777" w:rsidR="00F62B7E" w:rsidRPr="00503A5C" w:rsidRDefault="00F62B7E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80195" w:rsidRPr="00503A5C" w14:paraId="4A2A7EE5" w14:textId="77777777" w:rsidTr="00503A5C">
        <w:trPr>
          <w:trHeight w:val="346"/>
        </w:trPr>
        <w:tc>
          <w:tcPr>
            <w:tcW w:w="72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7FAF0324" w14:textId="77777777" w:rsidR="00B80195" w:rsidRPr="00503A5C" w:rsidRDefault="00B80195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781874EF" w14:textId="77777777" w:rsidR="00B80195" w:rsidRPr="00331F6C" w:rsidRDefault="00B80195" w:rsidP="00B80195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 xml:space="preserve">The rated input power during active operation on hard floor is </w:t>
            </w:r>
            <w:r w:rsidRPr="00331F6C">
              <w:rPr>
                <w:rFonts w:ascii="Verdana" w:hAnsi="Verdana"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331F6C">
              <w:rPr>
                <w:rFonts w:ascii="Verdana" w:hAnsi="Verdana"/>
                <w:sz w:val="20"/>
              </w:rPr>
              <w:instrText xml:space="preserve"> FORMTEXT </w:instrText>
            </w:r>
            <w:r w:rsidRPr="00331F6C">
              <w:rPr>
                <w:rFonts w:ascii="Verdana" w:hAnsi="Verdana"/>
                <w:sz w:val="20"/>
              </w:rPr>
            </w:r>
            <w:r w:rsidRPr="00331F6C">
              <w:rPr>
                <w:rFonts w:ascii="Verdana" w:hAnsi="Verdana"/>
                <w:sz w:val="20"/>
              </w:rPr>
              <w:fldChar w:fldCharType="separate"/>
            </w:r>
            <w:r>
              <w:rPr>
                <w:rFonts w:ascii="Verdana" w:hAnsi="Verdana"/>
                <w:sz w:val="20"/>
              </w:rPr>
              <w:t>     </w:t>
            </w:r>
            <w:r w:rsidRPr="00331F6C">
              <w:rPr>
                <w:rFonts w:ascii="Verdana" w:hAnsi="Verdana"/>
                <w:sz w:val="20"/>
              </w:rPr>
              <w:fldChar w:fldCharType="end"/>
            </w:r>
            <w:r>
              <w:rPr>
                <w:rFonts w:ascii="Verdana" w:hAnsi="Verdana"/>
                <w:sz w:val="20"/>
              </w:rPr>
              <w:t xml:space="preserve"> watts.</w:t>
            </w:r>
          </w:p>
        </w:tc>
        <w:tc>
          <w:tcPr>
            <w:tcW w:w="61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5D4AF493" w14:textId="77777777" w:rsidR="00B80195" w:rsidRPr="00503A5C" w:rsidRDefault="00B80195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1F95A011" w14:textId="77777777" w:rsidR="00B80195" w:rsidRPr="00503A5C" w:rsidRDefault="00B80195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9C1E01" w:rsidRPr="00503A5C" w14:paraId="1A3E100A" w14:textId="77777777" w:rsidTr="00503A5C">
        <w:trPr>
          <w:trHeight w:val="210"/>
        </w:trPr>
        <w:tc>
          <w:tcPr>
            <w:tcW w:w="72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5B530569" w14:textId="77777777" w:rsidR="009C1E01" w:rsidRPr="00503A5C" w:rsidRDefault="009C1E01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1B036E67" w14:textId="77777777" w:rsidR="009C1E01" w:rsidRPr="00331F6C" w:rsidRDefault="00D72B9E" w:rsidP="00B80195">
            <w:pPr>
              <w:tabs>
                <w:tab w:val="right" w:pos="6031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A test report on the rated input power measured in accordance with EN 60335-1, EN 60335-2-2 or EN 60335-2-69.</w:t>
            </w:r>
            <w:r>
              <w:rPr>
                <w:rFonts w:ascii="Verdana" w:hAnsi="Verdana"/>
                <w:sz w:val="20"/>
              </w:rPr>
              <w:tab/>
            </w:r>
            <w:r>
              <w:rPr>
                <w:rFonts w:ascii="Verdana" w:hAnsi="Verdana"/>
                <w:sz w:val="20"/>
              </w:rPr>
              <w:tab/>
              <w:t xml:space="preserve">                          </w:t>
            </w:r>
          </w:p>
        </w:tc>
        <w:tc>
          <w:tcPr>
            <w:tcW w:w="61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6DAF366A" w14:textId="615A2C74" w:rsidR="000C3231" w:rsidRPr="00503A5C" w:rsidRDefault="00924865" w:rsidP="000C3231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C1E01"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  <w:p w14:paraId="75C767E8" w14:textId="77777777" w:rsidR="009C1E01" w:rsidRPr="00503A5C" w:rsidRDefault="000C3231" w:rsidP="000C3231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Annex 2</w:t>
            </w:r>
          </w:p>
        </w:tc>
        <w:tc>
          <w:tcPr>
            <w:tcW w:w="43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7DEA2298" w14:textId="77777777" w:rsidR="009C1E01" w:rsidRPr="00503A5C" w:rsidRDefault="00924865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C1E01"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EB2C40" w:rsidRPr="00503A5C" w14:paraId="500974A0" w14:textId="77777777" w:rsidTr="00503A5C">
        <w:trPr>
          <w:trHeight w:val="228"/>
        </w:trPr>
        <w:tc>
          <w:tcPr>
            <w:tcW w:w="728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14:paraId="59FA1BFC" w14:textId="77777777" w:rsidR="00EB2C40" w:rsidRPr="00503A5C" w:rsidRDefault="00EB2C40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14:paraId="6B106FE8" w14:textId="3658DC96" w:rsidR="00EB2C40" w:rsidRPr="00331F6C" w:rsidRDefault="00EB2C40" w:rsidP="000C3231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 xml:space="preserve">The rated input power is specified in the product information.                                              </w:t>
            </w:r>
            <w:r>
              <w:rPr>
                <w:rFonts w:ascii="Verdana" w:hAnsi="Verdana"/>
                <w:b/>
                <w:sz w:val="20"/>
              </w:rPr>
              <w:t xml:space="preserve">Page </w:t>
            </w:r>
            <w:r w:rsidR="00924865" w:rsidRPr="00331F6C">
              <w:rPr>
                <w:rFonts w:ascii="Verdana" w:hAnsi="Verdana"/>
                <w:b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D72B9E" w:rsidRPr="00331F6C">
              <w:rPr>
                <w:rFonts w:ascii="Verdana" w:hAnsi="Verdana"/>
                <w:b/>
                <w:sz w:val="20"/>
              </w:rPr>
              <w:instrText xml:space="preserve"> FORMTEXT </w:instrText>
            </w:r>
            <w:r w:rsidR="00924865" w:rsidRPr="00331F6C">
              <w:rPr>
                <w:rFonts w:ascii="Verdana" w:hAnsi="Verdana"/>
                <w:b/>
                <w:sz w:val="20"/>
              </w:rPr>
            </w:r>
            <w:r w:rsidR="00924865" w:rsidRPr="00331F6C">
              <w:rPr>
                <w:rFonts w:ascii="Verdana" w:hAnsi="Verdana"/>
                <w:b/>
                <w:sz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</w:rPr>
              <w:t>     </w:t>
            </w:r>
            <w:r w:rsidR="00924865" w:rsidRPr="00331F6C">
              <w:rPr>
                <w:rFonts w:ascii="Verdana" w:hAnsi="Verdana"/>
                <w:b/>
                <w:sz w:val="20"/>
              </w:rPr>
              <w:fldChar w:fldCharType="end"/>
            </w:r>
          </w:p>
        </w:tc>
        <w:tc>
          <w:tcPr>
            <w:tcW w:w="613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14:paraId="70A1FD8E" w14:textId="77777777" w:rsidR="000C3231" w:rsidRPr="00503A5C" w:rsidRDefault="00924865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B2C40"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  <w:p w14:paraId="11892E8B" w14:textId="77777777" w:rsidR="00EB2C40" w:rsidRPr="00503A5C" w:rsidRDefault="000C3231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Annex 3</w:t>
            </w:r>
          </w:p>
        </w:tc>
        <w:tc>
          <w:tcPr>
            <w:tcW w:w="438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14:paraId="56CB4B02" w14:textId="77777777" w:rsidR="00EB2C40" w:rsidRPr="00503A5C" w:rsidRDefault="00924865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B2C40"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EB2C40" w:rsidRPr="00503A5C" w14:paraId="0E7E0071" w14:textId="77777777" w:rsidTr="00503A5C">
        <w:tc>
          <w:tcPr>
            <w:tcW w:w="728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14:paraId="15CC035B" w14:textId="77777777" w:rsidR="00EB2C40" w:rsidRPr="00503A5C" w:rsidRDefault="00EB2C40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3.2</w:t>
            </w:r>
          </w:p>
        </w:tc>
        <w:tc>
          <w:tcPr>
            <w:tcW w:w="3221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14:paraId="4EA97CBF" w14:textId="77777777" w:rsidR="00D72B9E" w:rsidRPr="00331F6C" w:rsidRDefault="00457DB3" w:rsidP="00492199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Annual energy consumption</w:t>
            </w:r>
          </w:p>
        </w:tc>
        <w:tc>
          <w:tcPr>
            <w:tcW w:w="613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14:paraId="57237830" w14:textId="77777777" w:rsidR="00EB2C40" w:rsidRPr="00503A5C" w:rsidRDefault="00EB2C40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8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14:paraId="06C6AA40" w14:textId="77777777" w:rsidR="00EB2C40" w:rsidRPr="00503A5C" w:rsidRDefault="00EB2C40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80195" w:rsidRPr="00503A5C" w14:paraId="584F788B" w14:textId="77777777" w:rsidTr="00503A5C">
        <w:tc>
          <w:tcPr>
            <w:tcW w:w="72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12E3A274" w14:textId="77777777" w:rsidR="00B80195" w:rsidRPr="00503A5C" w:rsidRDefault="00B80195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41DC06D8" w14:textId="77777777" w:rsidR="00B80195" w:rsidRPr="00331F6C" w:rsidRDefault="00B80195" w:rsidP="00D72B9E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The appliance has an annual energy consumption of ≤ 28 kWh/a.</w:t>
            </w:r>
          </w:p>
        </w:tc>
        <w:tc>
          <w:tcPr>
            <w:tcW w:w="61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30FF69FB" w14:textId="77777777" w:rsidR="00B80195" w:rsidRPr="00503A5C" w:rsidRDefault="00B80195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51919009" w14:textId="77777777" w:rsidR="00B80195" w:rsidRPr="00503A5C" w:rsidRDefault="00B80195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B80195" w:rsidRPr="00503A5C" w14:paraId="0AF38C6B" w14:textId="77777777" w:rsidTr="00503A5C">
        <w:tc>
          <w:tcPr>
            <w:tcW w:w="728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14:paraId="7BD04D13" w14:textId="77777777" w:rsidR="00B80195" w:rsidRPr="00503A5C" w:rsidRDefault="00B80195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14:paraId="0129D747" w14:textId="79EBA606" w:rsidR="00B80195" w:rsidRPr="00331F6C" w:rsidRDefault="00B80195" w:rsidP="00492199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 xml:space="preserve">The corresponding product information in accordance with Regulation (EC) No. 666/2013 or for cordless vacuum cleaners in accordance with the prEN (IEC) 62885-4 is enclosed with the application.    </w:t>
            </w:r>
            <w:r>
              <w:rPr>
                <w:rFonts w:ascii="Verdana" w:hAnsi="Verdana"/>
                <w:b/>
                <w:sz w:val="20"/>
              </w:rPr>
              <w:t xml:space="preserve">Page </w:t>
            </w:r>
            <w:r w:rsidR="00924865" w:rsidRPr="00331F6C">
              <w:rPr>
                <w:rFonts w:ascii="Verdana" w:hAnsi="Verdana"/>
                <w:b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D72B9E" w:rsidRPr="00331F6C">
              <w:rPr>
                <w:rFonts w:ascii="Verdana" w:hAnsi="Verdana"/>
                <w:b/>
                <w:sz w:val="20"/>
              </w:rPr>
              <w:instrText xml:space="preserve"> FORMTEXT </w:instrText>
            </w:r>
            <w:r w:rsidR="00924865" w:rsidRPr="00331F6C">
              <w:rPr>
                <w:rFonts w:ascii="Verdana" w:hAnsi="Verdana"/>
                <w:b/>
                <w:sz w:val="20"/>
              </w:rPr>
            </w:r>
            <w:r w:rsidR="00924865" w:rsidRPr="00331F6C">
              <w:rPr>
                <w:rFonts w:ascii="Verdana" w:hAnsi="Verdana"/>
                <w:b/>
                <w:sz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</w:rPr>
              <w:t>     </w:t>
            </w:r>
            <w:r w:rsidR="00924865" w:rsidRPr="00331F6C">
              <w:rPr>
                <w:rFonts w:ascii="Verdana" w:hAnsi="Verdana"/>
                <w:b/>
                <w:sz w:val="20"/>
              </w:rPr>
              <w:fldChar w:fldCharType="end"/>
            </w:r>
          </w:p>
        </w:tc>
        <w:tc>
          <w:tcPr>
            <w:tcW w:w="613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14:paraId="3D347E8F" w14:textId="77777777" w:rsidR="00B80195" w:rsidRPr="00503A5C" w:rsidRDefault="00B80195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92"/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  <w:bookmarkEnd w:id="8"/>
          </w:p>
          <w:p w14:paraId="21E7FD88" w14:textId="77777777" w:rsidR="00B80195" w:rsidRPr="00503A5C" w:rsidRDefault="00B80195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Annex 3</w:t>
            </w:r>
          </w:p>
        </w:tc>
        <w:tc>
          <w:tcPr>
            <w:tcW w:w="438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14:paraId="5BF61795" w14:textId="77777777" w:rsidR="00B80195" w:rsidRPr="00503A5C" w:rsidRDefault="00B80195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93"/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  <w:bookmarkEnd w:id="9"/>
          </w:p>
        </w:tc>
      </w:tr>
      <w:tr w:rsidR="00B80195" w:rsidRPr="00503A5C" w14:paraId="6C57E85E" w14:textId="77777777" w:rsidTr="00503A5C">
        <w:tc>
          <w:tcPr>
            <w:tcW w:w="728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14:paraId="3C5E9DD1" w14:textId="77777777" w:rsidR="00B80195" w:rsidRPr="00503A5C" w:rsidRDefault="00B80195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3.3</w:t>
            </w:r>
          </w:p>
        </w:tc>
        <w:tc>
          <w:tcPr>
            <w:tcW w:w="3221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14:paraId="14D93691" w14:textId="77777777" w:rsidR="00B80195" w:rsidRPr="00503A5C" w:rsidRDefault="00B80195" w:rsidP="00B80195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Dust pick up on carpet and hard floor</w:t>
            </w:r>
          </w:p>
        </w:tc>
        <w:tc>
          <w:tcPr>
            <w:tcW w:w="613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14:paraId="6C0F11C5" w14:textId="77777777" w:rsidR="00B80195" w:rsidRPr="00503A5C" w:rsidRDefault="00B80195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8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14:paraId="19299C25" w14:textId="77777777" w:rsidR="00B80195" w:rsidRPr="00503A5C" w:rsidRDefault="00B80195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80195" w:rsidRPr="00503A5C" w14:paraId="746A21BE" w14:textId="77777777" w:rsidTr="00503A5C">
        <w:tc>
          <w:tcPr>
            <w:tcW w:w="72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037A4F72" w14:textId="77777777" w:rsidR="00B80195" w:rsidRPr="00503A5C" w:rsidRDefault="00B80195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06466E1B" w14:textId="77777777" w:rsidR="00B80195" w:rsidRPr="00331F6C" w:rsidRDefault="008201AF" w:rsidP="00BD1EB2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The appliance has a dust pick up on carpet of &gt; 0.85 (85%).</w:t>
            </w:r>
          </w:p>
        </w:tc>
        <w:tc>
          <w:tcPr>
            <w:tcW w:w="61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56FAC34B" w14:textId="77777777" w:rsidR="00B80195" w:rsidRPr="00503A5C" w:rsidRDefault="00B80195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6D230B01" w14:textId="77777777" w:rsidR="00B80195" w:rsidRPr="00503A5C" w:rsidRDefault="00B80195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B80195" w:rsidRPr="00503A5C" w14:paraId="07B7F3F6" w14:textId="77777777" w:rsidTr="00503A5C">
        <w:tc>
          <w:tcPr>
            <w:tcW w:w="72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269D63F2" w14:textId="77777777" w:rsidR="00B80195" w:rsidRPr="00503A5C" w:rsidRDefault="00B80195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7F10005E" w14:textId="77777777" w:rsidR="00B80195" w:rsidRPr="00331F6C" w:rsidRDefault="00E67053" w:rsidP="00B80195">
            <w:pPr>
              <w:tabs>
                <w:tab w:val="left" w:pos="7938"/>
              </w:tabs>
              <w:spacing w:before="2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The appliance has a dust pick up on hard floor of &gt; 1.07 (107%).</w:t>
            </w:r>
          </w:p>
        </w:tc>
        <w:tc>
          <w:tcPr>
            <w:tcW w:w="61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23EB24F7" w14:textId="77777777" w:rsidR="00B80195" w:rsidRPr="00503A5C" w:rsidRDefault="00B80195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0EF5D34D" w14:textId="77777777" w:rsidR="00B80195" w:rsidRPr="00503A5C" w:rsidRDefault="00B80195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B80195" w:rsidRPr="00503A5C" w14:paraId="2FEC32EA" w14:textId="77777777" w:rsidTr="00503A5C">
        <w:tc>
          <w:tcPr>
            <w:tcW w:w="728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14:paraId="3716E6AE" w14:textId="77777777" w:rsidR="00B80195" w:rsidRPr="00503A5C" w:rsidRDefault="00B80195" w:rsidP="00B80195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14:paraId="049C718A" w14:textId="2F872C71" w:rsidR="00B80195" w:rsidRPr="00331F6C" w:rsidRDefault="008201AF" w:rsidP="000C3231">
            <w:pPr>
              <w:tabs>
                <w:tab w:val="left" w:pos="7938"/>
              </w:tabs>
              <w:spacing w:before="2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 xml:space="preserve">The corresponding product information in accordance with Regulation (EC) No. 666/2013 or for cordless vacuum cleaners in accordance with the prEN (IEC) 62885-4 is enclosed with the application.    </w:t>
            </w:r>
            <w:r>
              <w:rPr>
                <w:rFonts w:ascii="Verdana" w:hAnsi="Verdana"/>
                <w:b/>
                <w:sz w:val="20"/>
              </w:rPr>
              <w:t xml:space="preserve">Page </w:t>
            </w:r>
            <w:r w:rsidR="00B80195" w:rsidRPr="00331F6C">
              <w:rPr>
                <w:rFonts w:ascii="Verdana" w:hAnsi="Verdana"/>
                <w:b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B80195" w:rsidRPr="00331F6C">
              <w:rPr>
                <w:rFonts w:ascii="Verdana" w:hAnsi="Verdana"/>
                <w:b/>
                <w:sz w:val="20"/>
              </w:rPr>
              <w:instrText xml:space="preserve"> FORMTEXT </w:instrText>
            </w:r>
            <w:r w:rsidR="00B80195" w:rsidRPr="00331F6C">
              <w:rPr>
                <w:rFonts w:ascii="Verdana" w:hAnsi="Verdana"/>
                <w:b/>
                <w:sz w:val="20"/>
              </w:rPr>
            </w:r>
            <w:r w:rsidR="00B80195" w:rsidRPr="00331F6C">
              <w:rPr>
                <w:rFonts w:ascii="Verdana" w:hAnsi="Verdana"/>
                <w:b/>
                <w:sz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</w:rPr>
              <w:t>     </w:t>
            </w:r>
            <w:r w:rsidR="00B80195" w:rsidRPr="00331F6C">
              <w:rPr>
                <w:rFonts w:ascii="Verdana" w:hAnsi="Verdana"/>
                <w:b/>
                <w:sz w:val="20"/>
              </w:rPr>
              <w:fldChar w:fldCharType="end"/>
            </w:r>
          </w:p>
        </w:tc>
        <w:tc>
          <w:tcPr>
            <w:tcW w:w="613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14:paraId="00BC63D3" w14:textId="44EBEFD3" w:rsidR="00B80195" w:rsidRPr="00503A5C" w:rsidRDefault="00B80195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  <w:p w14:paraId="564E3AF7" w14:textId="77777777" w:rsidR="00B80195" w:rsidRPr="00503A5C" w:rsidRDefault="00B80195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Annex 3</w:t>
            </w:r>
          </w:p>
        </w:tc>
        <w:tc>
          <w:tcPr>
            <w:tcW w:w="438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14:paraId="1239011B" w14:textId="77777777" w:rsidR="00B80195" w:rsidRPr="00503A5C" w:rsidRDefault="00B80195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B80195" w:rsidRPr="00503A5C" w14:paraId="4AF8AE55" w14:textId="77777777" w:rsidTr="00503A5C">
        <w:tc>
          <w:tcPr>
            <w:tcW w:w="728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14:paraId="136A0723" w14:textId="77777777" w:rsidR="00B80195" w:rsidRPr="00503A5C" w:rsidRDefault="00B80195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3.4</w:t>
            </w:r>
          </w:p>
        </w:tc>
        <w:tc>
          <w:tcPr>
            <w:tcW w:w="3221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14:paraId="65A0922B" w14:textId="77777777" w:rsidR="00B80195" w:rsidRPr="00503A5C" w:rsidRDefault="00B80195" w:rsidP="002310EF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Dust re-emissions</w:t>
            </w:r>
          </w:p>
        </w:tc>
        <w:tc>
          <w:tcPr>
            <w:tcW w:w="613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14:paraId="5C146E43" w14:textId="77777777" w:rsidR="00B80195" w:rsidRPr="00503A5C" w:rsidRDefault="00B80195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8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14:paraId="16D6D6BC" w14:textId="77777777" w:rsidR="00B80195" w:rsidRPr="00503A5C" w:rsidRDefault="00B80195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80195" w:rsidRPr="00503A5C" w14:paraId="5C3F2FA2" w14:textId="77777777" w:rsidTr="00503A5C">
        <w:tc>
          <w:tcPr>
            <w:tcW w:w="72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4144CA05" w14:textId="77777777" w:rsidR="00B80195" w:rsidRPr="00503A5C" w:rsidRDefault="00B80195" w:rsidP="00B80195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0707052D" w14:textId="77777777" w:rsidR="00B80195" w:rsidRPr="00331F6C" w:rsidRDefault="00B80195" w:rsidP="00B80195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The household vacuum cleaner has a dust re-emission rate of ≤ 0.01%.</w:t>
            </w:r>
          </w:p>
        </w:tc>
        <w:tc>
          <w:tcPr>
            <w:tcW w:w="61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335E3D48" w14:textId="77777777" w:rsidR="00B80195" w:rsidRPr="00503A5C" w:rsidRDefault="00B80195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4161B3E5" w14:textId="77777777" w:rsidR="00B80195" w:rsidRPr="00503A5C" w:rsidRDefault="00B80195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B80195" w:rsidRPr="00503A5C" w14:paraId="1789334C" w14:textId="77777777" w:rsidTr="00503A5C">
        <w:tc>
          <w:tcPr>
            <w:tcW w:w="72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7F1332B7" w14:textId="77777777" w:rsidR="00B80195" w:rsidRPr="00503A5C" w:rsidRDefault="00CF2CC0" w:rsidP="00B80195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lastRenderedPageBreak/>
              <w:t>or</w:t>
            </w:r>
          </w:p>
        </w:tc>
        <w:tc>
          <w:tcPr>
            <w:tcW w:w="3221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1E8D80A8" w14:textId="77777777" w:rsidR="00FD0EAE" w:rsidRPr="00331F6C" w:rsidRDefault="00B80195" w:rsidP="00B80195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The commercial vacuum cleaner has a dust re-emission rate of ≤ 0.01%.</w:t>
            </w:r>
          </w:p>
        </w:tc>
        <w:tc>
          <w:tcPr>
            <w:tcW w:w="61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358D6F58" w14:textId="77777777" w:rsidR="00B80195" w:rsidRPr="00503A5C" w:rsidRDefault="00B80195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0DF5534C" w14:textId="77777777" w:rsidR="00B80195" w:rsidRPr="00503A5C" w:rsidRDefault="00B80195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FD0EAE" w:rsidRPr="00503A5C" w14:paraId="0070F4D9" w14:textId="77777777" w:rsidTr="00503A5C">
        <w:tc>
          <w:tcPr>
            <w:tcW w:w="72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0581B64A" w14:textId="77777777" w:rsidR="00FD0EAE" w:rsidRPr="00503A5C" w:rsidRDefault="00FD0EAE" w:rsidP="00FD0EAE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or</w:t>
            </w:r>
          </w:p>
        </w:tc>
        <w:tc>
          <w:tcPr>
            <w:tcW w:w="3221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5C3AF9E4" w14:textId="77777777" w:rsidR="00FD0EAE" w:rsidRPr="00331F6C" w:rsidRDefault="00FD0EAE" w:rsidP="00FD0EAE">
            <w:pPr>
              <w:tabs>
                <w:tab w:val="left" w:pos="7938"/>
              </w:tabs>
              <w:spacing w:before="2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The cordless floor vacuum cleaner has a dust re-emission rate of ≤ 0.1%.</w:t>
            </w:r>
          </w:p>
        </w:tc>
        <w:tc>
          <w:tcPr>
            <w:tcW w:w="61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5D9184D4" w14:textId="77777777" w:rsidR="00FD0EAE" w:rsidRPr="00503A5C" w:rsidRDefault="00FD0EAE" w:rsidP="00FD0EAE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32A1B386" w14:textId="77777777" w:rsidR="00FD0EAE" w:rsidRPr="00503A5C" w:rsidRDefault="00FD0EAE" w:rsidP="00FD0EAE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B80195" w:rsidRPr="00503A5C" w14:paraId="146106CF" w14:textId="77777777" w:rsidTr="00503A5C">
        <w:tc>
          <w:tcPr>
            <w:tcW w:w="728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14:paraId="086DE228" w14:textId="77777777" w:rsidR="00B80195" w:rsidRPr="00503A5C" w:rsidRDefault="00B80195" w:rsidP="00B80195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14:paraId="7A89CA48" w14:textId="0F17C20F" w:rsidR="00B80195" w:rsidRPr="00331F6C" w:rsidRDefault="00DD4821" w:rsidP="00492199">
            <w:pPr>
              <w:tabs>
                <w:tab w:val="left" w:pos="7938"/>
              </w:tabs>
              <w:spacing w:before="2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 xml:space="preserve">The corresponding product information in accordance with Regulation (EC) No. 666/2013 or for cordless vacuum cleaners in accordance with the prEN (IEC) 62885-4 is enclosed with the application.    </w:t>
            </w:r>
            <w:r>
              <w:rPr>
                <w:rFonts w:ascii="Verdana" w:hAnsi="Verdana"/>
                <w:b/>
                <w:sz w:val="20"/>
              </w:rPr>
              <w:t xml:space="preserve">Page </w:t>
            </w:r>
            <w:r w:rsidR="00924865" w:rsidRPr="00331F6C">
              <w:rPr>
                <w:rFonts w:ascii="Verdana" w:hAnsi="Verdana"/>
                <w:b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D72B9E" w:rsidRPr="00331F6C">
              <w:rPr>
                <w:rFonts w:ascii="Verdana" w:hAnsi="Verdana"/>
                <w:b/>
                <w:sz w:val="20"/>
              </w:rPr>
              <w:instrText xml:space="preserve"> FORMTEXT </w:instrText>
            </w:r>
            <w:r w:rsidR="00924865" w:rsidRPr="00331F6C">
              <w:rPr>
                <w:rFonts w:ascii="Verdana" w:hAnsi="Verdana"/>
                <w:b/>
                <w:sz w:val="20"/>
              </w:rPr>
            </w:r>
            <w:r w:rsidR="00924865" w:rsidRPr="00331F6C">
              <w:rPr>
                <w:rFonts w:ascii="Verdana" w:hAnsi="Verdana"/>
                <w:b/>
                <w:sz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</w:rPr>
              <w:t>     </w:t>
            </w:r>
            <w:r w:rsidR="00924865" w:rsidRPr="00331F6C">
              <w:rPr>
                <w:rFonts w:ascii="Verdana" w:hAnsi="Verdana"/>
                <w:b/>
                <w:sz w:val="20"/>
              </w:rPr>
              <w:fldChar w:fldCharType="end"/>
            </w:r>
          </w:p>
        </w:tc>
        <w:tc>
          <w:tcPr>
            <w:tcW w:w="613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14:paraId="132228E1" w14:textId="77777777" w:rsidR="00B80195" w:rsidRPr="00503A5C" w:rsidRDefault="00B80195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  <w:p w14:paraId="2086ED39" w14:textId="77777777" w:rsidR="00B80195" w:rsidRPr="00503A5C" w:rsidRDefault="00B80195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Annex 3</w:t>
            </w:r>
          </w:p>
        </w:tc>
        <w:tc>
          <w:tcPr>
            <w:tcW w:w="438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14:paraId="734760FF" w14:textId="77777777" w:rsidR="00B80195" w:rsidRPr="00503A5C" w:rsidRDefault="00B80195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B80195" w:rsidRPr="00503A5C" w14:paraId="264AE771" w14:textId="77777777" w:rsidTr="00503A5C">
        <w:tc>
          <w:tcPr>
            <w:tcW w:w="728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14:paraId="694EE387" w14:textId="77777777" w:rsidR="00B80195" w:rsidRPr="00503A5C" w:rsidRDefault="00B80195" w:rsidP="00B80195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3.5</w:t>
            </w:r>
          </w:p>
        </w:tc>
        <w:tc>
          <w:tcPr>
            <w:tcW w:w="3221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14:paraId="127B91F4" w14:textId="77777777" w:rsidR="00B80195" w:rsidRPr="00331F6C" w:rsidRDefault="00B80195" w:rsidP="005E1A4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Noise emissions and motion resistance</w:t>
            </w:r>
          </w:p>
        </w:tc>
        <w:tc>
          <w:tcPr>
            <w:tcW w:w="613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14:paraId="299B044D" w14:textId="77777777" w:rsidR="00B80195" w:rsidRPr="00503A5C" w:rsidRDefault="00B80195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8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14:paraId="3B00BC77" w14:textId="77777777" w:rsidR="00B80195" w:rsidRPr="00503A5C" w:rsidRDefault="00B80195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CC0" w:rsidRPr="00503A5C" w14:paraId="00BB232F" w14:textId="77777777" w:rsidTr="00503A5C">
        <w:tc>
          <w:tcPr>
            <w:tcW w:w="72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229D9519" w14:textId="77777777" w:rsidR="00CF2CC0" w:rsidRPr="00503A5C" w:rsidRDefault="00CF2CC0" w:rsidP="00B80195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126D98A8" w14:textId="77777777" w:rsidR="00CF2CC0" w:rsidRPr="00331F6C" w:rsidRDefault="00CF2CC0" w:rsidP="00CF2CC0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The noise emissions on carpet are ≤ 73</w:t>
            </w:r>
            <w:r>
              <w:rPr>
                <w:rFonts w:ascii="Verdana" w:hAnsi="Verdana"/>
                <w:b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>dBA (re 1 pW).</w:t>
            </w:r>
          </w:p>
        </w:tc>
        <w:tc>
          <w:tcPr>
            <w:tcW w:w="61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11861DD4" w14:textId="77777777" w:rsidR="00CF2CC0" w:rsidRPr="00503A5C" w:rsidRDefault="00CF2CC0" w:rsidP="00490C0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61331BB7" w14:textId="77777777" w:rsidR="00CF2CC0" w:rsidRPr="00503A5C" w:rsidRDefault="00CF2CC0" w:rsidP="00490C0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CF2CC0" w:rsidRPr="00503A5C" w14:paraId="1CF5F76B" w14:textId="77777777" w:rsidTr="00503A5C">
        <w:tc>
          <w:tcPr>
            <w:tcW w:w="72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2641848A" w14:textId="77777777" w:rsidR="00CF2CC0" w:rsidRPr="00503A5C" w:rsidRDefault="00CF2CC0" w:rsidP="00B80195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or</w:t>
            </w:r>
          </w:p>
        </w:tc>
        <w:tc>
          <w:tcPr>
            <w:tcW w:w="3221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3A865A08" w14:textId="77777777" w:rsidR="00CF2CC0" w:rsidRPr="00331F6C" w:rsidRDefault="00CF2CC0" w:rsidP="00CF2CC0">
            <w:pPr>
              <w:tabs>
                <w:tab w:val="left" w:pos="7938"/>
              </w:tabs>
              <w:spacing w:before="20"/>
              <w:rPr>
                <w:rFonts w:ascii="Verdana" w:hAnsi="Verdana"/>
                <w:bCs/>
                <w:sz w:val="20"/>
                <w:szCs w:val="20"/>
                <w:u w:val="single"/>
              </w:rPr>
            </w:pPr>
            <w:r>
              <w:rPr>
                <w:rFonts w:ascii="Verdana" w:hAnsi="Verdana"/>
                <w:sz w:val="20"/>
                <w:u w:val="single"/>
              </w:rPr>
              <w:t>For appliances with an electric, mechanical or airflow-driven active nozzle:</w:t>
            </w:r>
          </w:p>
          <w:p w14:paraId="4F38B737" w14:textId="77777777" w:rsidR="00CF2CC0" w:rsidRPr="00331F6C" w:rsidRDefault="00CF2CC0" w:rsidP="00CF2CC0">
            <w:pPr>
              <w:tabs>
                <w:tab w:val="left" w:pos="7938"/>
              </w:tabs>
              <w:spacing w:before="2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The noise emissions on carpet are ≤ 78</w:t>
            </w:r>
            <w:r>
              <w:rPr>
                <w:rFonts w:ascii="Verdana" w:hAnsi="Verdana"/>
                <w:b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>dBA (re 1 pW).</w:t>
            </w:r>
          </w:p>
        </w:tc>
        <w:tc>
          <w:tcPr>
            <w:tcW w:w="61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14:paraId="4DD99418" w14:textId="77777777" w:rsidR="00CF2CC0" w:rsidRPr="00503A5C" w:rsidRDefault="00CF2CC0" w:rsidP="00CF2CC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F1331C4" w14:textId="77777777" w:rsidR="00CF2CC0" w:rsidRPr="00503A5C" w:rsidRDefault="00CF2CC0" w:rsidP="00CF2CC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94"/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  <w:bookmarkEnd w:id="10"/>
          </w:p>
        </w:tc>
        <w:tc>
          <w:tcPr>
            <w:tcW w:w="43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14:paraId="0E68E5E7" w14:textId="77777777" w:rsidR="00CF2CC0" w:rsidRPr="00503A5C" w:rsidRDefault="00CF2CC0" w:rsidP="00CF2CC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9487D26" w14:textId="77777777" w:rsidR="00CF2CC0" w:rsidRPr="00503A5C" w:rsidRDefault="00CF2CC0" w:rsidP="00CF2CC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95"/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  <w:bookmarkEnd w:id="11"/>
          </w:p>
        </w:tc>
      </w:tr>
      <w:tr w:rsidR="00CF2CC0" w:rsidRPr="00503A5C" w14:paraId="70A6494B" w14:textId="77777777" w:rsidTr="00503A5C">
        <w:tc>
          <w:tcPr>
            <w:tcW w:w="72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23218AD5" w14:textId="77777777" w:rsidR="00CF2CC0" w:rsidRPr="00503A5C" w:rsidRDefault="00CF2CC0" w:rsidP="00B80195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58D7C161" w14:textId="77777777" w:rsidR="00CF2CC0" w:rsidRPr="00331F6C" w:rsidRDefault="00CF2CC0" w:rsidP="002310EF">
            <w:pPr>
              <w:tabs>
                <w:tab w:val="left" w:pos="7938"/>
              </w:tabs>
              <w:spacing w:before="2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 xml:space="preserve">The noise emissions on carpet are </w:t>
            </w:r>
            <w:r w:rsidRPr="00331F6C">
              <w:rPr>
                <w:rFonts w:ascii="Verdana" w:hAnsi="Verdana"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331F6C">
              <w:rPr>
                <w:rFonts w:ascii="Verdana" w:hAnsi="Verdana"/>
                <w:sz w:val="20"/>
              </w:rPr>
              <w:instrText xml:space="preserve"> FORMTEXT </w:instrText>
            </w:r>
            <w:r w:rsidRPr="00331F6C">
              <w:rPr>
                <w:rFonts w:ascii="Verdana" w:hAnsi="Verdana"/>
                <w:sz w:val="20"/>
              </w:rPr>
            </w:r>
            <w:r w:rsidRPr="00331F6C">
              <w:rPr>
                <w:rFonts w:ascii="Verdana" w:hAnsi="Verdana"/>
                <w:sz w:val="20"/>
              </w:rPr>
              <w:fldChar w:fldCharType="separate"/>
            </w:r>
            <w:r>
              <w:rPr>
                <w:rFonts w:ascii="Verdana" w:hAnsi="Verdana"/>
                <w:sz w:val="20"/>
              </w:rPr>
              <w:t>     </w:t>
            </w:r>
            <w:r w:rsidRPr="00331F6C">
              <w:rPr>
                <w:rFonts w:ascii="Verdana" w:hAnsi="Verdana"/>
                <w:sz w:val="20"/>
              </w:rPr>
              <w:fldChar w:fldCharType="end"/>
            </w:r>
            <w:r>
              <w:rPr>
                <w:rFonts w:ascii="Verdana" w:hAnsi="Verdana"/>
                <w:sz w:val="20"/>
              </w:rPr>
              <w:t xml:space="preserve"> dBA.</w:t>
            </w:r>
          </w:p>
        </w:tc>
        <w:tc>
          <w:tcPr>
            <w:tcW w:w="61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68228253" w14:textId="77777777" w:rsidR="00CF2CC0" w:rsidRPr="00503A5C" w:rsidRDefault="00CF2CC0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0EEE8D10" w14:textId="77777777" w:rsidR="00CF2CC0" w:rsidRPr="00503A5C" w:rsidRDefault="00CF2CC0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CC0" w:rsidRPr="00503A5C" w14:paraId="62E6CDAC" w14:textId="77777777" w:rsidTr="00503A5C">
        <w:tc>
          <w:tcPr>
            <w:tcW w:w="72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3656C213" w14:textId="77777777" w:rsidR="00CF2CC0" w:rsidRPr="00503A5C" w:rsidRDefault="00CF2CC0" w:rsidP="00B80195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3960283F" w14:textId="77777777" w:rsidR="00CF2CC0" w:rsidRPr="00331F6C" w:rsidRDefault="00CF2CC0" w:rsidP="000C3231">
            <w:pPr>
              <w:tabs>
                <w:tab w:val="left" w:pos="7938"/>
              </w:tabs>
              <w:spacing w:before="2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A test report on the noise emissions measured in accordance with DIN EN 60704-1 or DIN EN 60704-3 and DIN EN 60704-2-1 or DIN EN 60335-2-69 is enclosed.</w:t>
            </w:r>
            <w:r>
              <w:rPr>
                <w:rFonts w:ascii="Verdana" w:hAnsi="Verdana"/>
                <w:sz w:val="20"/>
              </w:rPr>
              <w:tab/>
            </w:r>
            <w:r>
              <w:rPr>
                <w:rFonts w:ascii="Verdana" w:hAnsi="Verdana"/>
                <w:sz w:val="20"/>
              </w:rPr>
              <w:tab/>
              <w:t xml:space="preserve">                           </w:t>
            </w:r>
          </w:p>
        </w:tc>
        <w:tc>
          <w:tcPr>
            <w:tcW w:w="61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38F4CE75" w14:textId="77777777" w:rsidR="00CF2CC0" w:rsidRPr="00503A5C" w:rsidRDefault="00CF2CC0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  <w:p w14:paraId="22A1229E" w14:textId="77777777" w:rsidR="00CF2CC0" w:rsidRPr="00503A5C" w:rsidRDefault="00CF2CC0" w:rsidP="00CF2CC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Annex 4</w:t>
            </w:r>
          </w:p>
        </w:tc>
        <w:tc>
          <w:tcPr>
            <w:tcW w:w="43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1AB9BF26" w14:textId="77777777" w:rsidR="00CF2CC0" w:rsidRPr="00503A5C" w:rsidRDefault="00CF2CC0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4524EC" w:rsidRPr="00503A5C" w14:paraId="2DCB1100" w14:textId="77777777" w:rsidTr="00AD730C">
        <w:tc>
          <w:tcPr>
            <w:tcW w:w="72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4B6D3A84" w14:textId="77777777" w:rsidR="004524EC" w:rsidRPr="00503A5C" w:rsidRDefault="004524EC" w:rsidP="004524EC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386ABD89" w14:textId="77777777" w:rsidR="004524EC" w:rsidRPr="00331F6C" w:rsidRDefault="004524EC" w:rsidP="004524EC">
            <w:pPr>
              <w:tabs>
                <w:tab w:val="left" w:pos="7938"/>
              </w:tabs>
              <w:spacing w:before="2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The motion resistance with the universal floor nozzle on the test carpet is ≤ 40 N.</w:t>
            </w:r>
          </w:p>
        </w:tc>
        <w:tc>
          <w:tcPr>
            <w:tcW w:w="61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71F5F39A" w14:textId="77777777" w:rsidR="004524EC" w:rsidRPr="00503A5C" w:rsidRDefault="004524EC" w:rsidP="004524EC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038F5C0D" w14:textId="77777777" w:rsidR="004524EC" w:rsidRPr="00503A5C" w:rsidRDefault="004524EC" w:rsidP="004524EC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FF0CA2" w:rsidRPr="00503A5C" w14:paraId="2EFF13B8" w14:textId="77777777" w:rsidTr="00503A5C">
        <w:tc>
          <w:tcPr>
            <w:tcW w:w="72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62580244" w14:textId="77777777" w:rsidR="00FF0CA2" w:rsidRPr="00503A5C" w:rsidRDefault="00FF0CA2" w:rsidP="00B80195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655BDFAA" w14:textId="519AB854" w:rsidR="00FF0CA2" w:rsidRPr="00331F6C" w:rsidRDefault="00FF0CA2" w:rsidP="000C3231">
            <w:pPr>
              <w:tabs>
                <w:tab w:val="left" w:pos="7938"/>
              </w:tabs>
              <w:spacing w:before="2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 xml:space="preserve">The motion resistance with the universal floor nozzle on the test carpet is </w:t>
            </w:r>
            <w:r w:rsidRPr="00331F6C">
              <w:rPr>
                <w:rFonts w:ascii="Verdana" w:hAnsi="Verdana"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331F6C">
              <w:rPr>
                <w:rFonts w:ascii="Verdana" w:hAnsi="Verdana"/>
                <w:sz w:val="20"/>
              </w:rPr>
              <w:instrText xml:space="preserve"> FORMTEXT </w:instrText>
            </w:r>
            <w:r w:rsidRPr="00331F6C">
              <w:rPr>
                <w:rFonts w:ascii="Verdana" w:hAnsi="Verdana"/>
                <w:sz w:val="20"/>
              </w:rPr>
            </w:r>
            <w:r w:rsidRPr="00331F6C">
              <w:rPr>
                <w:rFonts w:ascii="Verdana" w:hAnsi="Verdana"/>
                <w:sz w:val="20"/>
              </w:rPr>
              <w:fldChar w:fldCharType="separate"/>
            </w:r>
            <w:r>
              <w:rPr>
                <w:rFonts w:ascii="Verdana" w:hAnsi="Verdana"/>
                <w:sz w:val="20"/>
              </w:rPr>
              <w:t>     </w:t>
            </w:r>
            <w:r w:rsidRPr="00331F6C">
              <w:rPr>
                <w:rFonts w:ascii="Verdana" w:hAnsi="Verdana"/>
                <w:sz w:val="20"/>
              </w:rPr>
              <w:fldChar w:fldCharType="end"/>
            </w:r>
            <w:r>
              <w:rPr>
                <w:rFonts w:ascii="Verdana" w:hAnsi="Verdana"/>
                <w:sz w:val="20"/>
              </w:rPr>
              <w:t xml:space="preserve"> N.</w:t>
            </w:r>
          </w:p>
        </w:tc>
        <w:tc>
          <w:tcPr>
            <w:tcW w:w="61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10A06B5B" w14:textId="77777777" w:rsidR="00FF0CA2" w:rsidRPr="00503A5C" w:rsidRDefault="00FF0CA2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7543396D" w14:textId="77777777" w:rsidR="00FF0CA2" w:rsidRPr="00503A5C" w:rsidRDefault="00FF0CA2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524EC" w:rsidRPr="00503A5C" w14:paraId="3B747E75" w14:textId="77777777" w:rsidTr="00503A5C">
        <w:tc>
          <w:tcPr>
            <w:tcW w:w="72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0AA43CE8" w14:textId="77777777" w:rsidR="004524EC" w:rsidRPr="00503A5C" w:rsidRDefault="004524EC" w:rsidP="004524EC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59C1598F" w14:textId="77777777" w:rsidR="004524EC" w:rsidRPr="00331F6C" w:rsidRDefault="004524EC" w:rsidP="004524EC">
            <w:pPr>
              <w:tabs>
                <w:tab w:val="left" w:pos="7938"/>
              </w:tabs>
              <w:spacing w:before="2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A test report on the motion resistance measured in accordance with EN 60312-1:2017 is enclosed.</w:t>
            </w:r>
          </w:p>
        </w:tc>
        <w:tc>
          <w:tcPr>
            <w:tcW w:w="61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6995B583" w14:textId="77777777" w:rsidR="004524EC" w:rsidRPr="00503A5C" w:rsidRDefault="004524EC" w:rsidP="004524EC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  <w:p w14:paraId="2F615861" w14:textId="77777777" w:rsidR="004524EC" w:rsidRPr="00503A5C" w:rsidRDefault="004524EC" w:rsidP="004524EC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Annex 5</w:t>
            </w:r>
          </w:p>
        </w:tc>
        <w:tc>
          <w:tcPr>
            <w:tcW w:w="43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44884965" w14:textId="77777777" w:rsidR="004524EC" w:rsidRPr="00503A5C" w:rsidRDefault="004524EC" w:rsidP="004524EC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CF2CC0" w:rsidRPr="00503A5C" w14:paraId="18C76832" w14:textId="77777777" w:rsidTr="00503A5C">
        <w:tc>
          <w:tcPr>
            <w:tcW w:w="728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14:paraId="7F243560" w14:textId="77777777" w:rsidR="00CF2CC0" w:rsidRPr="00503A5C" w:rsidRDefault="00CF2CC0" w:rsidP="00B80195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14:paraId="2B20B324" w14:textId="23469EFC" w:rsidR="00CF2CC0" w:rsidRPr="00331F6C" w:rsidRDefault="00CF2CC0" w:rsidP="000C3231">
            <w:pPr>
              <w:tabs>
                <w:tab w:val="left" w:pos="7938"/>
              </w:tabs>
              <w:spacing w:before="2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 xml:space="preserve">The noise emissions and motion resistance are specified in the product information in accordance with Regulation (EC) No. 666/2013 or for cordless vacuum cleaners in accordance with the prEN (IEC) 62885-4.    </w:t>
            </w:r>
            <w:r>
              <w:rPr>
                <w:rFonts w:ascii="Verdana" w:hAnsi="Verdana"/>
                <w:b/>
                <w:sz w:val="20"/>
              </w:rPr>
              <w:t xml:space="preserve">Page </w:t>
            </w:r>
            <w:r w:rsidR="00924865" w:rsidRPr="00331F6C">
              <w:rPr>
                <w:rFonts w:ascii="Verdana" w:hAnsi="Verdana"/>
                <w:b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D72B9E" w:rsidRPr="00331F6C">
              <w:rPr>
                <w:rFonts w:ascii="Verdana" w:hAnsi="Verdana"/>
                <w:b/>
                <w:sz w:val="20"/>
              </w:rPr>
              <w:instrText xml:space="preserve"> FORMTEXT </w:instrText>
            </w:r>
            <w:r w:rsidR="00924865" w:rsidRPr="00331F6C">
              <w:rPr>
                <w:rFonts w:ascii="Verdana" w:hAnsi="Verdana"/>
                <w:b/>
                <w:sz w:val="20"/>
              </w:rPr>
            </w:r>
            <w:r w:rsidR="00924865" w:rsidRPr="00331F6C">
              <w:rPr>
                <w:rFonts w:ascii="Verdana" w:hAnsi="Verdana"/>
                <w:b/>
                <w:sz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</w:rPr>
              <w:t>     </w:t>
            </w:r>
            <w:r w:rsidR="00924865" w:rsidRPr="00331F6C">
              <w:rPr>
                <w:rFonts w:ascii="Verdana" w:hAnsi="Verdana"/>
                <w:b/>
                <w:sz w:val="20"/>
              </w:rPr>
              <w:fldChar w:fldCharType="end"/>
            </w:r>
          </w:p>
        </w:tc>
        <w:tc>
          <w:tcPr>
            <w:tcW w:w="613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14:paraId="20852AF2" w14:textId="77777777" w:rsidR="00CF2CC0" w:rsidRPr="00503A5C" w:rsidRDefault="00CF2CC0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  <w:p w14:paraId="2FCD489A" w14:textId="77777777" w:rsidR="00CF2CC0" w:rsidRPr="00503A5C" w:rsidRDefault="00CF2CC0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Annex 3</w:t>
            </w:r>
          </w:p>
        </w:tc>
        <w:tc>
          <w:tcPr>
            <w:tcW w:w="438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14:paraId="716708BE" w14:textId="77777777" w:rsidR="00CF2CC0" w:rsidRPr="00503A5C" w:rsidRDefault="00CF2CC0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CF2CC0" w:rsidRPr="00503A5C" w14:paraId="55E9DDFF" w14:textId="77777777" w:rsidTr="00503A5C">
        <w:tc>
          <w:tcPr>
            <w:tcW w:w="728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14:paraId="34F513B7" w14:textId="77777777" w:rsidR="00CF2CC0" w:rsidRPr="00503A5C" w:rsidRDefault="00CF2CC0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3.6</w:t>
            </w:r>
          </w:p>
        </w:tc>
        <w:tc>
          <w:tcPr>
            <w:tcW w:w="3221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14:paraId="39022D3F" w14:textId="77777777" w:rsidR="00CF2CC0" w:rsidRPr="00503A5C" w:rsidRDefault="00CF2CC0" w:rsidP="000C3231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Material requirements for plastics used in the housing, housing parts and accessory parts (suction tube/hose, nozzle, etc.)</w:t>
            </w:r>
          </w:p>
        </w:tc>
        <w:tc>
          <w:tcPr>
            <w:tcW w:w="613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14:paraId="238E9498" w14:textId="77777777" w:rsidR="00CF2CC0" w:rsidRPr="00503A5C" w:rsidRDefault="00CF2CC0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8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14:paraId="2FE7425E" w14:textId="77777777" w:rsidR="00CF2CC0" w:rsidRPr="00503A5C" w:rsidRDefault="00CF2CC0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CC0" w:rsidRPr="00503A5C" w14:paraId="35CB8F33" w14:textId="77777777" w:rsidTr="00503A5C">
        <w:tc>
          <w:tcPr>
            <w:tcW w:w="72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07F67547" w14:textId="77777777" w:rsidR="00CF2CC0" w:rsidRPr="00503A5C" w:rsidRDefault="00CF2CC0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14FDDF04" w14:textId="77777777" w:rsidR="00CF2CC0" w:rsidRPr="00503A5C" w:rsidRDefault="00CF2CC0" w:rsidP="007D1998">
            <w:pPr>
              <w:spacing w:before="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The applicant declares compliance with all of the requirements according to Paragraph 3.6 of the Basic Award Criteria.</w:t>
            </w:r>
          </w:p>
        </w:tc>
        <w:tc>
          <w:tcPr>
            <w:tcW w:w="61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6A615519" w14:textId="77777777" w:rsidR="00CF2CC0" w:rsidRPr="00503A5C" w:rsidRDefault="00CF2CC0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330A8636" w14:textId="77777777" w:rsidR="00CF2CC0" w:rsidRPr="00503A5C" w:rsidRDefault="00CF2CC0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CF2CC0" w:rsidRPr="00503A5C" w14:paraId="1D76C93B" w14:textId="77777777" w:rsidTr="00503A5C">
        <w:trPr>
          <w:trHeight w:val="210"/>
        </w:trPr>
        <w:tc>
          <w:tcPr>
            <w:tcW w:w="72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5D41593D" w14:textId="77777777" w:rsidR="00CF2CC0" w:rsidRPr="00503A5C" w:rsidRDefault="00CF2CC0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2F095E77" w14:textId="77777777" w:rsidR="00CF2CC0" w:rsidRPr="00503A5C" w:rsidRDefault="00CF2CC0" w:rsidP="000C3231">
            <w:pPr>
              <w:tabs>
                <w:tab w:val="right" w:pos="6031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 xml:space="preserve">The manufacturer's declaration about the plastic materials is enclosed with the application.  </w:t>
            </w:r>
          </w:p>
        </w:tc>
        <w:tc>
          <w:tcPr>
            <w:tcW w:w="61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1579C4E3" w14:textId="77777777" w:rsidR="00CF2CC0" w:rsidRPr="00503A5C" w:rsidRDefault="00CF2CC0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  <w:p w14:paraId="7B830124" w14:textId="77777777" w:rsidR="00CF2CC0" w:rsidRPr="00503A5C" w:rsidRDefault="00CF2CC0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Annex P-M</w:t>
            </w:r>
          </w:p>
        </w:tc>
        <w:tc>
          <w:tcPr>
            <w:tcW w:w="43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14:paraId="6BCFC99F" w14:textId="77777777" w:rsidR="00CF2CC0" w:rsidRPr="00503A5C" w:rsidRDefault="00CF2CC0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CF2CC0" w:rsidRPr="00503A5C" w14:paraId="68B0F4BA" w14:textId="77777777" w:rsidTr="00503A5C">
        <w:trPr>
          <w:trHeight w:val="210"/>
        </w:trPr>
        <w:tc>
          <w:tcPr>
            <w:tcW w:w="728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14:paraId="7112A8A2" w14:textId="77777777" w:rsidR="00CF2CC0" w:rsidRPr="00503A5C" w:rsidRDefault="00CF2CC0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14:paraId="73DC44A3" w14:textId="77777777" w:rsidR="00CF2CC0" w:rsidRPr="00503A5C" w:rsidRDefault="00CF2CC0" w:rsidP="000C3231">
            <w:pPr>
              <w:tabs>
                <w:tab w:val="right" w:pos="6031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 xml:space="preserve">A list of which plastics are used in the housing for parts with a mass ≥ 25 grams is enclosed with the application. </w:t>
            </w:r>
            <w:r>
              <w:rPr>
                <w:rFonts w:ascii="Verdana" w:hAnsi="Verdana"/>
                <w:sz w:val="20"/>
              </w:rPr>
              <w:tab/>
            </w:r>
            <w:r>
              <w:rPr>
                <w:rFonts w:ascii="Verdana" w:hAnsi="Verdana"/>
                <w:sz w:val="20"/>
              </w:rPr>
              <w:tab/>
              <w:t xml:space="preserve">                  </w:t>
            </w:r>
          </w:p>
        </w:tc>
        <w:tc>
          <w:tcPr>
            <w:tcW w:w="613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14:paraId="64420FBB" w14:textId="77777777" w:rsidR="00CF2CC0" w:rsidRPr="00503A5C" w:rsidRDefault="00CF2CC0" w:rsidP="000C3231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  <w:p w14:paraId="55627623" w14:textId="77777777" w:rsidR="00CF2CC0" w:rsidRPr="00503A5C" w:rsidRDefault="00CF2CC0" w:rsidP="000C3231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Annex P-L25</w:t>
            </w:r>
          </w:p>
        </w:tc>
        <w:tc>
          <w:tcPr>
            <w:tcW w:w="438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14:paraId="3D5B0A8F" w14:textId="77777777" w:rsidR="00CF2CC0" w:rsidRPr="00503A5C" w:rsidRDefault="00CF2CC0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CF2CC0" w:rsidRPr="00503A5C" w14:paraId="2CC54AF3" w14:textId="77777777" w:rsidTr="00503A5C">
        <w:trPr>
          <w:trHeight w:val="210"/>
        </w:trPr>
        <w:tc>
          <w:tcPr>
            <w:tcW w:w="728" w:type="pct"/>
            <w:tcBorders>
              <w:bottom w:val="nil"/>
            </w:tcBorders>
          </w:tcPr>
          <w:p w14:paraId="67A9692C" w14:textId="77777777" w:rsidR="00CF2CC0" w:rsidRPr="00503A5C" w:rsidRDefault="00CF2CC0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3.7</w:t>
            </w:r>
          </w:p>
        </w:tc>
        <w:tc>
          <w:tcPr>
            <w:tcW w:w="3221" w:type="pct"/>
            <w:tcBorders>
              <w:bottom w:val="nil"/>
            </w:tcBorders>
          </w:tcPr>
          <w:p w14:paraId="6934A283" w14:textId="77777777" w:rsidR="00CF2CC0" w:rsidRPr="00331F6C" w:rsidRDefault="00CF2CC0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Easy-to-maintain and recyclable design and PCR plastic</w:t>
            </w:r>
          </w:p>
          <w:p w14:paraId="234B5A27" w14:textId="77777777" w:rsidR="00CF2CC0" w:rsidRPr="00331F6C" w:rsidRDefault="00CF2CC0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The applicant declares compliance with all of the requirements according to Paragraph 3.7 of the Basic Award Criteria.</w:t>
            </w:r>
          </w:p>
        </w:tc>
        <w:tc>
          <w:tcPr>
            <w:tcW w:w="613" w:type="pct"/>
            <w:tcBorders>
              <w:bottom w:val="nil"/>
            </w:tcBorders>
          </w:tcPr>
          <w:p w14:paraId="1CCE467D" w14:textId="77777777" w:rsidR="00CF2CC0" w:rsidRPr="00331F6C" w:rsidRDefault="00CF2CC0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072E55B" w14:textId="77777777" w:rsidR="00CF2CC0" w:rsidRPr="00331F6C" w:rsidRDefault="00CF2CC0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331F6C">
              <w:rPr>
                <w:rFonts w:ascii="Verdana" w:hAnsi="Verdana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1F6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331F6C">
              <w:rPr>
                <w:rFonts w:ascii="Verdana" w:hAnsi="Verdana"/>
                <w:sz w:val="20"/>
              </w:rPr>
              <w:fldChar w:fldCharType="end"/>
            </w:r>
          </w:p>
        </w:tc>
        <w:tc>
          <w:tcPr>
            <w:tcW w:w="438" w:type="pct"/>
            <w:tcBorders>
              <w:bottom w:val="nil"/>
            </w:tcBorders>
          </w:tcPr>
          <w:p w14:paraId="42D59386" w14:textId="77777777" w:rsidR="00CF2CC0" w:rsidRPr="00503A5C" w:rsidRDefault="00CF2CC0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6894FC1" w14:textId="77777777" w:rsidR="00CF2CC0" w:rsidRPr="00503A5C" w:rsidRDefault="00CF2CC0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CF2CC0" w:rsidRPr="00503A5C" w14:paraId="1061393E" w14:textId="77777777" w:rsidTr="00503A5C">
        <w:trPr>
          <w:trHeight w:val="210"/>
        </w:trPr>
        <w:tc>
          <w:tcPr>
            <w:tcW w:w="728" w:type="pct"/>
            <w:tcBorders>
              <w:top w:val="nil"/>
              <w:bottom w:val="single" w:sz="4" w:space="0" w:color="auto"/>
            </w:tcBorders>
          </w:tcPr>
          <w:p w14:paraId="27D909B8" w14:textId="77777777" w:rsidR="00CF2CC0" w:rsidRPr="00503A5C" w:rsidRDefault="00CF2CC0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single" w:sz="4" w:space="0" w:color="auto"/>
            </w:tcBorders>
          </w:tcPr>
          <w:p w14:paraId="3D359DD4" w14:textId="77777777" w:rsidR="00773B30" w:rsidRDefault="00CF2CC0" w:rsidP="000C3231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Instructions for dismantling the appliance for those handling old appliances is enclosed. </w:t>
            </w:r>
          </w:p>
          <w:p w14:paraId="62E65690" w14:textId="77777777" w:rsidR="00773B30" w:rsidRDefault="00773B30" w:rsidP="000C3231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</w:rPr>
            </w:pPr>
          </w:p>
          <w:p w14:paraId="7325EFFB" w14:textId="77777777" w:rsidR="00773B30" w:rsidRDefault="00773B30" w:rsidP="000C3231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</w:rPr>
            </w:pPr>
          </w:p>
          <w:p w14:paraId="3A1402C8" w14:textId="77777777" w:rsidR="00773B30" w:rsidRDefault="00773B30" w:rsidP="000C3231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</w:rPr>
            </w:pPr>
          </w:p>
          <w:p w14:paraId="4C56AF96" w14:textId="11746A05" w:rsidR="00CF2CC0" w:rsidRPr="00331F6C" w:rsidRDefault="00CF2CC0" w:rsidP="000C3231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 xml:space="preserve">        </w:t>
            </w:r>
          </w:p>
        </w:tc>
        <w:tc>
          <w:tcPr>
            <w:tcW w:w="613" w:type="pct"/>
            <w:tcBorders>
              <w:top w:val="nil"/>
              <w:bottom w:val="single" w:sz="4" w:space="0" w:color="auto"/>
            </w:tcBorders>
          </w:tcPr>
          <w:p w14:paraId="349ADBDE" w14:textId="77777777" w:rsidR="00CF2CC0" w:rsidRPr="00331F6C" w:rsidRDefault="00CF2CC0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331F6C">
              <w:rPr>
                <w:rFonts w:ascii="Verdana" w:hAnsi="Verdana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1F6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331F6C">
              <w:rPr>
                <w:rFonts w:ascii="Verdana" w:hAnsi="Verdana"/>
                <w:sz w:val="20"/>
              </w:rPr>
              <w:fldChar w:fldCharType="end"/>
            </w:r>
          </w:p>
          <w:p w14:paraId="33F1AD57" w14:textId="77777777" w:rsidR="00CF2CC0" w:rsidRPr="00331F6C" w:rsidRDefault="00CF2CC0" w:rsidP="00CF2CC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Annex 6</w:t>
            </w:r>
          </w:p>
        </w:tc>
        <w:tc>
          <w:tcPr>
            <w:tcW w:w="438" w:type="pct"/>
            <w:tcBorders>
              <w:top w:val="nil"/>
              <w:bottom w:val="single" w:sz="4" w:space="0" w:color="auto"/>
            </w:tcBorders>
          </w:tcPr>
          <w:p w14:paraId="5993A657" w14:textId="77777777" w:rsidR="00CF2CC0" w:rsidRPr="00503A5C" w:rsidRDefault="00CF2CC0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CF2CC0" w:rsidRPr="00503A5C" w14:paraId="4CF40BB4" w14:textId="77777777" w:rsidTr="00503A5C">
        <w:trPr>
          <w:trHeight w:val="210"/>
        </w:trPr>
        <w:tc>
          <w:tcPr>
            <w:tcW w:w="728" w:type="pct"/>
            <w:tcBorders>
              <w:bottom w:val="nil"/>
            </w:tcBorders>
          </w:tcPr>
          <w:p w14:paraId="7CDDA6A2" w14:textId="77777777" w:rsidR="00CF2CC0" w:rsidRPr="00503A5C" w:rsidRDefault="00CF2CC0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lastRenderedPageBreak/>
              <w:t>3.8</w:t>
            </w:r>
          </w:p>
        </w:tc>
        <w:tc>
          <w:tcPr>
            <w:tcW w:w="3221" w:type="pct"/>
            <w:tcBorders>
              <w:bottom w:val="nil"/>
            </w:tcBorders>
          </w:tcPr>
          <w:p w14:paraId="5E4E8E02" w14:textId="77777777" w:rsidR="00CF2CC0" w:rsidRPr="00331F6C" w:rsidRDefault="00CF2CC0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Durability requirements</w:t>
            </w:r>
          </w:p>
        </w:tc>
        <w:tc>
          <w:tcPr>
            <w:tcW w:w="613" w:type="pct"/>
            <w:tcBorders>
              <w:bottom w:val="nil"/>
            </w:tcBorders>
          </w:tcPr>
          <w:p w14:paraId="06AAD7FE" w14:textId="77777777" w:rsidR="00CF2CC0" w:rsidRPr="00503A5C" w:rsidRDefault="00CF2CC0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438" w:type="pct"/>
            <w:tcBorders>
              <w:bottom w:val="nil"/>
            </w:tcBorders>
          </w:tcPr>
          <w:p w14:paraId="632CE903" w14:textId="77777777" w:rsidR="00CF2CC0" w:rsidRPr="00503A5C" w:rsidRDefault="00CF2CC0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CC0" w:rsidRPr="00503A5C" w14:paraId="5229858E" w14:textId="77777777" w:rsidTr="00503A5C">
        <w:trPr>
          <w:trHeight w:val="210"/>
        </w:trPr>
        <w:tc>
          <w:tcPr>
            <w:tcW w:w="728" w:type="pct"/>
            <w:tcBorders>
              <w:top w:val="nil"/>
              <w:bottom w:val="nil"/>
            </w:tcBorders>
          </w:tcPr>
          <w:p w14:paraId="4971DCA5" w14:textId="77777777" w:rsidR="00CF2CC0" w:rsidRPr="00503A5C" w:rsidRDefault="00CF2CC0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3.8.1</w:t>
            </w:r>
          </w:p>
        </w:tc>
        <w:tc>
          <w:tcPr>
            <w:tcW w:w="3221" w:type="pct"/>
            <w:tcBorders>
              <w:top w:val="nil"/>
              <w:bottom w:val="nil"/>
            </w:tcBorders>
          </w:tcPr>
          <w:p w14:paraId="302A8121" w14:textId="77777777" w:rsidR="00CF2CC0" w:rsidRPr="00331F6C" w:rsidRDefault="00CF2CC0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Durability of household vacuum cleaners</w:t>
            </w:r>
          </w:p>
          <w:p w14:paraId="69A8AAFF" w14:textId="77777777" w:rsidR="00CF2CC0" w:rsidRPr="00331F6C" w:rsidRDefault="00CF2CC0" w:rsidP="00AB4B00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The applicant declares compliance with all of the requirements according to Paragraph 3.8.1 of the Basic Award Criteria.</w:t>
            </w:r>
          </w:p>
        </w:tc>
        <w:tc>
          <w:tcPr>
            <w:tcW w:w="613" w:type="pct"/>
            <w:tcBorders>
              <w:top w:val="nil"/>
              <w:bottom w:val="nil"/>
            </w:tcBorders>
          </w:tcPr>
          <w:p w14:paraId="06B4FAF1" w14:textId="77777777" w:rsidR="00CF2CC0" w:rsidRPr="00503A5C" w:rsidRDefault="00CF2CC0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  <w:bookmarkStart w:id="12" w:name="_GoBack"/>
          <w:p w14:paraId="680B9E27" w14:textId="35BEB88D" w:rsidR="00CF2CC0" w:rsidRPr="00503A5C" w:rsidRDefault="00CF2CC0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  <w:bookmarkEnd w:id="12"/>
          </w:p>
        </w:tc>
        <w:tc>
          <w:tcPr>
            <w:tcW w:w="438" w:type="pct"/>
            <w:tcBorders>
              <w:top w:val="nil"/>
              <w:bottom w:val="nil"/>
            </w:tcBorders>
          </w:tcPr>
          <w:p w14:paraId="20BF3DA0" w14:textId="77777777" w:rsidR="00CF2CC0" w:rsidRPr="00503A5C" w:rsidRDefault="00CF2CC0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3ABD57A" w14:textId="77777777" w:rsidR="00CF2CC0" w:rsidRPr="00503A5C" w:rsidRDefault="00CF2CC0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CF2CC0" w:rsidRPr="00503A5C" w14:paraId="3CAE92BE" w14:textId="77777777" w:rsidTr="00775B70">
        <w:trPr>
          <w:trHeight w:val="210"/>
        </w:trPr>
        <w:tc>
          <w:tcPr>
            <w:tcW w:w="728" w:type="pct"/>
            <w:tcBorders>
              <w:top w:val="nil"/>
              <w:bottom w:val="nil"/>
            </w:tcBorders>
          </w:tcPr>
          <w:p w14:paraId="1DF5896E" w14:textId="77777777" w:rsidR="00775B70" w:rsidRDefault="00775B70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  <w:p w14:paraId="6FA60990" w14:textId="77777777" w:rsidR="00775B70" w:rsidRDefault="00775B70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  <w:p w14:paraId="4FC9D9E4" w14:textId="77777777" w:rsidR="00CF2CC0" w:rsidRPr="00503A5C" w:rsidRDefault="00775B70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or</w:t>
            </w:r>
          </w:p>
        </w:tc>
        <w:tc>
          <w:tcPr>
            <w:tcW w:w="3221" w:type="pct"/>
            <w:tcBorders>
              <w:top w:val="nil"/>
              <w:bottom w:val="nil"/>
            </w:tcBorders>
          </w:tcPr>
          <w:p w14:paraId="0DB8CDFB" w14:textId="77777777" w:rsidR="00CF2CC0" w:rsidRPr="00331F6C" w:rsidRDefault="00CF2CC0" w:rsidP="000C3231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A test report on the durability of the appliance in accordance with DIN EN 60312-1 and a test report on the service life of the motor in accordance with DIN EN 60312-1:2017 are enclosed.</w:t>
            </w:r>
          </w:p>
        </w:tc>
        <w:tc>
          <w:tcPr>
            <w:tcW w:w="613" w:type="pct"/>
            <w:tcBorders>
              <w:top w:val="nil"/>
              <w:bottom w:val="nil"/>
            </w:tcBorders>
          </w:tcPr>
          <w:p w14:paraId="05C2DAF9" w14:textId="77777777" w:rsidR="00CF2CC0" w:rsidRPr="00331F6C" w:rsidRDefault="00CF2CC0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331F6C">
              <w:rPr>
                <w:rFonts w:ascii="Verdana" w:hAnsi="Verdana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1F6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331F6C">
              <w:rPr>
                <w:rFonts w:ascii="Verdana" w:hAnsi="Verdana"/>
                <w:sz w:val="20"/>
              </w:rPr>
              <w:fldChar w:fldCharType="end"/>
            </w:r>
          </w:p>
          <w:p w14:paraId="1F572C32" w14:textId="77777777" w:rsidR="00CF2CC0" w:rsidRPr="00331F6C" w:rsidRDefault="00CF2CC0" w:rsidP="00CF2CC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Annex 7</w:t>
            </w:r>
          </w:p>
        </w:tc>
        <w:tc>
          <w:tcPr>
            <w:tcW w:w="438" w:type="pct"/>
            <w:tcBorders>
              <w:top w:val="nil"/>
              <w:bottom w:val="nil"/>
            </w:tcBorders>
          </w:tcPr>
          <w:p w14:paraId="6E47344E" w14:textId="77777777" w:rsidR="00CF2CC0" w:rsidRPr="00503A5C" w:rsidRDefault="00CF2CC0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775B70" w:rsidRPr="00503A5C" w14:paraId="418480BB" w14:textId="77777777" w:rsidTr="00775B70">
        <w:trPr>
          <w:trHeight w:val="210"/>
        </w:trPr>
        <w:tc>
          <w:tcPr>
            <w:tcW w:w="728" w:type="pct"/>
            <w:tcBorders>
              <w:top w:val="nil"/>
              <w:bottom w:val="nil"/>
            </w:tcBorders>
          </w:tcPr>
          <w:p w14:paraId="104046FD" w14:textId="77777777" w:rsidR="00775B70" w:rsidRPr="00775B70" w:rsidRDefault="00775B70" w:rsidP="00775B70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  <w:highlight w:val="yellow"/>
              </w:rPr>
            </w:pPr>
            <w:r>
              <w:rPr>
                <w:rFonts w:ascii="Verdana" w:hAnsi="Verdana"/>
                <w:b/>
                <w:sz w:val="20"/>
              </w:rPr>
              <w:t>3.8.2</w:t>
            </w:r>
          </w:p>
        </w:tc>
        <w:tc>
          <w:tcPr>
            <w:tcW w:w="3221" w:type="pct"/>
            <w:tcBorders>
              <w:top w:val="nil"/>
              <w:bottom w:val="nil"/>
            </w:tcBorders>
          </w:tcPr>
          <w:p w14:paraId="0CF001B9" w14:textId="77777777" w:rsidR="00775B70" w:rsidRPr="00331F6C" w:rsidRDefault="00775B70" w:rsidP="00775B70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Durability of cordless vacuum cleaners</w:t>
            </w:r>
          </w:p>
          <w:p w14:paraId="6E7ED751" w14:textId="77777777" w:rsidR="00775B70" w:rsidRPr="00331F6C" w:rsidRDefault="00775B70" w:rsidP="00775B70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The applicant declares compliance with all of the requirements according to Paragraph 3.8.2 of the Basic Award Criteria.</w:t>
            </w:r>
          </w:p>
        </w:tc>
        <w:tc>
          <w:tcPr>
            <w:tcW w:w="613" w:type="pct"/>
            <w:tcBorders>
              <w:top w:val="nil"/>
              <w:bottom w:val="nil"/>
            </w:tcBorders>
          </w:tcPr>
          <w:p w14:paraId="131738B6" w14:textId="77777777" w:rsidR="00775B70" w:rsidRPr="00331F6C" w:rsidRDefault="00775B70" w:rsidP="00775B7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CE76260" w14:textId="77777777" w:rsidR="00775B70" w:rsidRPr="00331F6C" w:rsidRDefault="00775B70" w:rsidP="00775B7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331F6C">
              <w:rPr>
                <w:rFonts w:ascii="Verdana" w:hAnsi="Verdana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1F6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331F6C">
              <w:rPr>
                <w:rFonts w:ascii="Verdana" w:hAnsi="Verdana"/>
                <w:sz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bottom w:val="nil"/>
            </w:tcBorders>
          </w:tcPr>
          <w:p w14:paraId="53B5E8EC" w14:textId="77777777" w:rsidR="00775B70" w:rsidRPr="00503A5C" w:rsidRDefault="00775B70" w:rsidP="00775B7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4B57CE1" w14:textId="77777777" w:rsidR="00775B70" w:rsidRPr="00503A5C" w:rsidRDefault="00775B70" w:rsidP="00775B7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775B70" w:rsidRPr="00503A5C" w14:paraId="057DB03D" w14:textId="77777777" w:rsidTr="00775B70">
        <w:trPr>
          <w:trHeight w:val="210"/>
        </w:trPr>
        <w:tc>
          <w:tcPr>
            <w:tcW w:w="728" w:type="pct"/>
            <w:tcBorders>
              <w:top w:val="nil"/>
              <w:bottom w:val="single" w:sz="4" w:space="0" w:color="auto"/>
            </w:tcBorders>
          </w:tcPr>
          <w:p w14:paraId="134B5A3B" w14:textId="77777777" w:rsidR="00775B70" w:rsidRPr="00775B70" w:rsidRDefault="00775B70" w:rsidP="00775B70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3221" w:type="pct"/>
            <w:tcBorders>
              <w:top w:val="nil"/>
              <w:bottom w:val="single" w:sz="4" w:space="0" w:color="auto"/>
            </w:tcBorders>
          </w:tcPr>
          <w:p w14:paraId="4CD14A2C" w14:textId="77777777" w:rsidR="00775B70" w:rsidRPr="00331F6C" w:rsidRDefault="00775B70" w:rsidP="00775B70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An in-house test report on the durability of the appliance is enclosed.</w:t>
            </w:r>
          </w:p>
        </w:tc>
        <w:tc>
          <w:tcPr>
            <w:tcW w:w="613" w:type="pct"/>
            <w:tcBorders>
              <w:top w:val="nil"/>
              <w:bottom w:val="single" w:sz="4" w:space="0" w:color="auto"/>
            </w:tcBorders>
          </w:tcPr>
          <w:p w14:paraId="1417516E" w14:textId="77777777" w:rsidR="00775B70" w:rsidRPr="00331F6C" w:rsidRDefault="00775B70" w:rsidP="00775B7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331F6C">
              <w:rPr>
                <w:rFonts w:ascii="Verdana" w:hAnsi="Verdana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1F6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331F6C">
              <w:rPr>
                <w:rFonts w:ascii="Verdana" w:hAnsi="Verdana"/>
                <w:sz w:val="20"/>
              </w:rPr>
              <w:fldChar w:fldCharType="end"/>
            </w:r>
          </w:p>
          <w:p w14:paraId="5D9B9B76" w14:textId="77777777" w:rsidR="00775B70" w:rsidRPr="00331F6C" w:rsidRDefault="00775B70" w:rsidP="00775B7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Annex 7</w:t>
            </w:r>
          </w:p>
        </w:tc>
        <w:tc>
          <w:tcPr>
            <w:tcW w:w="438" w:type="pct"/>
            <w:tcBorders>
              <w:top w:val="nil"/>
              <w:bottom w:val="single" w:sz="4" w:space="0" w:color="auto"/>
            </w:tcBorders>
          </w:tcPr>
          <w:p w14:paraId="35A7E80B" w14:textId="77777777" w:rsidR="00775B70" w:rsidRPr="00503A5C" w:rsidRDefault="00775B70" w:rsidP="00775B7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775B70" w:rsidRPr="00503A5C" w14:paraId="652ECA97" w14:textId="77777777" w:rsidTr="00503A5C">
        <w:trPr>
          <w:trHeight w:val="210"/>
        </w:trPr>
        <w:tc>
          <w:tcPr>
            <w:tcW w:w="728" w:type="pct"/>
            <w:tcBorders>
              <w:bottom w:val="nil"/>
            </w:tcBorders>
          </w:tcPr>
          <w:p w14:paraId="41DEB727" w14:textId="77777777" w:rsidR="00775B70" w:rsidRPr="00331F6C" w:rsidRDefault="00775B70" w:rsidP="00775B70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3.8.3</w:t>
            </w:r>
          </w:p>
        </w:tc>
        <w:tc>
          <w:tcPr>
            <w:tcW w:w="3221" w:type="pct"/>
            <w:tcBorders>
              <w:bottom w:val="nil"/>
            </w:tcBorders>
          </w:tcPr>
          <w:p w14:paraId="18252657" w14:textId="77777777" w:rsidR="00775B70" w:rsidRPr="00503A5C" w:rsidRDefault="00775B70" w:rsidP="00775B70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Provision of spare parts</w:t>
            </w:r>
          </w:p>
        </w:tc>
        <w:tc>
          <w:tcPr>
            <w:tcW w:w="613" w:type="pct"/>
            <w:tcBorders>
              <w:bottom w:val="nil"/>
            </w:tcBorders>
          </w:tcPr>
          <w:p w14:paraId="643CA2E8" w14:textId="77777777" w:rsidR="00775B70" w:rsidRPr="00503A5C" w:rsidRDefault="00775B70" w:rsidP="00775B7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8" w:type="pct"/>
            <w:tcBorders>
              <w:bottom w:val="nil"/>
            </w:tcBorders>
          </w:tcPr>
          <w:p w14:paraId="05428D2E" w14:textId="77777777" w:rsidR="00775B70" w:rsidRPr="00503A5C" w:rsidRDefault="00775B70" w:rsidP="00775B7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775B70" w:rsidRPr="00503A5C" w14:paraId="66CBDEC0" w14:textId="77777777" w:rsidTr="00503A5C">
        <w:trPr>
          <w:trHeight w:val="210"/>
        </w:trPr>
        <w:tc>
          <w:tcPr>
            <w:tcW w:w="728" w:type="pct"/>
            <w:tcBorders>
              <w:top w:val="nil"/>
              <w:bottom w:val="nil"/>
            </w:tcBorders>
          </w:tcPr>
          <w:p w14:paraId="4F1EFB7D" w14:textId="77777777" w:rsidR="00775B70" w:rsidRPr="00331F6C" w:rsidRDefault="00775B70" w:rsidP="00775B70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nil"/>
            </w:tcBorders>
          </w:tcPr>
          <w:p w14:paraId="72A2D52E" w14:textId="77777777" w:rsidR="00775B70" w:rsidRPr="00331F6C" w:rsidRDefault="00775B70" w:rsidP="00775B70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The applicant guarantees the provision of spare parts for at least 8 years following the termination of production.</w:t>
            </w:r>
          </w:p>
        </w:tc>
        <w:tc>
          <w:tcPr>
            <w:tcW w:w="613" w:type="pct"/>
            <w:tcBorders>
              <w:top w:val="nil"/>
              <w:bottom w:val="nil"/>
            </w:tcBorders>
          </w:tcPr>
          <w:p w14:paraId="6BD93FB1" w14:textId="77777777" w:rsidR="00775B70" w:rsidRPr="00503A5C" w:rsidRDefault="00775B70" w:rsidP="00775B7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bottom w:val="nil"/>
            </w:tcBorders>
          </w:tcPr>
          <w:p w14:paraId="086D5E6B" w14:textId="77777777" w:rsidR="00775B70" w:rsidRPr="00503A5C" w:rsidRDefault="00775B70" w:rsidP="00775B7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AC46BF" w:rsidRPr="00503A5C" w14:paraId="20A768E5" w14:textId="77777777" w:rsidTr="00503A5C">
        <w:trPr>
          <w:trHeight w:val="210"/>
        </w:trPr>
        <w:tc>
          <w:tcPr>
            <w:tcW w:w="728" w:type="pct"/>
            <w:tcBorders>
              <w:top w:val="nil"/>
              <w:bottom w:val="nil"/>
            </w:tcBorders>
          </w:tcPr>
          <w:p w14:paraId="362D4836" w14:textId="77777777" w:rsidR="00AC46BF" w:rsidRPr="00503A5C" w:rsidRDefault="00AC46BF" w:rsidP="00AC46BF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nil"/>
            </w:tcBorders>
          </w:tcPr>
          <w:p w14:paraId="02381F01" w14:textId="77777777" w:rsidR="00AC46BF" w:rsidRPr="00331F6C" w:rsidRDefault="00AC46BF" w:rsidP="00AC46BF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The applicant undertakes to offer a technical aftersales service and to provide this service, as well as technical repairers and consumers of these spare parts, with access to technical documents and, if relevant, repair documentation.</w:t>
            </w:r>
          </w:p>
        </w:tc>
        <w:tc>
          <w:tcPr>
            <w:tcW w:w="613" w:type="pct"/>
            <w:tcBorders>
              <w:top w:val="nil"/>
              <w:bottom w:val="nil"/>
            </w:tcBorders>
          </w:tcPr>
          <w:p w14:paraId="3E0A259B" w14:textId="77777777" w:rsidR="00AC46BF" w:rsidRPr="00503A5C" w:rsidRDefault="00AC46BF" w:rsidP="00AC46B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bottom w:val="nil"/>
            </w:tcBorders>
          </w:tcPr>
          <w:p w14:paraId="265186A7" w14:textId="77777777" w:rsidR="00AC46BF" w:rsidRPr="00503A5C" w:rsidRDefault="00AC46BF" w:rsidP="00AC46B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775B70" w:rsidRPr="00503A5C" w14:paraId="46D5A559" w14:textId="77777777" w:rsidTr="00503A5C">
        <w:trPr>
          <w:trHeight w:val="210"/>
        </w:trPr>
        <w:tc>
          <w:tcPr>
            <w:tcW w:w="728" w:type="pct"/>
            <w:tcBorders>
              <w:top w:val="nil"/>
            </w:tcBorders>
          </w:tcPr>
          <w:p w14:paraId="516FE3D2" w14:textId="77777777" w:rsidR="00775B70" w:rsidRPr="00503A5C" w:rsidRDefault="00775B70" w:rsidP="00775B70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</w:tcBorders>
          </w:tcPr>
          <w:p w14:paraId="4C83C5D5" w14:textId="30930CB0" w:rsidR="00775B70" w:rsidRPr="00331F6C" w:rsidRDefault="00775B70" w:rsidP="00775B70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 xml:space="preserve">Information on the availability of spare parts is included in the product information.      </w:t>
            </w:r>
            <w:r>
              <w:rPr>
                <w:rFonts w:ascii="Verdana" w:hAnsi="Verdana"/>
                <w:b/>
                <w:sz w:val="20"/>
              </w:rPr>
              <w:t xml:space="preserve"> </w:t>
            </w:r>
            <w:r w:rsidR="00D8388D">
              <w:rPr>
                <w:rFonts w:ascii="Verdana" w:hAnsi="Verdana"/>
                <w:b/>
                <w:sz w:val="20"/>
              </w:rPr>
              <w:t xml:space="preserve">                </w:t>
            </w:r>
            <w:r>
              <w:rPr>
                <w:rFonts w:ascii="Verdana" w:hAnsi="Verdana"/>
                <w:b/>
                <w:sz w:val="20"/>
              </w:rPr>
              <w:t xml:space="preserve">Page </w:t>
            </w:r>
            <w:r w:rsidR="00924865" w:rsidRPr="00331F6C">
              <w:rPr>
                <w:rFonts w:ascii="Verdana" w:hAnsi="Verdana"/>
                <w:b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D72B9E" w:rsidRPr="00331F6C">
              <w:rPr>
                <w:rFonts w:ascii="Verdana" w:hAnsi="Verdana"/>
                <w:b/>
                <w:sz w:val="20"/>
              </w:rPr>
              <w:instrText xml:space="preserve"> FORMTEXT </w:instrText>
            </w:r>
            <w:r w:rsidR="00924865" w:rsidRPr="00331F6C">
              <w:rPr>
                <w:rFonts w:ascii="Verdana" w:hAnsi="Verdana"/>
                <w:b/>
                <w:sz w:val="20"/>
              </w:rPr>
            </w:r>
            <w:r w:rsidR="00924865" w:rsidRPr="00331F6C">
              <w:rPr>
                <w:rFonts w:ascii="Verdana" w:hAnsi="Verdana"/>
                <w:b/>
                <w:sz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</w:rPr>
              <w:t>     </w:t>
            </w:r>
            <w:r w:rsidR="00924865" w:rsidRPr="00331F6C">
              <w:rPr>
                <w:rFonts w:ascii="Verdana" w:hAnsi="Verdana"/>
                <w:b/>
                <w:sz w:val="20"/>
              </w:rPr>
              <w:fldChar w:fldCharType="end"/>
            </w:r>
          </w:p>
        </w:tc>
        <w:tc>
          <w:tcPr>
            <w:tcW w:w="613" w:type="pct"/>
            <w:tcBorders>
              <w:top w:val="nil"/>
            </w:tcBorders>
          </w:tcPr>
          <w:p w14:paraId="76494E59" w14:textId="77777777" w:rsidR="00775B70" w:rsidRPr="00503A5C" w:rsidRDefault="00775B70" w:rsidP="00775B7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  <w:p w14:paraId="754FA198" w14:textId="77777777" w:rsidR="00775B70" w:rsidRPr="00503A5C" w:rsidRDefault="00775B70" w:rsidP="00775B7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Annex 3</w:t>
            </w:r>
          </w:p>
        </w:tc>
        <w:tc>
          <w:tcPr>
            <w:tcW w:w="438" w:type="pct"/>
            <w:tcBorders>
              <w:top w:val="nil"/>
            </w:tcBorders>
          </w:tcPr>
          <w:p w14:paraId="0AF72867" w14:textId="77777777" w:rsidR="00775B70" w:rsidRPr="00503A5C" w:rsidRDefault="00775B70" w:rsidP="00775B7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775B70" w:rsidRPr="00503A5C" w14:paraId="39C1FFEF" w14:textId="77777777" w:rsidTr="00503A5C">
        <w:trPr>
          <w:trHeight w:val="210"/>
        </w:trPr>
        <w:tc>
          <w:tcPr>
            <w:tcW w:w="728" w:type="pct"/>
          </w:tcPr>
          <w:p w14:paraId="0D352E70" w14:textId="77777777" w:rsidR="00775B70" w:rsidRPr="00503A5C" w:rsidRDefault="00775B70" w:rsidP="00775B70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3.9</w:t>
            </w:r>
          </w:p>
        </w:tc>
        <w:tc>
          <w:tcPr>
            <w:tcW w:w="3221" w:type="pct"/>
          </w:tcPr>
          <w:p w14:paraId="4C432FC4" w14:textId="77777777" w:rsidR="00775B70" w:rsidRPr="00503A5C" w:rsidRDefault="00775B70" w:rsidP="00775B70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Consumer information</w:t>
            </w:r>
          </w:p>
        </w:tc>
        <w:tc>
          <w:tcPr>
            <w:tcW w:w="613" w:type="pct"/>
          </w:tcPr>
          <w:p w14:paraId="488C4B11" w14:textId="77777777" w:rsidR="00775B70" w:rsidRPr="00503A5C" w:rsidRDefault="00775B70" w:rsidP="00775B7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438" w:type="pct"/>
          </w:tcPr>
          <w:p w14:paraId="4928B559" w14:textId="77777777" w:rsidR="00775B70" w:rsidRPr="00503A5C" w:rsidRDefault="00775B70" w:rsidP="00775B7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775B70" w:rsidRPr="00503A5C" w14:paraId="768B33F8" w14:textId="77777777" w:rsidTr="008B74A9">
        <w:tc>
          <w:tcPr>
            <w:tcW w:w="728" w:type="pct"/>
          </w:tcPr>
          <w:p w14:paraId="62843D2D" w14:textId="77777777" w:rsidR="00775B70" w:rsidRPr="00503A5C" w:rsidRDefault="00775B70" w:rsidP="00775B70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</w:tcPr>
          <w:p w14:paraId="062BE0E3" w14:textId="77777777" w:rsidR="00775B70" w:rsidRPr="00503A5C" w:rsidRDefault="00775B70" w:rsidP="00775B70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The product documentation includes information on the annual energy consumption for cordless and mains-operated vacuum cleaners and the average rated input power (watts) in operation for mains-operated vacuum cleaners (displayed in table form where possible).</w:t>
            </w:r>
            <w:r>
              <w:rPr>
                <w:rFonts w:ascii="Verdana" w:hAnsi="Verdana"/>
                <w:b/>
                <w:sz w:val="20"/>
              </w:rPr>
              <w:t xml:space="preserve">        Page </w:t>
            </w:r>
            <w:r w:rsidR="00924865" w:rsidRPr="00331F6C">
              <w:rPr>
                <w:rFonts w:ascii="Verdana" w:hAnsi="Verdana"/>
                <w:b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D72B9E" w:rsidRPr="00331F6C">
              <w:rPr>
                <w:rFonts w:ascii="Verdana" w:hAnsi="Verdana"/>
                <w:b/>
                <w:sz w:val="20"/>
              </w:rPr>
              <w:instrText xml:space="preserve"> FORMTEXT </w:instrText>
            </w:r>
            <w:r w:rsidR="00924865" w:rsidRPr="00331F6C">
              <w:rPr>
                <w:rFonts w:ascii="Verdana" w:hAnsi="Verdana"/>
                <w:b/>
                <w:sz w:val="20"/>
              </w:rPr>
            </w:r>
            <w:r w:rsidR="00924865" w:rsidRPr="00331F6C">
              <w:rPr>
                <w:rFonts w:ascii="Verdana" w:hAnsi="Verdana"/>
                <w:b/>
                <w:sz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</w:rPr>
              <w:t>     </w:t>
            </w:r>
            <w:r w:rsidR="00924865" w:rsidRPr="00331F6C">
              <w:rPr>
                <w:rFonts w:ascii="Verdana" w:hAnsi="Verdana"/>
                <w:b/>
                <w:sz w:val="20"/>
              </w:rPr>
              <w:fldChar w:fldCharType="end"/>
            </w:r>
          </w:p>
        </w:tc>
        <w:tc>
          <w:tcPr>
            <w:tcW w:w="613" w:type="pct"/>
            <w:vAlign w:val="center"/>
          </w:tcPr>
          <w:p w14:paraId="5C5F0967" w14:textId="77777777" w:rsidR="00775B70" w:rsidRPr="00503A5C" w:rsidRDefault="00775B70" w:rsidP="008B74A9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  <w:p w14:paraId="44F8A350" w14:textId="77777777" w:rsidR="00775B70" w:rsidRPr="00503A5C" w:rsidRDefault="00775B70" w:rsidP="008B74A9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Annex 3</w:t>
            </w:r>
          </w:p>
        </w:tc>
        <w:tc>
          <w:tcPr>
            <w:tcW w:w="438" w:type="pct"/>
            <w:vAlign w:val="center"/>
          </w:tcPr>
          <w:p w14:paraId="119E0750" w14:textId="77777777" w:rsidR="00775B70" w:rsidRPr="00503A5C" w:rsidRDefault="00775B70" w:rsidP="008B74A9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775B70" w:rsidRPr="00503A5C" w14:paraId="3DEF007E" w14:textId="77777777" w:rsidTr="00503A5C">
        <w:tc>
          <w:tcPr>
            <w:tcW w:w="728" w:type="pct"/>
          </w:tcPr>
          <w:p w14:paraId="55559BDE" w14:textId="77777777" w:rsidR="00775B70" w:rsidRPr="00503A5C" w:rsidRDefault="00775B70" w:rsidP="00775B70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</w:tcPr>
          <w:p w14:paraId="50496758" w14:textId="43C99BC6" w:rsidR="00775B70" w:rsidRPr="00503A5C" w:rsidRDefault="00775B70" w:rsidP="00775B70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The product documentation includes information on the dust pick up and dust re-emissions.</w:t>
            </w:r>
            <w:r>
              <w:rPr>
                <w:rFonts w:ascii="Verdana" w:hAnsi="Verdana"/>
                <w:b/>
                <w:sz w:val="20"/>
              </w:rPr>
              <w:t xml:space="preserve">                     </w:t>
            </w:r>
            <w:r w:rsidR="00C02D3A">
              <w:rPr>
                <w:rFonts w:ascii="Verdana" w:hAnsi="Verdana"/>
                <w:b/>
                <w:sz w:val="20"/>
              </w:rPr>
              <w:br/>
            </w:r>
            <w:r>
              <w:rPr>
                <w:rFonts w:ascii="Verdana" w:hAnsi="Verdana"/>
                <w:b/>
                <w:sz w:val="20"/>
              </w:rPr>
              <w:t xml:space="preserve">Page </w:t>
            </w:r>
            <w:r w:rsidR="00924865" w:rsidRPr="00331F6C">
              <w:rPr>
                <w:rFonts w:ascii="Verdana" w:hAnsi="Verdana"/>
                <w:b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D72B9E" w:rsidRPr="00331F6C">
              <w:rPr>
                <w:rFonts w:ascii="Verdana" w:hAnsi="Verdana"/>
                <w:b/>
                <w:sz w:val="20"/>
              </w:rPr>
              <w:instrText xml:space="preserve"> FORMTEXT </w:instrText>
            </w:r>
            <w:r w:rsidR="00924865" w:rsidRPr="00331F6C">
              <w:rPr>
                <w:rFonts w:ascii="Verdana" w:hAnsi="Verdana"/>
                <w:b/>
                <w:sz w:val="20"/>
              </w:rPr>
            </w:r>
            <w:r w:rsidR="00924865" w:rsidRPr="00331F6C">
              <w:rPr>
                <w:rFonts w:ascii="Verdana" w:hAnsi="Verdana"/>
                <w:b/>
                <w:sz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</w:rPr>
              <w:t>     </w:t>
            </w:r>
            <w:r w:rsidR="00924865" w:rsidRPr="00331F6C">
              <w:rPr>
                <w:rFonts w:ascii="Verdana" w:hAnsi="Verdana"/>
                <w:b/>
                <w:sz w:val="20"/>
              </w:rPr>
              <w:fldChar w:fldCharType="end"/>
            </w:r>
          </w:p>
        </w:tc>
        <w:tc>
          <w:tcPr>
            <w:tcW w:w="613" w:type="pct"/>
          </w:tcPr>
          <w:p w14:paraId="2B0E70B0" w14:textId="77777777" w:rsidR="00775B70" w:rsidRPr="00503A5C" w:rsidRDefault="00775B70" w:rsidP="00775B7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  <w:p w14:paraId="6405E1FB" w14:textId="77777777" w:rsidR="00775B70" w:rsidRPr="00503A5C" w:rsidRDefault="00775B70" w:rsidP="00775B7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Annex 3</w:t>
            </w:r>
          </w:p>
        </w:tc>
        <w:tc>
          <w:tcPr>
            <w:tcW w:w="438" w:type="pct"/>
          </w:tcPr>
          <w:p w14:paraId="50BB566A" w14:textId="77777777" w:rsidR="00775B70" w:rsidRPr="00503A5C" w:rsidRDefault="00775B70" w:rsidP="00775B7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775B70" w:rsidRPr="00503A5C" w14:paraId="4C74579A" w14:textId="77777777" w:rsidTr="00503A5C">
        <w:tc>
          <w:tcPr>
            <w:tcW w:w="728" w:type="pct"/>
          </w:tcPr>
          <w:p w14:paraId="14F2AF67" w14:textId="77777777" w:rsidR="00775B70" w:rsidRPr="00503A5C" w:rsidRDefault="00775B70" w:rsidP="00775B70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</w:tcPr>
          <w:p w14:paraId="3D3FBCCA" w14:textId="7B72D4A4" w:rsidR="00775B70" w:rsidRPr="00503A5C" w:rsidRDefault="00775B70" w:rsidP="00775B70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The product documentation includes information on the noise emissions.</w:t>
            </w:r>
            <w:r>
              <w:rPr>
                <w:rFonts w:ascii="Verdana" w:hAnsi="Verdana"/>
                <w:b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ab/>
              <w:t xml:space="preserve">           </w:t>
            </w:r>
            <w:r w:rsidR="00C02D3A">
              <w:rPr>
                <w:rFonts w:ascii="Verdana" w:hAnsi="Verdana"/>
                <w:b/>
                <w:sz w:val="20"/>
              </w:rPr>
              <w:t xml:space="preserve">     </w:t>
            </w:r>
            <w:r>
              <w:rPr>
                <w:rFonts w:ascii="Verdana" w:hAnsi="Verdana"/>
                <w:b/>
                <w:sz w:val="20"/>
              </w:rPr>
              <w:t xml:space="preserve">Page </w:t>
            </w:r>
            <w:r w:rsidR="00924865" w:rsidRPr="00331F6C">
              <w:rPr>
                <w:rFonts w:ascii="Verdana" w:hAnsi="Verdana"/>
                <w:b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D72B9E" w:rsidRPr="00331F6C">
              <w:rPr>
                <w:rFonts w:ascii="Verdana" w:hAnsi="Verdana"/>
                <w:b/>
                <w:sz w:val="20"/>
              </w:rPr>
              <w:instrText xml:space="preserve"> FORMTEXT </w:instrText>
            </w:r>
            <w:r w:rsidR="00924865" w:rsidRPr="00331F6C">
              <w:rPr>
                <w:rFonts w:ascii="Verdana" w:hAnsi="Verdana"/>
                <w:b/>
                <w:sz w:val="20"/>
              </w:rPr>
            </w:r>
            <w:r w:rsidR="00924865" w:rsidRPr="00331F6C">
              <w:rPr>
                <w:rFonts w:ascii="Verdana" w:hAnsi="Verdana"/>
                <w:b/>
                <w:sz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</w:rPr>
              <w:t>     </w:t>
            </w:r>
            <w:r w:rsidR="00924865" w:rsidRPr="00331F6C">
              <w:rPr>
                <w:rFonts w:ascii="Verdana" w:hAnsi="Verdana"/>
                <w:b/>
                <w:sz w:val="20"/>
              </w:rPr>
              <w:fldChar w:fldCharType="end"/>
            </w:r>
            <w:r>
              <w:t xml:space="preserve"> </w:t>
            </w:r>
          </w:p>
        </w:tc>
        <w:tc>
          <w:tcPr>
            <w:tcW w:w="613" w:type="pct"/>
          </w:tcPr>
          <w:p w14:paraId="513A57F7" w14:textId="77777777" w:rsidR="00775B70" w:rsidRPr="00503A5C" w:rsidRDefault="00775B70" w:rsidP="00775B7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  <w:p w14:paraId="464D7C9E" w14:textId="77777777" w:rsidR="00775B70" w:rsidRPr="00503A5C" w:rsidRDefault="00775B70" w:rsidP="00775B7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Annex 3</w:t>
            </w:r>
          </w:p>
        </w:tc>
        <w:tc>
          <w:tcPr>
            <w:tcW w:w="438" w:type="pct"/>
          </w:tcPr>
          <w:p w14:paraId="25B283BB" w14:textId="77777777" w:rsidR="00775B70" w:rsidRPr="00503A5C" w:rsidRDefault="00775B70" w:rsidP="00775B7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BC0A00" w:rsidRPr="00503A5C" w14:paraId="3ED9417A" w14:textId="77777777" w:rsidTr="00503A5C">
        <w:tc>
          <w:tcPr>
            <w:tcW w:w="728" w:type="pct"/>
          </w:tcPr>
          <w:p w14:paraId="26519167" w14:textId="77777777" w:rsidR="00BC0A00" w:rsidRPr="00503A5C" w:rsidRDefault="00BC0A00" w:rsidP="00BC0A00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</w:tcPr>
          <w:p w14:paraId="2243E9D2" w14:textId="77777777" w:rsidR="00BC0A00" w:rsidRPr="00503A5C" w:rsidRDefault="00AD750E" w:rsidP="00BC0A00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The product documentation includes information on the type of battery, battery life and battery charging cycle, as well as information on the maintenance, replaceability and disposal of the battery.</w:t>
            </w:r>
            <w:r>
              <w:rPr>
                <w:rFonts w:ascii="Verdana" w:hAnsi="Verdana"/>
                <w:b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ab/>
            </w:r>
          </w:p>
        </w:tc>
        <w:tc>
          <w:tcPr>
            <w:tcW w:w="613" w:type="pct"/>
          </w:tcPr>
          <w:p w14:paraId="226DE91E" w14:textId="77777777" w:rsidR="00BC0A00" w:rsidRPr="00503A5C" w:rsidRDefault="00BC0A00" w:rsidP="00BC0A0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  <w:p w14:paraId="6D94F6D7" w14:textId="77777777" w:rsidR="00BC0A00" w:rsidRPr="00503A5C" w:rsidRDefault="00BC0A00" w:rsidP="00BC0A0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Annex 3</w:t>
            </w:r>
          </w:p>
        </w:tc>
        <w:tc>
          <w:tcPr>
            <w:tcW w:w="438" w:type="pct"/>
          </w:tcPr>
          <w:p w14:paraId="06CE993C" w14:textId="77777777" w:rsidR="00BC0A00" w:rsidRPr="00503A5C" w:rsidRDefault="00BC0A00" w:rsidP="00BC0A0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BC0A00" w:rsidRPr="00503A5C" w14:paraId="5D51BB32" w14:textId="77777777" w:rsidTr="00503A5C">
        <w:tc>
          <w:tcPr>
            <w:tcW w:w="728" w:type="pct"/>
          </w:tcPr>
          <w:p w14:paraId="2FB1C561" w14:textId="77777777" w:rsidR="00BC0A00" w:rsidRPr="00503A5C" w:rsidRDefault="00BC0A00" w:rsidP="00BC0A00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</w:tcPr>
          <w:p w14:paraId="51EDEED5" w14:textId="67018A66" w:rsidR="00BC0A00" w:rsidRPr="00503A5C" w:rsidRDefault="00BC0A00" w:rsidP="00BC0A00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The product documentation includes information on how to replace the dust bag or empty the dust box and filter, as well as information on how to clean the nozzle.</w:t>
            </w:r>
            <w:r>
              <w:rPr>
                <w:rFonts w:ascii="Verdana" w:hAnsi="Verdana"/>
                <w:b/>
                <w:sz w:val="20"/>
              </w:rPr>
              <w:t xml:space="preserve">   </w:t>
            </w:r>
            <w:r w:rsidR="0015644B">
              <w:rPr>
                <w:rFonts w:ascii="Verdana" w:hAnsi="Verdana"/>
                <w:b/>
                <w:sz w:val="20"/>
              </w:rPr>
              <w:br/>
            </w:r>
            <w:r>
              <w:rPr>
                <w:rFonts w:ascii="Verdana" w:hAnsi="Verdana"/>
                <w:b/>
                <w:sz w:val="20"/>
              </w:rPr>
              <w:t xml:space="preserve">Page </w:t>
            </w:r>
            <w:r w:rsidR="00924865" w:rsidRPr="00331F6C">
              <w:rPr>
                <w:rFonts w:ascii="Verdana" w:hAnsi="Verdana"/>
                <w:b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D72B9E" w:rsidRPr="00331F6C">
              <w:rPr>
                <w:rFonts w:ascii="Verdana" w:hAnsi="Verdana"/>
                <w:b/>
                <w:sz w:val="20"/>
              </w:rPr>
              <w:instrText xml:space="preserve"> FORMTEXT </w:instrText>
            </w:r>
            <w:r w:rsidR="00924865" w:rsidRPr="00331F6C">
              <w:rPr>
                <w:rFonts w:ascii="Verdana" w:hAnsi="Verdana"/>
                <w:b/>
                <w:sz w:val="20"/>
              </w:rPr>
            </w:r>
            <w:r w:rsidR="00924865" w:rsidRPr="00331F6C">
              <w:rPr>
                <w:rFonts w:ascii="Verdana" w:hAnsi="Verdana"/>
                <w:b/>
                <w:sz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</w:rPr>
              <w:t>     </w:t>
            </w:r>
            <w:r w:rsidR="00924865" w:rsidRPr="00331F6C">
              <w:rPr>
                <w:rFonts w:ascii="Verdana" w:hAnsi="Verdana"/>
                <w:b/>
                <w:sz w:val="20"/>
              </w:rPr>
              <w:fldChar w:fldCharType="end"/>
            </w:r>
          </w:p>
        </w:tc>
        <w:tc>
          <w:tcPr>
            <w:tcW w:w="613" w:type="pct"/>
          </w:tcPr>
          <w:p w14:paraId="2FF03DFE" w14:textId="77777777" w:rsidR="00BC0A00" w:rsidRPr="00503A5C" w:rsidRDefault="00BC0A00" w:rsidP="00BC0A0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  <w:p w14:paraId="2E87003B" w14:textId="77777777" w:rsidR="00BC0A00" w:rsidRPr="00503A5C" w:rsidRDefault="00BC0A00" w:rsidP="00BC0A0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Annex 3</w:t>
            </w:r>
          </w:p>
        </w:tc>
        <w:tc>
          <w:tcPr>
            <w:tcW w:w="438" w:type="pct"/>
          </w:tcPr>
          <w:p w14:paraId="0C20B1CD" w14:textId="77777777" w:rsidR="00BC0A00" w:rsidRPr="00503A5C" w:rsidRDefault="00BC0A00" w:rsidP="00BC0A0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BC0A00" w:rsidRPr="00503A5C" w14:paraId="55C10C9C" w14:textId="77777777" w:rsidTr="00503A5C">
        <w:tc>
          <w:tcPr>
            <w:tcW w:w="728" w:type="pct"/>
          </w:tcPr>
          <w:p w14:paraId="23875012" w14:textId="77777777" w:rsidR="00BC0A00" w:rsidRPr="00503A5C" w:rsidRDefault="00BC0A00" w:rsidP="00BC0A00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</w:tcPr>
          <w:p w14:paraId="19179364" w14:textId="77777777" w:rsidR="00BC0A00" w:rsidRPr="00503A5C" w:rsidRDefault="00BC0A00" w:rsidP="00BC0A00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The product documentation includes information on the weight (kg), the proportion of recycled PCR material (%), the operating range (m) for mains-operated vacuum cleaners and the availability of spare parts and where to source them.</w:t>
            </w:r>
            <w:r>
              <w:rPr>
                <w:rFonts w:ascii="Verdana" w:hAnsi="Verdana"/>
                <w:b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ab/>
              <w:t xml:space="preserve">                   Page </w:t>
            </w:r>
            <w:r w:rsidR="00924865" w:rsidRPr="00331F6C">
              <w:rPr>
                <w:rFonts w:ascii="Verdana" w:hAnsi="Verdana"/>
                <w:b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D72B9E" w:rsidRPr="00331F6C">
              <w:rPr>
                <w:rFonts w:ascii="Verdana" w:hAnsi="Verdana"/>
                <w:b/>
                <w:sz w:val="20"/>
              </w:rPr>
              <w:instrText xml:space="preserve"> FORMTEXT </w:instrText>
            </w:r>
            <w:r w:rsidR="00924865" w:rsidRPr="00331F6C">
              <w:rPr>
                <w:rFonts w:ascii="Verdana" w:hAnsi="Verdana"/>
                <w:b/>
                <w:sz w:val="20"/>
              </w:rPr>
            </w:r>
            <w:r w:rsidR="00924865" w:rsidRPr="00331F6C">
              <w:rPr>
                <w:rFonts w:ascii="Verdana" w:hAnsi="Verdana"/>
                <w:b/>
                <w:sz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</w:rPr>
              <w:t>     </w:t>
            </w:r>
            <w:r w:rsidR="00924865" w:rsidRPr="00331F6C">
              <w:rPr>
                <w:rFonts w:ascii="Verdana" w:hAnsi="Verdana"/>
                <w:b/>
                <w:sz w:val="20"/>
              </w:rPr>
              <w:fldChar w:fldCharType="end"/>
            </w:r>
          </w:p>
        </w:tc>
        <w:tc>
          <w:tcPr>
            <w:tcW w:w="613" w:type="pct"/>
          </w:tcPr>
          <w:p w14:paraId="387E166E" w14:textId="77777777" w:rsidR="00BC0A00" w:rsidRPr="00503A5C" w:rsidRDefault="00BC0A00" w:rsidP="00BC0A0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  <w:p w14:paraId="582F4F27" w14:textId="77777777" w:rsidR="00BC0A00" w:rsidRPr="00503A5C" w:rsidRDefault="00BC0A00" w:rsidP="00BC0A0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Annex 3</w:t>
            </w:r>
          </w:p>
        </w:tc>
        <w:tc>
          <w:tcPr>
            <w:tcW w:w="438" w:type="pct"/>
          </w:tcPr>
          <w:p w14:paraId="29FC792A" w14:textId="77777777" w:rsidR="00BC0A00" w:rsidRPr="00503A5C" w:rsidRDefault="00BC0A00" w:rsidP="00BC0A0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BC0A00" w:rsidRPr="00503A5C" w14:paraId="6148C8E2" w14:textId="77777777" w:rsidTr="00503A5C">
        <w:tc>
          <w:tcPr>
            <w:tcW w:w="728" w:type="pct"/>
          </w:tcPr>
          <w:p w14:paraId="6A0D9A08" w14:textId="77777777" w:rsidR="00BC0A00" w:rsidRPr="00503A5C" w:rsidRDefault="00BC0A00" w:rsidP="00BC0A00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</w:tcPr>
          <w:p w14:paraId="26DB0B2F" w14:textId="77777777" w:rsidR="00BC0A00" w:rsidRPr="00503A5C" w:rsidRDefault="00BC0A00" w:rsidP="00BC0A00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 xml:space="preserve">The product documentation includes information and instructions on using the vacuum cleaner on carpet and </w:t>
            </w:r>
            <w:r>
              <w:rPr>
                <w:rFonts w:ascii="Verdana" w:hAnsi="Verdana"/>
                <w:sz w:val="20"/>
              </w:rPr>
              <w:lastRenderedPageBreak/>
              <w:t xml:space="preserve">hard floor by means of clear and adjustable settings on the appliance. </w:t>
            </w:r>
            <w:r>
              <w:rPr>
                <w:rFonts w:ascii="Verdana" w:hAnsi="Verdana"/>
                <w:sz w:val="20"/>
              </w:rPr>
              <w:tab/>
              <w:t xml:space="preserve">      </w:t>
            </w:r>
            <w:r>
              <w:rPr>
                <w:rFonts w:ascii="Verdana" w:hAnsi="Verdana"/>
                <w:b/>
                <w:sz w:val="20"/>
              </w:rPr>
              <w:t xml:space="preserve">             Page </w:t>
            </w:r>
            <w:r w:rsidR="00924865" w:rsidRPr="00331F6C">
              <w:rPr>
                <w:rFonts w:ascii="Verdana" w:hAnsi="Verdana"/>
                <w:b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D72B9E" w:rsidRPr="00331F6C">
              <w:rPr>
                <w:rFonts w:ascii="Verdana" w:hAnsi="Verdana"/>
                <w:b/>
                <w:sz w:val="20"/>
              </w:rPr>
              <w:instrText xml:space="preserve"> FORMTEXT </w:instrText>
            </w:r>
            <w:r w:rsidR="00924865" w:rsidRPr="00331F6C">
              <w:rPr>
                <w:rFonts w:ascii="Verdana" w:hAnsi="Verdana"/>
                <w:b/>
                <w:sz w:val="20"/>
              </w:rPr>
            </w:r>
            <w:r w:rsidR="00924865" w:rsidRPr="00331F6C">
              <w:rPr>
                <w:rFonts w:ascii="Verdana" w:hAnsi="Verdana"/>
                <w:b/>
                <w:sz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</w:rPr>
              <w:t>     </w:t>
            </w:r>
            <w:r w:rsidR="00924865" w:rsidRPr="00331F6C">
              <w:rPr>
                <w:rFonts w:ascii="Verdana" w:hAnsi="Verdana"/>
                <w:b/>
                <w:sz w:val="20"/>
              </w:rPr>
              <w:fldChar w:fldCharType="end"/>
            </w:r>
            <w:r>
              <w:t xml:space="preserve"> </w:t>
            </w:r>
          </w:p>
        </w:tc>
        <w:tc>
          <w:tcPr>
            <w:tcW w:w="613" w:type="pct"/>
          </w:tcPr>
          <w:p w14:paraId="3C48E197" w14:textId="77777777" w:rsidR="00BC0A00" w:rsidRPr="00503A5C" w:rsidRDefault="00BC0A00" w:rsidP="00BC0A0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lastRenderedPageBreak/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  <w:p w14:paraId="53033DB0" w14:textId="77777777" w:rsidR="00BC0A00" w:rsidRPr="00503A5C" w:rsidRDefault="00BC0A00" w:rsidP="00BC0A0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Annex 3</w:t>
            </w:r>
          </w:p>
        </w:tc>
        <w:tc>
          <w:tcPr>
            <w:tcW w:w="438" w:type="pct"/>
          </w:tcPr>
          <w:p w14:paraId="3E626EFE" w14:textId="77777777" w:rsidR="00BC0A00" w:rsidRPr="00503A5C" w:rsidRDefault="00BC0A00" w:rsidP="00BC0A0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</w:rPr>
              <w:instrText xml:space="preserve"> FORMCHECKBOX </w:instrText>
            </w:r>
            <w:r w:rsidR="00185D70">
              <w:rPr>
                <w:rFonts w:ascii="Verdana" w:hAnsi="Verdana"/>
                <w:sz w:val="20"/>
              </w:rPr>
            </w:r>
            <w:r w:rsidR="00185D70">
              <w:rPr>
                <w:rFonts w:ascii="Verdana" w:hAnsi="Verdana"/>
                <w:sz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</w:rPr>
              <w:fldChar w:fldCharType="end"/>
            </w:r>
          </w:p>
        </w:tc>
      </w:tr>
    </w:tbl>
    <w:p w14:paraId="4DA1085F" w14:textId="77777777" w:rsidR="00AC1248" w:rsidRDefault="00AC1248" w:rsidP="00CD51B1">
      <w:pPr>
        <w:tabs>
          <w:tab w:val="left" w:pos="7938"/>
        </w:tabs>
        <w:spacing w:before="120"/>
        <w:rPr>
          <w:rFonts w:ascii="Verdana" w:hAnsi="Verdana"/>
          <w:b/>
          <w:sz w:val="20"/>
          <w:u w:val="single"/>
        </w:rPr>
      </w:pPr>
    </w:p>
    <w:p w14:paraId="7749B6DA" w14:textId="75DA2A98" w:rsidR="00CD51B1" w:rsidRPr="00503A5C" w:rsidRDefault="00CD51B1" w:rsidP="00CD51B1">
      <w:pPr>
        <w:tabs>
          <w:tab w:val="left" w:pos="7938"/>
        </w:tabs>
        <w:spacing w:before="12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u w:val="single"/>
        </w:rPr>
        <w:t>Annexes to the contract</w:t>
      </w:r>
    </w:p>
    <w:p w14:paraId="61F8CB32" w14:textId="77777777" w:rsidR="002E291B" w:rsidRPr="00503A5C" w:rsidRDefault="002E291B" w:rsidP="00CD51B1">
      <w:pPr>
        <w:tabs>
          <w:tab w:val="left" w:pos="7938"/>
        </w:tabs>
        <w:rPr>
          <w:rFonts w:ascii="Verdana" w:hAnsi="Verdana"/>
          <w:sz w:val="20"/>
          <w:szCs w:val="20"/>
        </w:rPr>
      </w:pPr>
    </w:p>
    <w:p w14:paraId="20981CB3" w14:textId="77777777" w:rsidR="00CD51B1" w:rsidRPr="00503A5C" w:rsidRDefault="00CD51B1" w:rsidP="00CD51B1">
      <w:pPr>
        <w:tabs>
          <w:tab w:val="left" w:pos="7938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>Please use this printed form of Annex 1 to the contract.</w:t>
      </w:r>
    </w:p>
    <w:p w14:paraId="0691C936" w14:textId="77777777" w:rsidR="00CD51B1" w:rsidRPr="00503A5C" w:rsidRDefault="00CD51B1" w:rsidP="00CD51B1">
      <w:pPr>
        <w:tabs>
          <w:tab w:val="left" w:pos="7938"/>
        </w:tabs>
        <w:rPr>
          <w:rFonts w:ascii="Verdana" w:hAnsi="Verdana"/>
          <w:sz w:val="20"/>
          <w:szCs w:val="20"/>
        </w:rPr>
      </w:pPr>
    </w:p>
    <w:p w14:paraId="21E0C95A" w14:textId="77777777" w:rsidR="00CD51B1" w:rsidRPr="00503A5C" w:rsidRDefault="00CD51B1" w:rsidP="00CD51B1">
      <w:pPr>
        <w:tabs>
          <w:tab w:val="left" w:pos="7938"/>
        </w:tabs>
        <w:spacing w:after="1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>Please enclose Annexes 2 to 6, Annex P-M and Annex P-L25 with the application documentation:</w:t>
      </w:r>
    </w:p>
    <w:tbl>
      <w:tblPr>
        <w:tblW w:w="921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9"/>
        <w:gridCol w:w="7655"/>
      </w:tblGrid>
      <w:tr w:rsidR="00645862" w:rsidRPr="00503A5C" w14:paraId="1D17D9D3" w14:textId="77777777" w:rsidTr="00645862">
        <w:tc>
          <w:tcPr>
            <w:tcW w:w="1559" w:type="dxa"/>
            <w:shd w:val="clear" w:color="auto" w:fill="auto"/>
          </w:tcPr>
          <w:p w14:paraId="47994608" w14:textId="77777777" w:rsidR="00645862" w:rsidRPr="00503A5C" w:rsidRDefault="00645862" w:rsidP="00B80195">
            <w:pPr>
              <w:keepNext/>
              <w:keepLines/>
              <w:spacing w:before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Annex 2:</w:t>
            </w:r>
          </w:p>
        </w:tc>
        <w:tc>
          <w:tcPr>
            <w:tcW w:w="7655" w:type="dxa"/>
            <w:shd w:val="clear" w:color="auto" w:fill="auto"/>
          </w:tcPr>
          <w:p w14:paraId="5E206D8E" w14:textId="77777777" w:rsidR="00645862" w:rsidRPr="00503A5C" w:rsidRDefault="00376374" w:rsidP="00B80195">
            <w:pPr>
              <w:keepNext/>
              <w:keepLines/>
              <w:spacing w:before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A test report on the rated input power measured in accordance with EN 60335-1, EN 60335-2-2 or EN 60335-2-69</w:t>
            </w:r>
          </w:p>
        </w:tc>
      </w:tr>
      <w:tr w:rsidR="00645862" w:rsidRPr="00503A5C" w14:paraId="1B074CB1" w14:textId="77777777" w:rsidTr="00645862">
        <w:tc>
          <w:tcPr>
            <w:tcW w:w="1559" w:type="dxa"/>
            <w:shd w:val="clear" w:color="auto" w:fill="auto"/>
          </w:tcPr>
          <w:p w14:paraId="370C2315" w14:textId="77777777" w:rsidR="00645862" w:rsidRPr="00503A5C" w:rsidRDefault="00645862" w:rsidP="00B80195">
            <w:pPr>
              <w:keepNext/>
              <w:keepLines/>
              <w:spacing w:before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Annex 3:</w:t>
            </w:r>
          </w:p>
        </w:tc>
        <w:tc>
          <w:tcPr>
            <w:tcW w:w="7655" w:type="dxa"/>
            <w:shd w:val="clear" w:color="auto" w:fill="auto"/>
          </w:tcPr>
          <w:p w14:paraId="67AAB5A4" w14:textId="77777777" w:rsidR="00645862" w:rsidRPr="00503A5C" w:rsidRDefault="00376374" w:rsidP="00B80195">
            <w:pPr>
              <w:keepNext/>
              <w:keepLines/>
              <w:spacing w:before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Product information in accordance with Regulation (EC) No. 666/2013 or for cordless vacuum cleaners in accordance with the prEN (IEC) 62885-4</w:t>
            </w:r>
          </w:p>
        </w:tc>
      </w:tr>
      <w:tr w:rsidR="00645862" w:rsidRPr="00503A5C" w14:paraId="74344D9B" w14:textId="77777777" w:rsidTr="00645862">
        <w:tc>
          <w:tcPr>
            <w:tcW w:w="1559" w:type="dxa"/>
            <w:shd w:val="clear" w:color="auto" w:fill="auto"/>
          </w:tcPr>
          <w:p w14:paraId="0215DC4D" w14:textId="77777777" w:rsidR="00645862" w:rsidRPr="00503A5C" w:rsidRDefault="00645862" w:rsidP="00B80195">
            <w:pPr>
              <w:keepNext/>
              <w:keepLines/>
              <w:spacing w:before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Annex 4:</w:t>
            </w:r>
          </w:p>
        </w:tc>
        <w:tc>
          <w:tcPr>
            <w:tcW w:w="7655" w:type="dxa"/>
            <w:shd w:val="clear" w:color="auto" w:fill="auto"/>
          </w:tcPr>
          <w:p w14:paraId="1BB119B7" w14:textId="77777777" w:rsidR="00645862" w:rsidRPr="00503A5C" w:rsidRDefault="00376374" w:rsidP="00CF2CC0">
            <w:pPr>
              <w:keepNext/>
              <w:keepLines/>
              <w:spacing w:before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A test report on the noise emissions measured in accordance with DIN EN 60704-1 or DIN EN 60704-3 and DIN EN 60704-2-1 or DIN EN 60335-2-69</w:t>
            </w:r>
          </w:p>
        </w:tc>
      </w:tr>
      <w:tr w:rsidR="00645862" w:rsidRPr="00503A5C" w14:paraId="020A7B46" w14:textId="77777777" w:rsidTr="00645862">
        <w:tc>
          <w:tcPr>
            <w:tcW w:w="1559" w:type="dxa"/>
            <w:shd w:val="clear" w:color="auto" w:fill="auto"/>
          </w:tcPr>
          <w:p w14:paraId="15923922" w14:textId="77777777" w:rsidR="00645862" w:rsidRPr="00503A5C" w:rsidRDefault="00645862" w:rsidP="00B80195">
            <w:pPr>
              <w:keepNext/>
              <w:keepLines/>
              <w:spacing w:before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Annex 5:</w:t>
            </w:r>
          </w:p>
        </w:tc>
        <w:tc>
          <w:tcPr>
            <w:tcW w:w="7655" w:type="dxa"/>
            <w:shd w:val="clear" w:color="auto" w:fill="auto"/>
          </w:tcPr>
          <w:p w14:paraId="25A690B7" w14:textId="77777777" w:rsidR="00645862" w:rsidRPr="00503A5C" w:rsidRDefault="00376374" w:rsidP="00B80195">
            <w:pPr>
              <w:keepNext/>
              <w:keepLines/>
              <w:spacing w:before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A test report on the motion resistance measured in accordance with EN 60312-1:2017</w:t>
            </w:r>
          </w:p>
        </w:tc>
      </w:tr>
      <w:tr w:rsidR="00645862" w:rsidRPr="00503A5C" w14:paraId="3CCB3902" w14:textId="77777777" w:rsidTr="00645862">
        <w:tc>
          <w:tcPr>
            <w:tcW w:w="1559" w:type="dxa"/>
            <w:shd w:val="clear" w:color="auto" w:fill="auto"/>
          </w:tcPr>
          <w:p w14:paraId="6727E825" w14:textId="77777777" w:rsidR="00645862" w:rsidRPr="00503A5C" w:rsidRDefault="00645862" w:rsidP="00B80195">
            <w:pPr>
              <w:keepNext/>
              <w:keepLines/>
              <w:spacing w:before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Annex 6:</w:t>
            </w:r>
          </w:p>
        </w:tc>
        <w:tc>
          <w:tcPr>
            <w:tcW w:w="7655" w:type="dxa"/>
            <w:shd w:val="clear" w:color="auto" w:fill="auto"/>
          </w:tcPr>
          <w:p w14:paraId="0101CABC" w14:textId="77777777" w:rsidR="00645862" w:rsidRPr="00503A5C" w:rsidRDefault="00376374" w:rsidP="00B80195">
            <w:pPr>
              <w:keepNext/>
              <w:keepLines/>
              <w:spacing w:before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Instructions for dismantling the appliance for those handling old appliances</w:t>
            </w:r>
          </w:p>
        </w:tc>
      </w:tr>
      <w:tr w:rsidR="00376374" w:rsidRPr="00503A5C" w14:paraId="160E8673" w14:textId="77777777" w:rsidTr="00645862">
        <w:tc>
          <w:tcPr>
            <w:tcW w:w="1559" w:type="dxa"/>
            <w:shd w:val="clear" w:color="auto" w:fill="auto"/>
          </w:tcPr>
          <w:p w14:paraId="5B56C9BC" w14:textId="77777777" w:rsidR="00376374" w:rsidRPr="00503A5C" w:rsidRDefault="00376374" w:rsidP="00B80195">
            <w:pPr>
              <w:keepNext/>
              <w:keepLines/>
              <w:spacing w:before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Annex 7:</w:t>
            </w:r>
          </w:p>
        </w:tc>
        <w:tc>
          <w:tcPr>
            <w:tcW w:w="7655" w:type="dxa"/>
            <w:shd w:val="clear" w:color="auto" w:fill="auto"/>
          </w:tcPr>
          <w:p w14:paraId="2B860598" w14:textId="77777777" w:rsidR="00376374" w:rsidRDefault="00376374" w:rsidP="00376374">
            <w:pPr>
              <w:keepNext/>
              <w:keepLines/>
              <w:spacing w:before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A test report on the durability of the appliance in accordance with DIN EN 60312-1 and a test report on the service life of the motor in accordance with DIN EN 60312-1:2017</w:t>
            </w:r>
          </w:p>
          <w:p w14:paraId="4F9158F5" w14:textId="77777777" w:rsidR="00376374" w:rsidRPr="00503A5C" w:rsidRDefault="00376374" w:rsidP="00376374">
            <w:pPr>
              <w:keepNext/>
              <w:keepLines/>
              <w:spacing w:before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An in-house test report on the durability of the appliance for cordless vacuum cleaners</w:t>
            </w:r>
          </w:p>
        </w:tc>
      </w:tr>
      <w:tr w:rsidR="00376374" w:rsidRPr="00503A5C" w14:paraId="1FDCA155" w14:textId="77777777" w:rsidTr="00645862">
        <w:tc>
          <w:tcPr>
            <w:tcW w:w="1559" w:type="dxa"/>
            <w:shd w:val="clear" w:color="auto" w:fill="auto"/>
          </w:tcPr>
          <w:p w14:paraId="46489C47" w14:textId="77777777" w:rsidR="00376374" w:rsidRPr="00503A5C" w:rsidRDefault="00376374" w:rsidP="00376374">
            <w:pPr>
              <w:keepNext/>
              <w:keepLines/>
              <w:spacing w:before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Annex P-M:</w:t>
            </w:r>
          </w:p>
        </w:tc>
        <w:tc>
          <w:tcPr>
            <w:tcW w:w="7655" w:type="dxa"/>
            <w:shd w:val="clear" w:color="auto" w:fill="auto"/>
          </w:tcPr>
          <w:p w14:paraId="6AA039F7" w14:textId="4127523B" w:rsidR="00376374" w:rsidRPr="00797FC3" w:rsidRDefault="00376374" w:rsidP="00376374">
            <w:pPr>
              <w:keepNext/>
              <w:keepLines/>
              <w:spacing w:before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 xml:space="preserve">Manufacturer/distributor declaration on the plastics materials </w:t>
            </w:r>
            <w:r w:rsidR="0015644B">
              <w:rPr>
                <w:rFonts w:ascii="Verdana" w:hAnsi="Verdana"/>
                <w:sz w:val="20"/>
              </w:rPr>
              <w:br/>
            </w:r>
            <w:r>
              <w:rPr>
                <w:rFonts w:ascii="Verdana" w:hAnsi="Verdana"/>
                <w:sz w:val="20"/>
              </w:rPr>
              <w:t>(printed form)</w:t>
            </w:r>
          </w:p>
        </w:tc>
      </w:tr>
      <w:tr w:rsidR="00645862" w:rsidRPr="00503A5C" w14:paraId="780DE08B" w14:textId="77777777" w:rsidTr="00645862">
        <w:tc>
          <w:tcPr>
            <w:tcW w:w="1559" w:type="dxa"/>
            <w:shd w:val="clear" w:color="auto" w:fill="auto"/>
          </w:tcPr>
          <w:p w14:paraId="6E26033B" w14:textId="77777777" w:rsidR="00645862" w:rsidRPr="00503A5C" w:rsidRDefault="00645862" w:rsidP="00B80195">
            <w:pPr>
              <w:keepNext/>
              <w:keepLines/>
              <w:spacing w:before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Annex P-L25:</w:t>
            </w:r>
          </w:p>
        </w:tc>
        <w:tc>
          <w:tcPr>
            <w:tcW w:w="7655" w:type="dxa"/>
            <w:shd w:val="clear" w:color="auto" w:fill="auto"/>
          </w:tcPr>
          <w:p w14:paraId="4356E7F8" w14:textId="77777777" w:rsidR="00645862" w:rsidRPr="00503A5C" w:rsidRDefault="00376374" w:rsidP="00B80195">
            <w:pPr>
              <w:keepNext/>
              <w:keepLines/>
              <w:spacing w:before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Manufacturer/distributor declaration on the plastics materials &gt; 25 g (printed form)</w:t>
            </w:r>
          </w:p>
        </w:tc>
      </w:tr>
    </w:tbl>
    <w:p w14:paraId="476C3154" w14:textId="77777777" w:rsidR="00E57D79" w:rsidRPr="00503A5C" w:rsidRDefault="00E57D79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14:paraId="1CAD2EAC" w14:textId="77777777" w:rsidR="0071583B" w:rsidRPr="00503A5C" w:rsidRDefault="0071583B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14:paraId="3AE43714" w14:textId="77777777" w:rsidR="0071583B" w:rsidRPr="00503A5C" w:rsidRDefault="0071583B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14:paraId="6021D5C0" w14:textId="77777777" w:rsidR="00E57D79" w:rsidRPr="00503A5C" w:rsidRDefault="00E57D79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14:paraId="0D121EA4" w14:textId="77777777" w:rsidR="002E629B" w:rsidRPr="00503A5C" w:rsidRDefault="002E629B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14:paraId="0B2E1EAC" w14:textId="77777777" w:rsidR="002E629B" w:rsidRPr="00503A5C" w:rsidRDefault="002E629B" w:rsidP="00E57D7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>Location:</w:t>
      </w:r>
      <w:r>
        <w:rPr>
          <w:rFonts w:ascii="Verdana" w:hAnsi="Verdana"/>
          <w:sz w:val="20"/>
        </w:rPr>
        <w:tab/>
      </w:r>
      <w:r w:rsidR="00924865" w:rsidRPr="00503A5C">
        <w:rPr>
          <w:rFonts w:ascii="Verdana" w:hAnsi="Verdana"/>
          <w:sz w:val="20"/>
        </w:rPr>
        <w:fldChar w:fldCharType="begin" w:fldLock="1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13" w:name="Text59"/>
      <w:r w:rsidR="00D338F3" w:rsidRPr="00503A5C">
        <w:rPr>
          <w:rFonts w:ascii="Verdana" w:hAnsi="Verdana"/>
          <w:sz w:val="20"/>
        </w:rPr>
        <w:instrText xml:space="preserve"> FORMTEXT </w:instrText>
      </w:r>
      <w:r w:rsidR="00924865" w:rsidRPr="00503A5C">
        <w:rPr>
          <w:rFonts w:ascii="Verdana" w:hAnsi="Verdana"/>
          <w:sz w:val="20"/>
        </w:rPr>
      </w:r>
      <w:r w:rsidR="00924865" w:rsidRPr="00503A5C">
        <w:rPr>
          <w:rFonts w:ascii="Verdana" w:hAnsi="Verdana"/>
          <w:sz w:val="20"/>
        </w:rPr>
        <w:fldChar w:fldCharType="separate"/>
      </w:r>
      <w:r>
        <w:rPr>
          <w:rFonts w:ascii="Verdana" w:hAnsi="Verdana"/>
          <w:sz w:val="20"/>
        </w:rPr>
        <w:t>     </w:t>
      </w:r>
      <w:r w:rsidR="00924865" w:rsidRPr="00503A5C">
        <w:rPr>
          <w:rFonts w:ascii="Verdana" w:hAnsi="Verdana"/>
          <w:sz w:val="20"/>
        </w:rPr>
        <w:fldChar w:fldCharType="end"/>
      </w:r>
      <w:bookmarkEnd w:id="13"/>
      <w:r>
        <w:rPr>
          <w:rFonts w:ascii="Verdana" w:hAnsi="Verdana"/>
          <w:sz w:val="20"/>
        </w:rPr>
        <w:tab/>
      </w:r>
    </w:p>
    <w:p w14:paraId="035B5C98" w14:textId="77777777" w:rsidR="00F260CB" w:rsidRPr="00503A5C" w:rsidRDefault="002E629B" w:rsidP="00E57D7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</w:p>
    <w:p w14:paraId="62FBD7DB" w14:textId="493DFE16" w:rsidR="002E629B" w:rsidRPr="00503A5C" w:rsidRDefault="002E629B" w:rsidP="00E57D7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>Date:</w:t>
      </w:r>
      <w:r>
        <w:rPr>
          <w:rFonts w:ascii="Verdana" w:hAnsi="Verdana"/>
          <w:sz w:val="20"/>
        </w:rPr>
        <w:tab/>
      </w:r>
      <w:r w:rsidR="00924865" w:rsidRPr="00503A5C">
        <w:rPr>
          <w:rFonts w:ascii="Verdana" w:hAnsi="Verdana"/>
          <w:sz w:val="20"/>
        </w:rPr>
        <w:fldChar w:fldCharType="begin" w:fldLock="1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14" w:name="Text60"/>
      <w:r w:rsidR="00D338F3" w:rsidRPr="00503A5C">
        <w:rPr>
          <w:rFonts w:ascii="Verdana" w:hAnsi="Verdana"/>
          <w:sz w:val="20"/>
        </w:rPr>
        <w:instrText xml:space="preserve"> FORMTEXT </w:instrText>
      </w:r>
      <w:r w:rsidR="00924865" w:rsidRPr="00503A5C">
        <w:rPr>
          <w:rFonts w:ascii="Verdana" w:hAnsi="Verdana"/>
          <w:sz w:val="20"/>
        </w:rPr>
      </w:r>
      <w:r w:rsidR="00924865" w:rsidRPr="00503A5C">
        <w:rPr>
          <w:rFonts w:ascii="Verdana" w:hAnsi="Verdana"/>
          <w:sz w:val="20"/>
        </w:rPr>
        <w:fldChar w:fldCharType="separate"/>
      </w:r>
      <w:r>
        <w:rPr>
          <w:rFonts w:ascii="Verdana" w:hAnsi="Verdana"/>
          <w:sz w:val="20"/>
        </w:rPr>
        <w:t>     </w:t>
      </w:r>
      <w:r w:rsidR="00924865" w:rsidRPr="00503A5C">
        <w:rPr>
          <w:rFonts w:ascii="Verdana" w:hAnsi="Verdana"/>
          <w:sz w:val="20"/>
        </w:rPr>
        <w:fldChar w:fldCharType="end"/>
      </w:r>
      <w:bookmarkEnd w:id="14"/>
      <w:r>
        <w:rPr>
          <w:rFonts w:ascii="Verdana" w:hAnsi="Verdana"/>
          <w:sz w:val="20"/>
        </w:rPr>
        <w:tab/>
      </w:r>
    </w:p>
    <w:p w14:paraId="7294E5F1" w14:textId="77777777" w:rsidR="000C3231" w:rsidRPr="00503A5C" w:rsidRDefault="000C3231" w:rsidP="00E57D7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  <w:t>Applicant:</w:t>
      </w:r>
    </w:p>
    <w:p w14:paraId="55463248" w14:textId="77777777" w:rsidR="000C3231" w:rsidRPr="00503A5C" w:rsidRDefault="000C3231" w:rsidP="00E57D7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  <w:t>(Legally binding signature</w:t>
      </w:r>
    </w:p>
    <w:p w14:paraId="0103C502" w14:textId="77777777" w:rsidR="000C3231" w:rsidRPr="00503A5C" w:rsidRDefault="000C3231" w:rsidP="00E57D7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  <w:t>and company stamp)</w:t>
      </w:r>
    </w:p>
    <w:sectPr w:rsidR="000C3231" w:rsidRPr="00503A5C" w:rsidSect="002E629B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91A85C" w14:textId="77777777" w:rsidR="00FE1358" w:rsidRDefault="00FE1358">
      <w:r>
        <w:separator/>
      </w:r>
    </w:p>
    <w:p w14:paraId="25F49994" w14:textId="77777777" w:rsidR="00FE1358" w:rsidRDefault="00FE1358"/>
    <w:p w14:paraId="33B49989" w14:textId="77777777" w:rsidR="00FE1358" w:rsidRDefault="00FE1358" w:rsidP="0050007C"/>
    <w:p w14:paraId="3272DD49" w14:textId="77777777" w:rsidR="00FE1358" w:rsidRDefault="00FE1358"/>
    <w:p w14:paraId="7B9FFC0D" w14:textId="77777777" w:rsidR="00FE1358" w:rsidRDefault="00FE1358"/>
  </w:endnote>
  <w:endnote w:type="continuationSeparator" w:id="0">
    <w:p w14:paraId="5AE80830" w14:textId="77777777" w:rsidR="00FE1358" w:rsidRDefault="00FE1358">
      <w:r>
        <w:continuationSeparator/>
      </w:r>
    </w:p>
    <w:p w14:paraId="128EED36" w14:textId="77777777" w:rsidR="00FE1358" w:rsidRDefault="00FE1358"/>
    <w:p w14:paraId="102EE6F2" w14:textId="77777777" w:rsidR="00FE1358" w:rsidRDefault="00FE1358" w:rsidP="0050007C"/>
    <w:p w14:paraId="725E7979" w14:textId="77777777" w:rsidR="00FE1358" w:rsidRDefault="00FE1358"/>
    <w:p w14:paraId="2D671390" w14:textId="77777777" w:rsidR="00FE1358" w:rsidRDefault="00FE13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5BD1C2" w14:textId="77777777" w:rsidR="00BA59AC" w:rsidRDefault="00BA59AC">
    <w:pPr>
      <w:pStyle w:val="Fuzeile"/>
    </w:pPr>
  </w:p>
  <w:p w14:paraId="648AC30F" w14:textId="77777777" w:rsidR="00BA59AC" w:rsidRDefault="00BA59AC"/>
  <w:p w14:paraId="3A6A1082" w14:textId="77777777" w:rsidR="00BA59AC" w:rsidRDefault="00BA59AC" w:rsidP="0050007C"/>
  <w:p w14:paraId="120820F3" w14:textId="77777777" w:rsidR="00BA59AC" w:rsidRDefault="00BA59AC" w:rsidP="0050007C"/>
  <w:p w14:paraId="5CE4B5F6" w14:textId="77777777" w:rsidR="00BA59AC" w:rsidRDefault="00BA59AC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E901C8" w14:textId="77777777" w:rsidR="00BA59AC" w:rsidRPr="00503A5C" w:rsidRDefault="00BA59AC" w:rsidP="00E41019">
    <w:pPr>
      <w:pStyle w:val="Fuzeile"/>
      <w:rPr>
        <w:rFonts w:ascii="Verdana" w:hAnsi="Verdana"/>
        <w:sz w:val="20"/>
        <w:szCs w:val="20"/>
      </w:rPr>
    </w:pPr>
    <w:r>
      <w:rPr>
        <w:rFonts w:ascii="Verdana" w:hAnsi="Verdana"/>
        <w:sz w:val="20"/>
      </w:rPr>
      <w:t>Annex 1 to the contract</w:t>
    </w:r>
    <w:r>
      <w:rPr>
        <w:rFonts w:ascii="Verdana" w:hAnsi="Verdana"/>
        <w:sz w:val="20"/>
      </w:rPr>
      <w:tab/>
    </w:r>
    <w:r w:rsidRPr="00503A5C">
      <w:rPr>
        <w:rStyle w:val="Seitenzahl"/>
        <w:rFonts w:ascii="Verdana" w:hAnsi="Verdana"/>
        <w:sz w:val="20"/>
      </w:rPr>
      <w:fldChar w:fldCharType="begin"/>
    </w:r>
    <w:r w:rsidRPr="00503A5C">
      <w:rPr>
        <w:rStyle w:val="Seitenzahl"/>
        <w:rFonts w:ascii="Verdana" w:hAnsi="Verdana"/>
        <w:sz w:val="20"/>
      </w:rPr>
      <w:instrText xml:space="preserve"> PAGE </w:instrText>
    </w:r>
    <w:r w:rsidRPr="00503A5C">
      <w:rPr>
        <w:rStyle w:val="Seitenzahl"/>
        <w:rFonts w:ascii="Verdana" w:hAnsi="Verdana"/>
        <w:sz w:val="20"/>
      </w:rPr>
      <w:fldChar w:fldCharType="separate"/>
    </w:r>
    <w:r>
      <w:rPr>
        <w:rStyle w:val="Seitenzahl"/>
        <w:rFonts w:ascii="Verdana" w:hAnsi="Verdana"/>
        <w:sz w:val="20"/>
      </w:rPr>
      <w:t>3</w:t>
    </w:r>
    <w:r w:rsidRPr="00503A5C">
      <w:rPr>
        <w:rStyle w:val="Seitenzahl"/>
        <w:rFonts w:ascii="Verdana" w:hAnsi="Verdana"/>
        <w:sz w:val="20"/>
      </w:rPr>
      <w:fldChar w:fldCharType="end"/>
    </w:r>
    <w:r>
      <w:rPr>
        <w:rFonts w:ascii="Verdana" w:hAnsi="Verdana"/>
        <w:sz w:val="20"/>
      </w:rPr>
      <w:t>/</w:t>
    </w:r>
    <w:r w:rsidRPr="00503A5C">
      <w:rPr>
        <w:rFonts w:ascii="Verdana" w:hAnsi="Verdana"/>
        <w:sz w:val="20"/>
      </w:rPr>
      <w:fldChar w:fldCharType="begin"/>
    </w:r>
    <w:r w:rsidRPr="00503A5C">
      <w:rPr>
        <w:rFonts w:ascii="Verdana" w:hAnsi="Verdana"/>
        <w:sz w:val="20"/>
      </w:rPr>
      <w:instrText xml:space="preserve"> NUMPAGES   \* MERGEFORMAT </w:instrText>
    </w:r>
    <w:r w:rsidRPr="00503A5C">
      <w:rPr>
        <w:rFonts w:ascii="Verdana" w:hAnsi="Verdana"/>
        <w:sz w:val="20"/>
      </w:rPr>
      <w:fldChar w:fldCharType="separate"/>
    </w:r>
    <w:r>
      <w:rPr>
        <w:rFonts w:ascii="Verdana" w:hAnsi="Verdana"/>
        <w:sz w:val="20"/>
      </w:rPr>
      <w:t>3</w:t>
    </w:r>
    <w:r w:rsidRPr="00503A5C">
      <w:rPr>
        <w:rFonts w:ascii="Verdana" w:hAnsi="Verdana"/>
        <w:sz w:val="20"/>
      </w:rPr>
      <w:fldChar w:fldCharType="end"/>
    </w:r>
    <w:r>
      <w:rPr>
        <w:rFonts w:ascii="Verdana" w:hAnsi="Verdana"/>
        <w:sz w:val="20"/>
      </w:rPr>
      <w:tab/>
      <w:t>DE-UZ 188 Edition January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CD28A6" w14:textId="77777777" w:rsidR="00FE1358" w:rsidRDefault="00FE1358">
      <w:r>
        <w:separator/>
      </w:r>
    </w:p>
  </w:footnote>
  <w:footnote w:type="continuationSeparator" w:id="0">
    <w:p w14:paraId="791935F2" w14:textId="77777777" w:rsidR="00FE1358" w:rsidRDefault="00FE1358">
      <w:r>
        <w:continuationSeparator/>
      </w:r>
    </w:p>
    <w:p w14:paraId="573785F1" w14:textId="77777777" w:rsidR="00FE1358" w:rsidRDefault="00FE1358"/>
    <w:p w14:paraId="081A404D" w14:textId="77777777" w:rsidR="00FE1358" w:rsidRDefault="00FE1358" w:rsidP="0050007C"/>
    <w:p w14:paraId="722183F7" w14:textId="77777777" w:rsidR="00FE1358" w:rsidRDefault="00FE1358"/>
    <w:p w14:paraId="0AD08B34" w14:textId="77777777" w:rsidR="00FE1358" w:rsidRDefault="00FE13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0FD787" w14:textId="77777777" w:rsidR="00BA59AC" w:rsidRDefault="00BA59AC">
    <w:pPr>
      <w:pStyle w:val="Kopfzeile"/>
    </w:pPr>
  </w:p>
  <w:p w14:paraId="47CC24B8" w14:textId="77777777" w:rsidR="00BA59AC" w:rsidRDefault="00BA59AC"/>
  <w:p w14:paraId="7DA9760A" w14:textId="77777777" w:rsidR="00BA59AC" w:rsidRDefault="00BA59AC" w:rsidP="0050007C"/>
  <w:p w14:paraId="69225D9C" w14:textId="77777777" w:rsidR="00BA59AC" w:rsidRDefault="00BA59AC" w:rsidP="0050007C"/>
  <w:p w14:paraId="666E0CCD" w14:textId="77777777" w:rsidR="00BA59AC" w:rsidRDefault="00BA59AC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A5502D" w14:textId="77777777" w:rsidR="00BA59AC" w:rsidRDefault="00BA59AC" w:rsidP="00C83B8A">
    <w:pPr>
      <w:pStyle w:val="Kopfzeile"/>
      <w:jc w:val="right"/>
    </w:pPr>
    <w:r>
      <w:rPr>
        <w:noProof/>
      </w:rPr>
      <w:drawing>
        <wp:inline distT="0" distB="0" distL="0" distR="0" wp14:anchorId="691C2E7C" wp14:editId="79302FF9">
          <wp:extent cx="651318" cy="457200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318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017E4D" w14:textId="77777777" w:rsidR="00BA59AC" w:rsidRDefault="00BA59AC" w:rsidP="0057454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6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WpjSe83LR+2xig9uJnfSLGla92+kflRkwE6pKJPNlRM6tEhJYP6JFVO+RoZzZ8BcfEwuFz/7UgbXgzgbLBHHg==" w:salt="PHgtQjBoJGYG1PmpHJybi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0CEC"/>
    <w:rsid w:val="000132C8"/>
    <w:rsid w:val="00016B19"/>
    <w:rsid w:val="00017B60"/>
    <w:rsid w:val="0002001B"/>
    <w:rsid w:val="00023FFD"/>
    <w:rsid w:val="00024D2A"/>
    <w:rsid w:val="000322DC"/>
    <w:rsid w:val="000336E5"/>
    <w:rsid w:val="000337EB"/>
    <w:rsid w:val="000349B9"/>
    <w:rsid w:val="000352CA"/>
    <w:rsid w:val="00040881"/>
    <w:rsid w:val="0004315D"/>
    <w:rsid w:val="00047575"/>
    <w:rsid w:val="00051146"/>
    <w:rsid w:val="0005611B"/>
    <w:rsid w:val="00057A7E"/>
    <w:rsid w:val="00060160"/>
    <w:rsid w:val="00060221"/>
    <w:rsid w:val="00063962"/>
    <w:rsid w:val="0006627D"/>
    <w:rsid w:val="00075311"/>
    <w:rsid w:val="00077406"/>
    <w:rsid w:val="000815AE"/>
    <w:rsid w:val="00081750"/>
    <w:rsid w:val="00085554"/>
    <w:rsid w:val="00086EE7"/>
    <w:rsid w:val="000901DC"/>
    <w:rsid w:val="00091EF2"/>
    <w:rsid w:val="00092B9D"/>
    <w:rsid w:val="00092D0B"/>
    <w:rsid w:val="00095ED0"/>
    <w:rsid w:val="00096F7C"/>
    <w:rsid w:val="000A35CC"/>
    <w:rsid w:val="000A5108"/>
    <w:rsid w:val="000B33B5"/>
    <w:rsid w:val="000B5DDF"/>
    <w:rsid w:val="000B62A3"/>
    <w:rsid w:val="000C3231"/>
    <w:rsid w:val="000C362B"/>
    <w:rsid w:val="000C4C8C"/>
    <w:rsid w:val="000D104C"/>
    <w:rsid w:val="000D3A49"/>
    <w:rsid w:val="000D756B"/>
    <w:rsid w:val="000E27AE"/>
    <w:rsid w:val="000E3FF9"/>
    <w:rsid w:val="000E5EFC"/>
    <w:rsid w:val="000E60D8"/>
    <w:rsid w:val="000F076C"/>
    <w:rsid w:val="000F1DDC"/>
    <w:rsid w:val="000F2ED8"/>
    <w:rsid w:val="00102688"/>
    <w:rsid w:val="00105E39"/>
    <w:rsid w:val="00106B61"/>
    <w:rsid w:val="00107296"/>
    <w:rsid w:val="00107CFE"/>
    <w:rsid w:val="00110406"/>
    <w:rsid w:val="00111059"/>
    <w:rsid w:val="0011107A"/>
    <w:rsid w:val="00111295"/>
    <w:rsid w:val="0011237F"/>
    <w:rsid w:val="001132C0"/>
    <w:rsid w:val="00117228"/>
    <w:rsid w:val="00120952"/>
    <w:rsid w:val="00122B8C"/>
    <w:rsid w:val="00124EE5"/>
    <w:rsid w:val="0013181E"/>
    <w:rsid w:val="00137532"/>
    <w:rsid w:val="00137F85"/>
    <w:rsid w:val="0014704E"/>
    <w:rsid w:val="0015045F"/>
    <w:rsid w:val="0015188D"/>
    <w:rsid w:val="00152E45"/>
    <w:rsid w:val="001543CB"/>
    <w:rsid w:val="0015644B"/>
    <w:rsid w:val="001626E9"/>
    <w:rsid w:val="00162A35"/>
    <w:rsid w:val="00163A2D"/>
    <w:rsid w:val="00164659"/>
    <w:rsid w:val="001648DF"/>
    <w:rsid w:val="0016539C"/>
    <w:rsid w:val="00166473"/>
    <w:rsid w:val="0017198F"/>
    <w:rsid w:val="0017411B"/>
    <w:rsid w:val="00175510"/>
    <w:rsid w:val="00176155"/>
    <w:rsid w:val="00177947"/>
    <w:rsid w:val="00180613"/>
    <w:rsid w:val="001817E7"/>
    <w:rsid w:val="00184430"/>
    <w:rsid w:val="001859FD"/>
    <w:rsid w:val="00185D70"/>
    <w:rsid w:val="00186C3C"/>
    <w:rsid w:val="001936B6"/>
    <w:rsid w:val="00193DDD"/>
    <w:rsid w:val="00195D6C"/>
    <w:rsid w:val="001A3053"/>
    <w:rsid w:val="001B1B87"/>
    <w:rsid w:val="001B22C2"/>
    <w:rsid w:val="001B280C"/>
    <w:rsid w:val="001B3B15"/>
    <w:rsid w:val="001B411D"/>
    <w:rsid w:val="001B7CD6"/>
    <w:rsid w:val="001C0F13"/>
    <w:rsid w:val="001C1C7F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E15F4"/>
    <w:rsid w:val="001E6D5F"/>
    <w:rsid w:val="001F07A2"/>
    <w:rsid w:val="001F0CB6"/>
    <w:rsid w:val="001F1317"/>
    <w:rsid w:val="001F1C81"/>
    <w:rsid w:val="001F49F2"/>
    <w:rsid w:val="001F4BFA"/>
    <w:rsid w:val="002005D5"/>
    <w:rsid w:val="0020099B"/>
    <w:rsid w:val="00201086"/>
    <w:rsid w:val="00205376"/>
    <w:rsid w:val="00206B8C"/>
    <w:rsid w:val="00207456"/>
    <w:rsid w:val="00211A93"/>
    <w:rsid w:val="00212136"/>
    <w:rsid w:val="0021454B"/>
    <w:rsid w:val="0021493F"/>
    <w:rsid w:val="002152B8"/>
    <w:rsid w:val="00215A0B"/>
    <w:rsid w:val="00216EE9"/>
    <w:rsid w:val="00217624"/>
    <w:rsid w:val="00222056"/>
    <w:rsid w:val="00223147"/>
    <w:rsid w:val="0022708E"/>
    <w:rsid w:val="002310EF"/>
    <w:rsid w:val="002336E2"/>
    <w:rsid w:val="00234E20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73B5D"/>
    <w:rsid w:val="0027736F"/>
    <w:rsid w:val="00280E6B"/>
    <w:rsid w:val="0028106B"/>
    <w:rsid w:val="0028236E"/>
    <w:rsid w:val="0028365E"/>
    <w:rsid w:val="00285336"/>
    <w:rsid w:val="00287966"/>
    <w:rsid w:val="00291181"/>
    <w:rsid w:val="00291CCD"/>
    <w:rsid w:val="002925CD"/>
    <w:rsid w:val="00292735"/>
    <w:rsid w:val="00292945"/>
    <w:rsid w:val="0029498A"/>
    <w:rsid w:val="002A16AD"/>
    <w:rsid w:val="002A4AA0"/>
    <w:rsid w:val="002A601C"/>
    <w:rsid w:val="002A6B44"/>
    <w:rsid w:val="002A7A9D"/>
    <w:rsid w:val="002B0D69"/>
    <w:rsid w:val="002B2AD9"/>
    <w:rsid w:val="002B35F5"/>
    <w:rsid w:val="002B4F3D"/>
    <w:rsid w:val="002B5928"/>
    <w:rsid w:val="002B6DEC"/>
    <w:rsid w:val="002B742B"/>
    <w:rsid w:val="002B7CE5"/>
    <w:rsid w:val="002C03E8"/>
    <w:rsid w:val="002C16B5"/>
    <w:rsid w:val="002C3D08"/>
    <w:rsid w:val="002D3032"/>
    <w:rsid w:val="002D3FE2"/>
    <w:rsid w:val="002D4D5E"/>
    <w:rsid w:val="002D4E70"/>
    <w:rsid w:val="002D7B8A"/>
    <w:rsid w:val="002E0790"/>
    <w:rsid w:val="002E2707"/>
    <w:rsid w:val="002E291B"/>
    <w:rsid w:val="002E35CF"/>
    <w:rsid w:val="002E4784"/>
    <w:rsid w:val="002E48FC"/>
    <w:rsid w:val="002E5A1A"/>
    <w:rsid w:val="002E629B"/>
    <w:rsid w:val="002E6BBB"/>
    <w:rsid w:val="002E6E57"/>
    <w:rsid w:val="002F0295"/>
    <w:rsid w:val="002F1626"/>
    <w:rsid w:val="002F4983"/>
    <w:rsid w:val="002F522E"/>
    <w:rsid w:val="002F568D"/>
    <w:rsid w:val="002F59D0"/>
    <w:rsid w:val="003071C9"/>
    <w:rsid w:val="003115E3"/>
    <w:rsid w:val="00314675"/>
    <w:rsid w:val="0031706B"/>
    <w:rsid w:val="00323916"/>
    <w:rsid w:val="00326248"/>
    <w:rsid w:val="003308F4"/>
    <w:rsid w:val="00331F6C"/>
    <w:rsid w:val="00332749"/>
    <w:rsid w:val="003345CE"/>
    <w:rsid w:val="003363F0"/>
    <w:rsid w:val="003371F1"/>
    <w:rsid w:val="00342C0D"/>
    <w:rsid w:val="00345326"/>
    <w:rsid w:val="00346F3E"/>
    <w:rsid w:val="00356883"/>
    <w:rsid w:val="00357909"/>
    <w:rsid w:val="00357CCB"/>
    <w:rsid w:val="003650F1"/>
    <w:rsid w:val="00365741"/>
    <w:rsid w:val="00365E18"/>
    <w:rsid w:val="00366580"/>
    <w:rsid w:val="00376374"/>
    <w:rsid w:val="00377A99"/>
    <w:rsid w:val="003819D5"/>
    <w:rsid w:val="0038204A"/>
    <w:rsid w:val="0038227B"/>
    <w:rsid w:val="00382BC1"/>
    <w:rsid w:val="00382D2A"/>
    <w:rsid w:val="00386DE2"/>
    <w:rsid w:val="003920BE"/>
    <w:rsid w:val="00392E24"/>
    <w:rsid w:val="00392F6D"/>
    <w:rsid w:val="00393645"/>
    <w:rsid w:val="00393863"/>
    <w:rsid w:val="00395C95"/>
    <w:rsid w:val="003A166F"/>
    <w:rsid w:val="003A2F45"/>
    <w:rsid w:val="003A52EB"/>
    <w:rsid w:val="003A767F"/>
    <w:rsid w:val="003B21FA"/>
    <w:rsid w:val="003B3826"/>
    <w:rsid w:val="003B3A37"/>
    <w:rsid w:val="003B4142"/>
    <w:rsid w:val="003B50C5"/>
    <w:rsid w:val="003B54CB"/>
    <w:rsid w:val="003B596D"/>
    <w:rsid w:val="003B5D37"/>
    <w:rsid w:val="003B6A2A"/>
    <w:rsid w:val="003C0463"/>
    <w:rsid w:val="003C19D9"/>
    <w:rsid w:val="003C35F6"/>
    <w:rsid w:val="003C5E95"/>
    <w:rsid w:val="003C5F70"/>
    <w:rsid w:val="003C65A0"/>
    <w:rsid w:val="003C7B10"/>
    <w:rsid w:val="003D1E9B"/>
    <w:rsid w:val="003D1FB7"/>
    <w:rsid w:val="003D41E1"/>
    <w:rsid w:val="003D595A"/>
    <w:rsid w:val="003D5B6B"/>
    <w:rsid w:val="003D6781"/>
    <w:rsid w:val="003D7EA2"/>
    <w:rsid w:val="003E0511"/>
    <w:rsid w:val="003E0CB4"/>
    <w:rsid w:val="003E6A03"/>
    <w:rsid w:val="003F0EF7"/>
    <w:rsid w:val="003F12C7"/>
    <w:rsid w:val="003F2D65"/>
    <w:rsid w:val="003F4380"/>
    <w:rsid w:val="003F591B"/>
    <w:rsid w:val="003F6B9B"/>
    <w:rsid w:val="00402279"/>
    <w:rsid w:val="004031F3"/>
    <w:rsid w:val="004072FA"/>
    <w:rsid w:val="00411A3E"/>
    <w:rsid w:val="00412AF5"/>
    <w:rsid w:val="0041521C"/>
    <w:rsid w:val="00415FC9"/>
    <w:rsid w:val="00417181"/>
    <w:rsid w:val="00417B32"/>
    <w:rsid w:val="00420871"/>
    <w:rsid w:val="00420EB7"/>
    <w:rsid w:val="00423D70"/>
    <w:rsid w:val="004245E8"/>
    <w:rsid w:val="00426F14"/>
    <w:rsid w:val="00427985"/>
    <w:rsid w:val="00430892"/>
    <w:rsid w:val="00430F88"/>
    <w:rsid w:val="00431BD6"/>
    <w:rsid w:val="00434902"/>
    <w:rsid w:val="004356C5"/>
    <w:rsid w:val="004406DC"/>
    <w:rsid w:val="00441033"/>
    <w:rsid w:val="00446754"/>
    <w:rsid w:val="0045090C"/>
    <w:rsid w:val="004524EC"/>
    <w:rsid w:val="00452B6C"/>
    <w:rsid w:val="00453C6F"/>
    <w:rsid w:val="00454A69"/>
    <w:rsid w:val="00457DB3"/>
    <w:rsid w:val="00462B7E"/>
    <w:rsid w:val="0046349E"/>
    <w:rsid w:val="004653F1"/>
    <w:rsid w:val="00466253"/>
    <w:rsid w:val="00466F5C"/>
    <w:rsid w:val="00467AF0"/>
    <w:rsid w:val="004726E2"/>
    <w:rsid w:val="004735CF"/>
    <w:rsid w:val="00476468"/>
    <w:rsid w:val="0047736A"/>
    <w:rsid w:val="0048398F"/>
    <w:rsid w:val="0048419F"/>
    <w:rsid w:val="00490C0B"/>
    <w:rsid w:val="00491165"/>
    <w:rsid w:val="00491B6D"/>
    <w:rsid w:val="00492199"/>
    <w:rsid w:val="00495F11"/>
    <w:rsid w:val="004966D2"/>
    <w:rsid w:val="004A069E"/>
    <w:rsid w:val="004A45E3"/>
    <w:rsid w:val="004B0385"/>
    <w:rsid w:val="004B7350"/>
    <w:rsid w:val="004C33C1"/>
    <w:rsid w:val="004C4A23"/>
    <w:rsid w:val="004D1C64"/>
    <w:rsid w:val="004D6F3B"/>
    <w:rsid w:val="004E27D6"/>
    <w:rsid w:val="004F3C27"/>
    <w:rsid w:val="004F5803"/>
    <w:rsid w:val="0050007C"/>
    <w:rsid w:val="005008C6"/>
    <w:rsid w:val="005036C2"/>
    <w:rsid w:val="00503A5C"/>
    <w:rsid w:val="00507B79"/>
    <w:rsid w:val="005112A6"/>
    <w:rsid w:val="00511DD7"/>
    <w:rsid w:val="005140E2"/>
    <w:rsid w:val="00515171"/>
    <w:rsid w:val="00515663"/>
    <w:rsid w:val="005241F4"/>
    <w:rsid w:val="00524856"/>
    <w:rsid w:val="0052612C"/>
    <w:rsid w:val="005302FF"/>
    <w:rsid w:val="005306F2"/>
    <w:rsid w:val="00533DC1"/>
    <w:rsid w:val="00534902"/>
    <w:rsid w:val="00540B66"/>
    <w:rsid w:val="005431DA"/>
    <w:rsid w:val="00545156"/>
    <w:rsid w:val="00546274"/>
    <w:rsid w:val="00547F0D"/>
    <w:rsid w:val="0055007B"/>
    <w:rsid w:val="00551084"/>
    <w:rsid w:val="00551731"/>
    <w:rsid w:val="00551975"/>
    <w:rsid w:val="00553119"/>
    <w:rsid w:val="005537ED"/>
    <w:rsid w:val="005549AA"/>
    <w:rsid w:val="00555504"/>
    <w:rsid w:val="00567220"/>
    <w:rsid w:val="00567DA5"/>
    <w:rsid w:val="005719B8"/>
    <w:rsid w:val="005730E7"/>
    <w:rsid w:val="00573F66"/>
    <w:rsid w:val="0057454B"/>
    <w:rsid w:val="00574FD4"/>
    <w:rsid w:val="00576268"/>
    <w:rsid w:val="005766C4"/>
    <w:rsid w:val="00583823"/>
    <w:rsid w:val="00583BA0"/>
    <w:rsid w:val="00590EB0"/>
    <w:rsid w:val="00592A1A"/>
    <w:rsid w:val="00595747"/>
    <w:rsid w:val="005A14A3"/>
    <w:rsid w:val="005A1FB4"/>
    <w:rsid w:val="005A428B"/>
    <w:rsid w:val="005B6CEC"/>
    <w:rsid w:val="005B780C"/>
    <w:rsid w:val="005C2D21"/>
    <w:rsid w:val="005C7F5C"/>
    <w:rsid w:val="005D153F"/>
    <w:rsid w:val="005D7AA3"/>
    <w:rsid w:val="005E17AE"/>
    <w:rsid w:val="005E1A48"/>
    <w:rsid w:val="005E66BB"/>
    <w:rsid w:val="005F0B28"/>
    <w:rsid w:val="005F744C"/>
    <w:rsid w:val="00603CCD"/>
    <w:rsid w:val="00604389"/>
    <w:rsid w:val="00605C51"/>
    <w:rsid w:val="006069D0"/>
    <w:rsid w:val="00606BF3"/>
    <w:rsid w:val="00613664"/>
    <w:rsid w:val="00613C48"/>
    <w:rsid w:val="00614DE2"/>
    <w:rsid w:val="0061661C"/>
    <w:rsid w:val="00616C85"/>
    <w:rsid w:val="006170CD"/>
    <w:rsid w:val="00617D5D"/>
    <w:rsid w:val="00617FE7"/>
    <w:rsid w:val="00620E73"/>
    <w:rsid w:val="0062145B"/>
    <w:rsid w:val="00622C1D"/>
    <w:rsid w:val="006244EC"/>
    <w:rsid w:val="00625078"/>
    <w:rsid w:val="00625C5A"/>
    <w:rsid w:val="00625C9A"/>
    <w:rsid w:val="0063016E"/>
    <w:rsid w:val="00632849"/>
    <w:rsid w:val="00632A98"/>
    <w:rsid w:val="00634986"/>
    <w:rsid w:val="00640337"/>
    <w:rsid w:val="00645862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0D2B"/>
    <w:rsid w:val="006611E1"/>
    <w:rsid w:val="006642F1"/>
    <w:rsid w:val="00664412"/>
    <w:rsid w:val="00664944"/>
    <w:rsid w:val="0066576B"/>
    <w:rsid w:val="00666CD7"/>
    <w:rsid w:val="0067147C"/>
    <w:rsid w:val="00671852"/>
    <w:rsid w:val="00673A51"/>
    <w:rsid w:val="00673AB7"/>
    <w:rsid w:val="006765F7"/>
    <w:rsid w:val="006775DF"/>
    <w:rsid w:val="00677997"/>
    <w:rsid w:val="00683CCB"/>
    <w:rsid w:val="00683E1D"/>
    <w:rsid w:val="0069233A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6823"/>
    <w:rsid w:val="006A742D"/>
    <w:rsid w:val="006B0DB7"/>
    <w:rsid w:val="006B1819"/>
    <w:rsid w:val="006B22F5"/>
    <w:rsid w:val="006B267F"/>
    <w:rsid w:val="006B351C"/>
    <w:rsid w:val="006C3B13"/>
    <w:rsid w:val="006C65A9"/>
    <w:rsid w:val="006D1381"/>
    <w:rsid w:val="006D281B"/>
    <w:rsid w:val="006D3F49"/>
    <w:rsid w:val="006D7297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12D"/>
    <w:rsid w:val="00706DAA"/>
    <w:rsid w:val="007070BE"/>
    <w:rsid w:val="00707E06"/>
    <w:rsid w:val="00710360"/>
    <w:rsid w:val="00710D82"/>
    <w:rsid w:val="00714917"/>
    <w:rsid w:val="007154D7"/>
    <w:rsid w:val="0071583B"/>
    <w:rsid w:val="00721712"/>
    <w:rsid w:val="00726DD9"/>
    <w:rsid w:val="007315EB"/>
    <w:rsid w:val="00736B60"/>
    <w:rsid w:val="007371BC"/>
    <w:rsid w:val="007379F7"/>
    <w:rsid w:val="00740A9A"/>
    <w:rsid w:val="00743D7B"/>
    <w:rsid w:val="00744DA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73B30"/>
    <w:rsid w:val="00775B70"/>
    <w:rsid w:val="00781100"/>
    <w:rsid w:val="00781FD3"/>
    <w:rsid w:val="007831B8"/>
    <w:rsid w:val="00784736"/>
    <w:rsid w:val="0078561E"/>
    <w:rsid w:val="00786803"/>
    <w:rsid w:val="00790957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60EA"/>
    <w:rsid w:val="007C7A26"/>
    <w:rsid w:val="007D1998"/>
    <w:rsid w:val="007D2CA4"/>
    <w:rsid w:val="007D44E9"/>
    <w:rsid w:val="007D565C"/>
    <w:rsid w:val="007D70AC"/>
    <w:rsid w:val="007E2453"/>
    <w:rsid w:val="007E2F74"/>
    <w:rsid w:val="007E3E36"/>
    <w:rsid w:val="007E7AA6"/>
    <w:rsid w:val="007E7FC4"/>
    <w:rsid w:val="007F0EE4"/>
    <w:rsid w:val="007F32F2"/>
    <w:rsid w:val="007F58CD"/>
    <w:rsid w:val="007F71F0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4DB"/>
    <w:rsid w:val="00817BAE"/>
    <w:rsid w:val="008201AF"/>
    <w:rsid w:val="00821520"/>
    <w:rsid w:val="0082198C"/>
    <w:rsid w:val="008229D4"/>
    <w:rsid w:val="008236CF"/>
    <w:rsid w:val="00826E90"/>
    <w:rsid w:val="008270C8"/>
    <w:rsid w:val="00827FE7"/>
    <w:rsid w:val="008308CC"/>
    <w:rsid w:val="00833DF3"/>
    <w:rsid w:val="00834019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56A78"/>
    <w:rsid w:val="00862A06"/>
    <w:rsid w:val="008631ED"/>
    <w:rsid w:val="0086524F"/>
    <w:rsid w:val="0086718F"/>
    <w:rsid w:val="00872A8A"/>
    <w:rsid w:val="00873483"/>
    <w:rsid w:val="008745ED"/>
    <w:rsid w:val="0088155D"/>
    <w:rsid w:val="00882D5F"/>
    <w:rsid w:val="00884374"/>
    <w:rsid w:val="008867B6"/>
    <w:rsid w:val="00887087"/>
    <w:rsid w:val="00887DE9"/>
    <w:rsid w:val="00891974"/>
    <w:rsid w:val="008923DF"/>
    <w:rsid w:val="0089408E"/>
    <w:rsid w:val="00897895"/>
    <w:rsid w:val="008A4361"/>
    <w:rsid w:val="008A5DF8"/>
    <w:rsid w:val="008A6D24"/>
    <w:rsid w:val="008B5F75"/>
    <w:rsid w:val="008B74A9"/>
    <w:rsid w:val="008C5D10"/>
    <w:rsid w:val="008C76FE"/>
    <w:rsid w:val="008D0AE5"/>
    <w:rsid w:val="008E2BEF"/>
    <w:rsid w:val="008E7988"/>
    <w:rsid w:val="008E7E64"/>
    <w:rsid w:val="008F1BFA"/>
    <w:rsid w:val="008F240E"/>
    <w:rsid w:val="008F243F"/>
    <w:rsid w:val="008F6F65"/>
    <w:rsid w:val="00902157"/>
    <w:rsid w:val="009054E2"/>
    <w:rsid w:val="00913B10"/>
    <w:rsid w:val="00913D4A"/>
    <w:rsid w:val="0091494D"/>
    <w:rsid w:val="00914BCF"/>
    <w:rsid w:val="00916BFF"/>
    <w:rsid w:val="00917005"/>
    <w:rsid w:val="0092281E"/>
    <w:rsid w:val="00924865"/>
    <w:rsid w:val="0092566D"/>
    <w:rsid w:val="00930101"/>
    <w:rsid w:val="0093366D"/>
    <w:rsid w:val="00936966"/>
    <w:rsid w:val="00940D1E"/>
    <w:rsid w:val="009439FD"/>
    <w:rsid w:val="0094651E"/>
    <w:rsid w:val="009500F7"/>
    <w:rsid w:val="00950A71"/>
    <w:rsid w:val="0095269F"/>
    <w:rsid w:val="00953F3E"/>
    <w:rsid w:val="00960123"/>
    <w:rsid w:val="00960F02"/>
    <w:rsid w:val="00965E33"/>
    <w:rsid w:val="00967F76"/>
    <w:rsid w:val="0097008F"/>
    <w:rsid w:val="00970097"/>
    <w:rsid w:val="00971652"/>
    <w:rsid w:val="00975B08"/>
    <w:rsid w:val="00980C4F"/>
    <w:rsid w:val="00982284"/>
    <w:rsid w:val="00987E0D"/>
    <w:rsid w:val="0099124D"/>
    <w:rsid w:val="0099226B"/>
    <w:rsid w:val="0099615A"/>
    <w:rsid w:val="009965D9"/>
    <w:rsid w:val="009A01C2"/>
    <w:rsid w:val="009A0D3E"/>
    <w:rsid w:val="009A0EAB"/>
    <w:rsid w:val="009A29B3"/>
    <w:rsid w:val="009A41B8"/>
    <w:rsid w:val="009B0568"/>
    <w:rsid w:val="009B22DD"/>
    <w:rsid w:val="009B2DFC"/>
    <w:rsid w:val="009B316C"/>
    <w:rsid w:val="009B3AA0"/>
    <w:rsid w:val="009B4DB4"/>
    <w:rsid w:val="009B56EC"/>
    <w:rsid w:val="009C0D0F"/>
    <w:rsid w:val="009C1E01"/>
    <w:rsid w:val="009C3F40"/>
    <w:rsid w:val="009D0AB2"/>
    <w:rsid w:val="009D10E6"/>
    <w:rsid w:val="009D1972"/>
    <w:rsid w:val="009D2BA5"/>
    <w:rsid w:val="009D3163"/>
    <w:rsid w:val="009D4A60"/>
    <w:rsid w:val="009D50B6"/>
    <w:rsid w:val="009D5E2B"/>
    <w:rsid w:val="009E009D"/>
    <w:rsid w:val="009E5B1B"/>
    <w:rsid w:val="009F24C2"/>
    <w:rsid w:val="009F3E3E"/>
    <w:rsid w:val="00A01232"/>
    <w:rsid w:val="00A01974"/>
    <w:rsid w:val="00A03458"/>
    <w:rsid w:val="00A06BF6"/>
    <w:rsid w:val="00A10F40"/>
    <w:rsid w:val="00A1181E"/>
    <w:rsid w:val="00A11A5C"/>
    <w:rsid w:val="00A2223F"/>
    <w:rsid w:val="00A242D5"/>
    <w:rsid w:val="00A24528"/>
    <w:rsid w:val="00A24716"/>
    <w:rsid w:val="00A2646C"/>
    <w:rsid w:val="00A31734"/>
    <w:rsid w:val="00A32CE7"/>
    <w:rsid w:val="00A33AE6"/>
    <w:rsid w:val="00A3420E"/>
    <w:rsid w:val="00A37795"/>
    <w:rsid w:val="00A37AD6"/>
    <w:rsid w:val="00A40111"/>
    <w:rsid w:val="00A410E0"/>
    <w:rsid w:val="00A41EF0"/>
    <w:rsid w:val="00A42604"/>
    <w:rsid w:val="00A426AA"/>
    <w:rsid w:val="00A46DB3"/>
    <w:rsid w:val="00A55A06"/>
    <w:rsid w:val="00A61B8A"/>
    <w:rsid w:val="00A63BC0"/>
    <w:rsid w:val="00A640CF"/>
    <w:rsid w:val="00A6713D"/>
    <w:rsid w:val="00A6799E"/>
    <w:rsid w:val="00A7066C"/>
    <w:rsid w:val="00A7279D"/>
    <w:rsid w:val="00A74CA3"/>
    <w:rsid w:val="00A76C23"/>
    <w:rsid w:val="00A76F52"/>
    <w:rsid w:val="00A77910"/>
    <w:rsid w:val="00A77FFE"/>
    <w:rsid w:val="00A804A1"/>
    <w:rsid w:val="00A80BAD"/>
    <w:rsid w:val="00A816E5"/>
    <w:rsid w:val="00A820C9"/>
    <w:rsid w:val="00A832AB"/>
    <w:rsid w:val="00A8375C"/>
    <w:rsid w:val="00A87395"/>
    <w:rsid w:val="00A87CA4"/>
    <w:rsid w:val="00A911BC"/>
    <w:rsid w:val="00A92490"/>
    <w:rsid w:val="00A93418"/>
    <w:rsid w:val="00A942D8"/>
    <w:rsid w:val="00A94B3B"/>
    <w:rsid w:val="00A94F8F"/>
    <w:rsid w:val="00A9551A"/>
    <w:rsid w:val="00A95F84"/>
    <w:rsid w:val="00A96757"/>
    <w:rsid w:val="00A967CA"/>
    <w:rsid w:val="00A9796A"/>
    <w:rsid w:val="00AA1F46"/>
    <w:rsid w:val="00AA274E"/>
    <w:rsid w:val="00AA2EFB"/>
    <w:rsid w:val="00AA3E21"/>
    <w:rsid w:val="00AA5834"/>
    <w:rsid w:val="00AB40D7"/>
    <w:rsid w:val="00AB4B00"/>
    <w:rsid w:val="00AB7BA3"/>
    <w:rsid w:val="00AC1248"/>
    <w:rsid w:val="00AC31DF"/>
    <w:rsid w:val="00AC323B"/>
    <w:rsid w:val="00AC46BF"/>
    <w:rsid w:val="00AC6C3C"/>
    <w:rsid w:val="00AC7AAB"/>
    <w:rsid w:val="00AD0B86"/>
    <w:rsid w:val="00AD1754"/>
    <w:rsid w:val="00AD31E3"/>
    <w:rsid w:val="00AD4C53"/>
    <w:rsid w:val="00AD5899"/>
    <w:rsid w:val="00AD5D00"/>
    <w:rsid w:val="00AD730C"/>
    <w:rsid w:val="00AD750E"/>
    <w:rsid w:val="00AE0FC4"/>
    <w:rsid w:val="00AE201C"/>
    <w:rsid w:val="00AE2EA3"/>
    <w:rsid w:val="00AE31FA"/>
    <w:rsid w:val="00AE3339"/>
    <w:rsid w:val="00AE3870"/>
    <w:rsid w:val="00AE523F"/>
    <w:rsid w:val="00AE730B"/>
    <w:rsid w:val="00AF2699"/>
    <w:rsid w:val="00AF3DBF"/>
    <w:rsid w:val="00AF53EA"/>
    <w:rsid w:val="00AF57E7"/>
    <w:rsid w:val="00AF6928"/>
    <w:rsid w:val="00AF7935"/>
    <w:rsid w:val="00B01DED"/>
    <w:rsid w:val="00B02395"/>
    <w:rsid w:val="00B028D8"/>
    <w:rsid w:val="00B04458"/>
    <w:rsid w:val="00B058EE"/>
    <w:rsid w:val="00B058F9"/>
    <w:rsid w:val="00B06288"/>
    <w:rsid w:val="00B13E12"/>
    <w:rsid w:val="00B211A8"/>
    <w:rsid w:val="00B234E8"/>
    <w:rsid w:val="00B25673"/>
    <w:rsid w:val="00B31872"/>
    <w:rsid w:val="00B33C5E"/>
    <w:rsid w:val="00B37423"/>
    <w:rsid w:val="00B40E82"/>
    <w:rsid w:val="00B43D72"/>
    <w:rsid w:val="00B443D7"/>
    <w:rsid w:val="00B448EA"/>
    <w:rsid w:val="00B44D11"/>
    <w:rsid w:val="00B458DC"/>
    <w:rsid w:val="00B51B8A"/>
    <w:rsid w:val="00B53E47"/>
    <w:rsid w:val="00B545F4"/>
    <w:rsid w:val="00B54BD1"/>
    <w:rsid w:val="00B563C5"/>
    <w:rsid w:val="00B6676A"/>
    <w:rsid w:val="00B7102A"/>
    <w:rsid w:val="00B7321A"/>
    <w:rsid w:val="00B7483A"/>
    <w:rsid w:val="00B756CF"/>
    <w:rsid w:val="00B80195"/>
    <w:rsid w:val="00B81EDB"/>
    <w:rsid w:val="00B83EA0"/>
    <w:rsid w:val="00B859A5"/>
    <w:rsid w:val="00B85A93"/>
    <w:rsid w:val="00B8618F"/>
    <w:rsid w:val="00B8629D"/>
    <w:rsid w:val="00B87EF2"/>
    <w:rsid w:val="00B92872"/>
    <w:rsid w:val="00B93142"/>
    <w:rsid w:val="00B9337B"/>
    <w:rsid w:val="00B95846"/>
    <w:rsid w:val="00BA22FC"/>
    <w:rsid w:val="00BA2F4D"/>
    <w:rsid w:val="00BA3D6C"/>
    <w:rsid w:val="00BA43C4"/>
    <w:rsid w:val="00BA47FE"/>
    <w:rsid w:val="00BA59AC"/>
    <w:rsid w:val="00BB05C8"/>
    <w:rsid w:val="00BB2810"/>
    <w:rsid w:val="00BB4E6B"/>
    <w:rsid w:val="00BC0A00"/>
    <w:rsid w:val="00BC39E5"/>
    <w:rsid w:val="00BC6A57"/>
    <w:rsid w:val="00BC6D40"/>
    <w:rsid w:val="00BD0BB3"/>
    <w:rsid w:val="00BD150B"/>
    <w:rsid w:val="00BD1EB2"/>
    <w:rsid w:val="00BD5445"/>
    <w:rsid w:val="00BD5668"/>
    <w:rsid w:val="00BD57D6"/>
    <w:rsid w:val="00BD6C65"/>
    <w:rsid w:val="00BE0FC6"/>
    <w:rsid w:val="00BE4DF1"/>
    <w:rsid w:val="00BE6292"/>
    <w:rsid w:val="00BE69CA"/>
    <w:rsid w:val="00BE6E59"/>
    <w:rsid w:val="00BF0660"/>
    <w:rsid w:val="00BF13EC"/>
    <w:rsid w:val="00BF20AF"/>
    <w:rsid w:val="00C00462"/>
    <w:rsid w:val="00C006A2"/>
    <w:rsid w:val="00C02D3A"/>
    <w:rsid w:val="00C02D50"/>
    <w:rsid w:val="00C0405B"/>
    <w:rsid w:val="00C055E6"/>
    <w:rsid w:val="00C05FBC"/>
    <w:rsid w:val="00C07798"/>
    <w:rsid w:val="00C118FA"/>
    <w:rsid w:val="00C15968"/>
    <w:rsid w:val="00C16020"/>
    <w:rsid w:val="00C16798"/>
    <w:rsid w:val="00C24813"/>
    <w:rsid w:val="00C26639"/>
    <w:rsid w:val="00C268FE"/>
    <w:rsid w:val="00C26994"/>
    <w:rsid w:val="00C27BB8"/>
    <w:rsid w:val="00C31691"/>
    <w:rsid w:val="00C3412F"/>
    <w:rsid w:val="00C344D9"/>
    <w:rsid w:val="00C354CC"/>
    <w:rsid w:val="00C363FA"/>
    <w:rsid w:val="00C37B3D"/>
    <w:rsid w:val="00C37F62"/>
    <w:rsid w:val="00C414F3"/>
    <w:rsid w:val="00C4316F"/>
    <w:rsid w:val="00C433C6"/>
    <w:rsid w:val="00C43BCF"/>
    <w:rsid w:val="00C44F73"/>
    <w:rsid w:val="00C52039"/>
    <w:rsid w:val="00C5216A"/>
    <w:rsid w:val="00C532D5"/>
    <w:rsid w:val="00C53CBC"/>
    <w:rsid w:val="00C53FD9"/>
    <w:rsid w:val="00C5432A"/>
    <w:rsid w:val="00C546B6"/>
    <w:rsid w:val="00C55637"/>
    <w:rsid w:val="00C57198"/>
    <w:rsid w:val="00C6025C"/>
    <w:rsid w:val="00C62AF9"/>
    <w:rsid w:val="00C6300F"/>
    <w:rsid w:val="00C63B5B"/>
    <w:rsid w:val="00C64D9F"/>
    <w:rsid w:val="00C65D71"/>
    <w:rsid w:val="00C7072D"/>
    <w:rsid w:val="00C708CE"/>
    <w:rsid w:val="00C72DDA"/>
    <w:rsid w:val="00C740EF"/>
    <w:rsid w:val="00C74469"/>
    <w:rsid w:val="00C7561C"/>
    <w:rsid w:val="00C77431"/>
    <w:rsid w:val="00C800BB"/>
    <w:rsid w:val="00C83B8A"/>
    <w:rsid w:val="00C83E68"/>
    <w:rsid w:val="00C83EEA"/>
    <w:rsid w:val="00C8555C"/>
    <w:rsid w:val="00C85B2C"/>
    <w:rsid w:val="00C866B2"/>
    <w:rsid w:val="00C87CA5"/>
    <w:rsid w:val="00C91C92"/>
    <w:rsid w:val="00C91E01"/>
    <w:rsid w:val="00C92D58"/>
    <w:rsid w:val="00C9591E"/>
    <w:rsid w:val="00CA0749"/>
    <w:rsid w:val="00CA0813"/>
    <w:rsid w:val="00CA3185"/>
    <w:rsid w:val="00CA3713"/>
    <w:rsid w:val="00CA4670"/>
    <w:rsid w:val="00CA5A43"/>
    <w:rsid w:val="00CA6843"/>
    <w:rsid w:val="00CA7B36"/>
    <w:rsid w:val="00CB0E66"/>
    <w:rsid w:val="00CB3CAE"/>
    <w:rsid w:val="00CB460C"/>
    <w:rsid w:val="00CB58C8"/>
    <w:rsid w:val="00CC1A16"/>
    <w:rsid w:val="00CC3571"/>
    <w:rsid w:val="00CC5813"/>
    <w:rsid w:val="00CC7597"/>
    <w:rsid w:val="00CD0E06"/>
    <w:rsid w:val="00CD2249"/>
    <w:rsid w:val="00CD24EC"/>
    <w:rsid w:val="00CD3E02"/>
    <w:rsid w:val="00CD4013"/>
    <w:rsid w:val="00CD51B1"/>
    <w:rsid w:val="00CD6552"/>
    <w:rsid w:val="00CD6C83"/>
    <w:rsid w:val="00CE4801"/>
    <w:rsid w:val="00CE7745"/>
    <w:rsid w:val="00CF1452"/>
    <w:rsid w:val="00CF2CC0"/>
    <w:rsid w:val="00CF478A"/>
    <w:rsid w:val="00CF4A43"/>
    <w:rsid w:val="00CF7AE6"/>
    <w:rsid w:val="00D06215"/>
    <w:rsid w:val="00D1067E"/>
    <w:rsid w:val="00D11C7C"/>
    <w:rsid w:val="00D132C1"/>
    <w:rsid w:val="00D232B8"/>
    <w:rsid w:val="00D23A81"/>
    <w:rsid w:val="00D23BEE"/>
    <w:rsid w:val="00D23D1C"/>
    <w:rsid w:val="00D268E3"/>
    <w:rsid w:val="00D27373"/>
    <w:rsid w:val="00D27B4A"/>
    <w:rsid w:val="00D3062A"/>
    <w:rsid w:val="00D31494"/>
    <w:rsid w:val="00D338F3"/>
    <w:rsid w:val="00D33DC1"/>
    <w:rsid w:val="00D41772"/>
    <w:rsid w:val="00D41A9A"/>
    <w:rsid w:val="00D426B5"/>
    <w:rsid w:val="00D442AD"/>
    <w:rsid w:val="00D46F4F"/>
    <w:rsid w:val="00D47DFB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A87"/>
    <w:rsid w:val="00D71EAB"/>
    <w:rsid w:val="00D72117"/>
    <w:rsid w:val="00D72B9E"/>
    <w:rsid w:val="00D7666D"/>
    <w:rsid w:val="00D82022"/>
    <w:rsid w:val="00D8388D"/>
    <w:rsid w:val="00D845D8"/>
    <w:rsid w:val="00D85D37"/>
    <w:rsid w:val="00D911B2"/>
    <w:rsid w:val="00D91462"/>
    <w:rsid w:val="00D91717"/>
    <w:rsid w:val="00D91808"/>
    <w:rsid w:val="00D91F60"/>
    <w:rsid w:val="00D946E7"/>
    <w:rsid w:val="00D948BB"/>
    <w:rsid w:val="00D94B4A"/>
    <w:rsid w:val="00D95A33"/>
    <w:rsid w:val="00DA0D38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184F"/>
    <w:rsid w:val="00DC2EC7"/>
    <w:rsid w:val="00DC405B"/>
    <w:rsid w:val="00DC469F"/>
    <w:rsid w:val="00DC62DF"/>
    <w:rsid w:val="00DD4821"/>
    <w:rsid w:val="00DD52F7"/>
    <w:rsid w:val="00DE2536"/>
    <w:rsid w:val="00DE3481"/>
    <w:rsid w:val="00DE4F02"/>
    <w:rsid w:val="00DE7453"/>
    <w:rsid w:val="00DF2E1C"/>
    <w:rsid w:val="00DF56D7"/>
    <w:rsid w:val="00DF6ED9"/>
    <w:rsid w:val="00DF6F3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07E2F"/>
    <w:rsid w:val="00E16BD2"/>
    <w:rsid w:val="00E17E2F"/>
    <w:rsid w:val="00E23BD4"/>
    <w:rsid w:val="00E2606F"/>
    <w:rsid w:val="00E316AF"/>
    <w:rsid w:val="00E325E5"/>
    <w:rsid w:val="00E35339"/>
    <w:rsid w:val="00E356BF"/>
    <w:rsid w:val="00E40836"/>
    <w:rsid w:val="00E41019"/>
    <w:rsid w:val="00E422E0"/>
    <w:rsid w:val="00E43492"/>
    <w:rsid w:val="00E434DA"/>
    <w:rsid w:val="00E43A6F"/>
    <w:rsid w:val="00E522DF"/>
    <w:rsid w:val="00E53022"/>
    <w:rsid w:val="00E55DED"/>
    <w:rsid w:val="00E567BC"/>
    <w:rsid w:val="00E5794E"/>
    <w:rsid w:val="00E57D79"/>
    <w:rsid w:val="00E605A7"/>
    <w:rsid w:val="00E619FE"/>
    <w:rsid w:val="00E61F36"/>
    <w:rsid w:val="00E63DB4"/>
    <w:rsid w:val="00E6472E"/>
    <w:rsid w:val="00E64A8D"/>
    <w:rsid w:val="00E67053"/>
    <w:rsid w:val="00E6733D"/>
    <w:rsid w:val="00E72BFC"/>
    <w:rsid w:val="00E73F58"/>
    <w:rsid w:val="00E7540C"/>
    <w:rsid w:val="00E77C20"/>
    <w:rsid w:val="00E83010"/>
    <w:rsid w:val="00E84205"/>
    <w:rsid w:val="00E861C2"/>
    <w:rsid w:val="00E876F3"/>
    <w:rsid w:val="00E9187B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B1D78"/>
    <w:rsid w:val="00EB27D4"/>
    <w:rsid w:val="00EB2C40"/>
    <w:rsid w:val="00EB5C53"/>
    <w:rsid w:val="00EB7914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E7AD0"/>
    <w:rsid w:val="00EF0A16"/>
    <w:rsid w:val="00EF38AA"/>
    <w:rsid w:val="00EF4E54"/>
    <w:rsid w:val="00EF52BC"/>
    <w:rsid w:val="00EF5FDB"/>
    <w:rsid w:val="00EF7D82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12262"/>
    <w:rsid w:val="00F2034F"/>
    <w:rsid w:val="00F20E22"/>
    <w:rsid w:val="00F21CB8"/>
    <w:rsid w:val="00F24D35"/>
    <w:rsid w:val="00F25B26"/>
    <w:rsid w:val="00F260CB"/>
    <w:rsid w:val="00F30ED0"/>
    <w:rsid w:val="00F3326F"/>
    <w:rsid w:val="00F345AE"/>
    <w:rsid w:val="00F379D8"/>
    <w:rsid w:val="00F42893"/>
    <w:rsid w:val="00F42B84"/>
    <w:rsid w:val="00F473A3"/>
    <w:rsid w:val="00F50CFE"/>
    <w:rsid w:val="00F523A6"/>
    <w:rsid w:val="00F534BF"/>
    <w:rsid w:val="00F55A11"/>
    <w:rsid w:val="00F60DAD"/>
    <w:rsid w:val="00F61D0E"/>
    <w:rsid w:val="00F62B7E"/>
    <w:rsid w:val="00F64001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95B38"/>
    <w:rsid w:val="00FA1AB3"/>
    <w:rsid w:val="00FA242D"/>
    <w:rsid w:val="00FA3000"/>
    <w:rsid w:val="00FA325E"/>
    <w:rsid w:val="00FA4983"/>
    <w:rsid w:val="00FA725F"/>
    <w:rsid w:val="00FB0767"/>
    <w:rsid w:val="00FB4C0E"/>
    <w:rsid w:val="00FB4F86"/>
    <w:rsid w:val="00FB5C20"/>
    <w:rsid w:val="00FB63F7"/>
    <w:rsid w:val="00FB64B8"/>
    <w:rsid w:val="00FB66B7"/>
    <w:rsid w:val="00FC340E"/>
    <w:rsid w:val="00FC5A01"/>
    <w:rsid w:val="00FC63D5"/>
    <w:rsid w:val="00FC6651"/>
    <w:rsid w:val="00FD020A"/>
    <w:rsid w:val="00FD0246"/>
    <w:rsid w:val="00FD048C"/>
    <w:rsid w:val="00FD0EAE"/>
    <w:rsid w:val="00FD3854"/>
    <w:rsid w:val="00FD4E3E"/>
    <w:rsid w:val="00FE1057"/>
    <w:rsid w:val="00FE1358"/>
    <w:rsid w:val="00FE7D16"/>
    <w:rsid w:val="00FF00E4"/>
    <w:rsid w:val="00FF0112"/>
    <w:rsid w:val="00FF0A9C"/>
    <w:rsid w:val="00FF0C7F"/>
    <w:rsid w:val="00FF0CA2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CEF5213"/>
  <w15:docId w15:val="{4F4407C5-4B28-4AD0-9C79-FD75684BA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FA242D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4</Pages>
  <Words>1431</Words>
  <Characters>8158</Characters>
  <Application>Microsoft Office Word</Application>
  <DocSecurity>0</DocSecurity>
  <Lines>67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9570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Pott, Antonia</cp:lastModifiedBy>
  <cp:revision>30</cp:revision>
  <cp:lastPrinted>2021-01-14T12:19:00Z</cp:lastPrinted>
  <dcterms:created xsi:type="dcterms:W3CDTF">2021-01-14T12:09:00Z</dcterms:created>
  <dcterms:modified xsi:type="dcterms:W3CDTF">2021-01-22T10:16:00Z</dcterms:modified>
</cp:coreProperties>
</file>