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1E5CF6" w:rsidRPr="00B80D96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5CF6" w:rsidRDefault="001E5CF6" w:rsidP="007610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 w:rsidR="009B256F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 zum </w:t>
            </w:r>
            <w:r w:rsidR="00E03410">
              <w:rPr>
                <w:rFonts w:ascii="Arial" w:hAnsi="Arial" w:cs="Arial"/>
                <w:b/>
                <w:sz w:val="22"/>
                <w:szCs w:val="22"/>
              </w:rPr>
              <w:t>Ver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trag</w:t>
            </w:r>
          </w:p>
          <w:p w:rsidR="001E5CF6" w:rsidRPr="00B80D96" w:rsidRDefault="001E5CF6" w:rsidP="009C7981">
            <w:pPr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 xml:space="preserve">nach </w:t>
            </w:r>
            <w:r w:rsidR="009C7981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B80D96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596B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015EB">
              <w:rPr>
                <w:rFonts w:ascii="Arial" w:hAnsi="Arial" w:cs="Arial"/>
                <w:b/>
                <w:sz w:val="22"/>
                <w:szCs w:val="22"/>
              </w:rPr>
              <w:t>106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B80D96" w:rsidRDefault="001E5CF6" w:rsidP="007610F3">
            <w:pPr>
              <w:tabs>
                <w:tab w:val="left" w:pos="5670"/>
              </w:tabs>
              <w:spacing w:before="120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Bitte verwenden Sie</w:t>
            </w:r>
          </w:p>
          <w:p w:rsidR="001E5CF6" w:rsidRPr="00B80D96" w:rsidRDefault="001E5CF6" w:rsidP="007610F3">
            <w:pPr>
              <w:tabs>
                <w:tab w:val="left" w:pos="5670"/>
              </w:tabs>
              <w:spacing w:after="120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B80D96">
              <w:rPr>
                <w:rFonts w:ascii="Arial" w:hAnsi="Arial" w:cs="Arial"/>
                <w:b/>
                <w:sz w:val="22"/>
                <w:szCs w:val="22"/>
              </w:rPr>
              <w:t>nur dieses Formular</w:t>
            </w:r>
            <w:r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300D0C" w:rsidRDefault="00300D0C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300D0C" w:rsidRDefault="00300D0C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B85DBA" w:rsidRDefault="0057587F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85DBA">
        <w:rPr>
          <w:rFonts w:ascii="Arial" w:hAnsi="Arial" w:cs="Arial"/>
          <w:b/>
          <w:sz w:val="22"/>
          <w:szCs w:val="22"/>
        </w:rPr>
        <w:t xml:space="preserve">Erklärung </w:t>
      </w:r>
      <w:r w:rsidR="001015EB">
        <w:rPr>
          <w:rFonts w:ascii="Arial" w:hAnsi="Arial" w:cs="Arial"/>
          <w:b/>
          <w:sz w:val="22"/>
          <w:szCs w:val="22"/>
        </w:rPr>
        <w:t>über die jährliche Sammelmenge von Altgeräten</w:t>
      </w:r>
      <w:r w:rsidR="001015EB">
        <w:rPr>
          <w:rStyle w:val="Funotenzeichen"/>
          <w:rFonts w:ascii="Arial" w:hAnsi="Arial" w:cs="Arial"/>
          <w:b/>
          <w:sz w:val="22"/>
          <w:szCs w:val="22"/>
        </w:rPr>
        <w:footnoteReference w:id="1"/>
      </w:r>
    </w:p>
    <w:p w:rsidR="00B61B74" w:rsidRDefault="00B61B74" w:rsidP="003365F6">
      <w:pPr>
        <w:rPr>
          <w:rFonts w:ascii="Arial" w:hAnsi="Arial" w:cs="Arial"/>
        </w:rPr>
      </w:pPr>
    </w:p>
    <w:p w:rsidR="001015EB" w:rsidRPr="008C7360" w:rsidRDefault="008C7360" w:rsidP="003365F6">
      <w:pPr>
        <w:rPr>
          <w:rFonts w:ascii="Arial" w:hAnsi="Arial" w:cs="Arial"/>
          <w:b/>
          <w:u w:val="single"/>
        </w:rPr>
      </w:pPr>
      <w:r w:rsidRPr="008C7360">
        <w:rPr>
          <w:rFonts w:ascii="Arial" w:hAnsi="Arial" w:cs="Arial"/>
          <w:b/>
          <w:u w:val="single"/>
        </w:rPr>
        <w:t>Angaben der antragstellenden Firma</w:t>
      </w:r>
    </w:p>
    <w:p w:rsidR="001015EB" w:rsidRDefault="001015EB" w:rsidP="003365F6">
      <w:pPr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7823"/>
      </w:tblGrid>
      <w:tr w:rsidR="005B0EB9" w:rsidTr="005B0EB9">
        <w:tc>
          <w:tcPr>
            <w:tcW w:w="1871" w:type="dxa"/>
          </w:tcPr>
          <w:p w:rsidR="005B0EB9" w:rsidRDefault="008C7360" w:rsidP="00300D0C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Vollständige Anschrift</w:t>
            </w:r>
            <w:r w:rsidR="005B0EB9" w:rsidRPr="00EA437A">
              <w:rPr>
                <w:rFonts w:ascii="Arial" w:hAnsi="Arial" w:cs="Arial"/>
              </w:rPr>
              <w:t>:</w:t>
            </w:r>
          </w:p>
        </w:tc>
        <w:tc>
          <w:tcPr>
            <w:tcW w:w="7823" w:type="dxa"/>
          </w:tcPr>
          <w:p w:rsidR="005B0EB9" w:rsidRDefault="005A230A" w:rsidP="00300D0C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:rsidR="005B0EB9" w:rsidRDefault="005A230A" w:rsidP="00300D0C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:rsidR="005B0EB9" w:rsidRDefault="005A230A" w:rsidP="00300D0C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:rsidR="005B0EB9" w:rsidRDefault="005A230A" w:rsidP="00300D0C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5B0EB9" w:rsidTr="005B0EB9">
        <w:tc>
          <w:tcPr>
            <w:tcW w:w="1871" w:type="dxa"/>
          </w:tcPr>
          <w:p w:rsidR="005B0EB9" w:rsidRDefault="005B0EB9" w:rsidP="00300D0C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Produkt(e)</w:t>
            </w:r>
            <w:r w:rsidRPr="00EA437A">
              <w:rPr>
                <w:rFonts w:ascii="Arial" w:hAnsi="Arial" w:cs="Arial"/>
              </w:rPr>
              <w:t>:</w:t>
            </w:r>
          </w:p>
        </w:tc>
        <w:tc>
          <w:tcPr>
            <w:tcW w:w="7823" w:type="dxa"/>
          </w:tcPr>
          <w:p w:rsidR="005B0EB9" w:rsidRDefault="005A230A" w:rsidP="00300D0C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5B0EB9" w:rsidTr="005B0EB9">
        <w:tc>
          <w:tcPr>
            <w:tcW w:w="1871" w:type="dxa"/>
          </w:tcPr>
          <w:p w:rsidR="005B0EB9" w:rsidRDefault="005B0EB9" w:rsidP="005B0EB9">
            <w:pPr>
              <w:tabs>
                <w:tab w:val="left" w:pos="-7088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Vertragsnummer(n):</w:t>
            </w:r>
          </w:p>
          <w:p w:rsidR="005B0EB9" w:rsidRPr="005B0EB9" w:rsidRDefault="005B0EB9" w:rsidP="005B0EB9">
            <w:pPr>
              <w:tabs>
                <w:tab w:val="left" w:pos="-7088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(wenn bekannt)</w:t>
            </w:r>
          </w:p>
        </w:tc>
        <w:tc>
          <w:tcPr>
            <w:tcW w:w="7823" w:type="dxa"/>
          </w:tcPr>
          <w:p w:rsidR="005B0EB9" w:rsidRDefault="005A230A" w:rsidP="00300D0C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0" w:name="Text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</w:tr>
    </w:tbl>
    <w:p w:rsidR="005B0EB9" w:rsidRDefault="005B0EB9" w:rsidP="00300D0C">
      <w:pPr>
        <w:spacing w:line="360" w:lineRule="auto"/>
        <w:outlineLvl w:val="0"/>
        <w:rPr>
          <w:rFonts w:ascii="Arial" w:hAnsi="Arial" w:cs="Arial"/>
        </w:rPr>
      </w:pPr>
    </w:p>
    <w:p w:rsidR="00300D0C" w:rsidRDefault="00300D0C" w:rsidP="00300D0C">
      <w:pP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1" w:name="Text5"/>
      <w:r w:rsidR="005B0EB9">
        <w:rPr>
          <w:rFonts w:ascii="Arial" w:hAnsi="Arial" w:cs="Arial"/>
        </w:rPr>
        <w:tab/>
      </w:r>
      <w:bookmarkEnd w:id="1"/>
    </w:p>
    <w:p w:rsidR="005B0EB9" w:rsidRDefault="005B0EB9" w:rsidP="00300D0C">
      <w:pPr>
        <w:tabs>
          <w:tab w:val="left" w:pos="4820"/>
        </w:tabs>
        <w:spacing w:line="360" w:lineRule="auto"/>
        <w:rPr>
          <w:rFonts w:ascii="Arial" w:hAnsi="Arial" w:cs="Arial"/>
        </w:rPr>
      </w:pPr>
    </w:p>
    <w:p w:rsidR="001015EB" w:rsidRDefault="001015EB" w:rsidP="00300D0C">
      <w:pPr>
        <w:tabs>
          <w:tab w:val="left" w:pos="482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Hiermit bestätigen wir, dass</w:t>
      </w:r>
      <w:r w:rsidRPr="001015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im Jahr </w:t>
      </w:r>
      <w:r w:rsidR="005A230A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maxLength w:val="20"/>
            </w:textInput>
          </w:ffData>
        </w:fldChar>
      </w:r>
      <w:bookmarkStart w:id="2" w:name="Text1"/>
      <w:r w:rsidR="005A230A">
        <w:rPr>
          <w:rFonts w:ascii="Arial" w:hAnsi="Arial" w:cs="Arial"/>
        </w:rPr>
        <w:instrText xml:space="preserve"> FORMTEXT </w:instrText>
      </w:r>
      <w:r w:rsidR="005A230A">
        <w:rPr>
          <w:rFonts w:ascii="Arial" w:hAnsi="Arial" w:cs="Arial"/>
        </w:rPr>
      </w:r>
      <w:r w:rsidR="005A230A">
        <w:rPr>
          <w:rFonts w:ascii="Arial" w:hAnsi="Arial" w:cs="Arial"/>
        </w:rPr>
        <w:fldChar w:fldCharType="separate"/>
      </w:r>
      <w:bookmarkStart w:id="3" w:name="_GoBack"/>
      <w:bookmarkEnd w:id="3"/>
      <w:r w:rsidR="005A230A">
        <w:rPr>
          <w:rFonts w:ascii="Arial" w:hAnsi="Arial" w:cs="Arial"/>
          <w:noProof/>
        </w:rPr>
        <w:t> </w:t>
      </w:r>
      <w:r w:rsidR="005A230A">
        <w:rPr>
          <w:rFonts w:ascii="Arial" w:hAnsi="Arial" w:cs="Arial"/>
          <w:noProof/>
        </w:rPr>
        <w:t> </w:t>
      </w:r>
      <w:r w:rsidR="005A230A">
        <w:rPr>
          <w:rFonts w:ascii="Arial" w:hAnsi="Arial" w:cs="Arial"/>
          <w:noProof/>
        </w:rPr>
        <w:t> </w:t>
      </w:r>
      <w:r w:rsidR="005A230A">
        <w:rPr>
          <w:rFonts w:ascii="Arial" w:hAnsi="Arial" w:cs="Arial"/>
          <w:noProof/>
        </w:rPr>
        <w:t> </w:t>
      </w:r>
      <w:r w:rsidR="005A230A">
        <w:rPr>
          <w:rFonts w:ascii="Arial" w:hAnsi="Arial" w:cs="Arial"/>
          <w:noProof/>
        </w:rPr>
        <w:t> </w:t>
      </w:r>
      <w:r w:rsidR="005A230A">
        <w:rPr>
          <w:rFonts w:ascii="Arial" w:hAnsi="Arial" w:cs="Arial"/>
        </w:rPr>
        <w:fldChar w:fldCharType="end"/>
      </w:r>
      <w:bookmarkEnd w:id="2"/>
      <w:r>
        <w:rPr>
          <w:rFonts w:ascii="Arial" w:hAnsi="Arial" w:cs="Arial"/>
        </w:rPr>
        <w:t xml:space="preserve"> </w:t>
      </w:r>
      <w:bookmarkStart w:id="4" w:name="Text2"/>
      <w:r>
        <w:rPr>
          <w:rFonts w:ascii="Arial" w:hAnsi="Arial" w:cs="Arial"/>
        </w:rPr>
        <w:t xml:space="preserve">im Rahmen des Rücknahmesammelsystems </w:t>
      </w:r>
      <w:bookmarkEnd w:id="4"/>
      <w:r w:rsidR="005A230A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5A230A">
        <w:rPr>
          <w:rFonts w:ascii="Arial" w:hAnsi="Arial" w:cs="Arial"/>
        </w:rPr>
        <w:instrText xml:space="preserve"> FORMTEXT </w:instrText>
      </w:r>
      <w:r w:rsidR="005A230A">
        <w:rPr>
          <w:rFonts w:ascii="Arial" w:hAnsi="Arial" w:cs="Arial"/>
        </w:rPr>
      </w:r>
      <w:r w:rsidR="005A230A">
        <w:rPr>
          <w:rFonts w:ascii="Arial" w:hAnsi="Arial" w:cs="Arial"/>
        </w:rPr>
        <w:fldChar w:fldCharType="separate"/>
      </w:r>
      <w:r w:rsidR="005A230A">
        <w:rPr>
          <w:rFonts w:ascii="Arial" w:hAnsi="Arial" w:cs="Arial"/>
          <w:noProof/>
        </w:rPr>
        <w:t> </w:t>
      </w:r>
      <w:r w:rsidR="005A230A">
        <w:rPr>
          <w:rFonts w:ascii="Arial" w:hAnsi="Arial" w:cs="Arial"/>
          <w:noProof/>
        </w:rPr>
        <w:t> </w:t>
      </w:r>
      <w:r w:rsidR="005A230A">
        <w:rPr>
          <w:rFonts w:ascii="Arial" w:hAnsi="Arial" w:cs="Arial"/>
          <w:noProof/>
        </w:rPr>
        <w:t> </w:t>
      </w:r>
      <w:r w:rsidR="005A230A">
        <w:rPr>
          <w:rFonts w:ascii="Arial" w:hAnsi="Arial" w:cs="Arial"/>
          <w:noProof/>
        </w:rPr>
        <w:t> </w:t>
      </w:r>
      <w:r w:rsidR="005A230A">
        <w:rPr>
          <w:rFonts w:ascii="Arial" w:hAnsi="Arial" w:cs="Arial"/>
          <w:noProof/>
        </w:rPr>
        <w:t> </w:t>
      </w:r>
      <w:r w:rsidR="005A230A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Altgeräte gesammelt wurden.</w:t>
      </w:r>
    </w:p>
    <w:p w:rsidR="001015EB" w:rsidRDefault="001015EB" w:rsidP="003365F6">
      <w:pPr>
        <w:tabs>
          <w:tab w:val="left" w:pos="4820"/>
        </w:tabs>
        <w:rPr>
          <w:rFonts w:ascii="Arial" w:hAnsi="Arial" w:cs="Arial"/>
        </w:rPr>
      </w:pPr>
    </w:p>
    <w:p w:rsidR="00300D0C" w:rsidRDefault="00300D0C" w:rsidP="003365F6">
      <w:pPr>
        <w:tabs>
          <w:tab w:val="left" w:pos="4820"/>
        </w:tabs>
        <w:rPr>
          <w:rFonts w:ascii="Arial" w:hAnsi="Arial" w:cs="Arial"/>
        </w:rPr>
      </w:pPr>
    </w:p>
    <w:p w:rsidR="00300D0C" w:rsidRDefault="00300D0C" w:rsidP="003365F6">
      <w:pPr>
        <w:tabs>
          <w:tab w:val="left" w:pos="4820"/>
        </w:tabs>
        <w:rPr>
          <w:rFonts w:ascii="Arial" w:hAnsi="Arial" w:cs="Arial"/>
        </w:rPr>
      </w:pPr>
    </w:p>
    <w:p w:rsidR="001015EB" w:rsidRDefault="001015EB" w:rsidP="003365F6">
      <w:pPr>
        <w:tabs>
          <w:tab w:val="left" w:pos="4820"/>
        </w:tabs>
        <w:rPr>
          <w:rFonts w:ascii="Arial" w:hAnsi="Arial" w:cs="Arial"/>
        </w:rPr>
      </w:pPr>
    </w:p>
    <w:p w:rsidR="00EA437A" w:rsidRPr="00EA437A" w:rsidRDefault="00EA437A" w:rsidP="00EA437A">
      <w:pPr>
        <w:rPr>
          <w:vanish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2700"/>
        <w:gridCol w:w="6300"/>
      </w:tblGrid>
      <w:tr w:rsidR="003203B4" w:rsidRPr="00EA437A" w:rsidTr="00300D0C">
        <w:tc>
          <w:tcPr>
            <w:tcW w:w="720" w:type="dxa"/>
            <w:shd w:val="clear" w:color="auto" w:fill="auto"/>
            <w:vAlign w:val="bottom"/>
          </w:tcPr>
          <w:p w:rsidR="003203B4" w:rsidRPr="00EA437A" w:rsidRDefault="001015EB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  <w:r w:rsidR="00190485" w:rsidRPr="00EA437A">
              <w:rPr>
                <w:rFonts w:ascii="Arial" w:hAnsi="Arial" w:cs="Arial"/>
              </w:rPr>
              <w:t>t: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3203B4" w:rsidRPr="00EA437A" w:rsidRDefault="005A230A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6300" w:type="dxa"/>
            <w:shd w:val="clear" w:color="auto" w:fill="auto"/>
            <w:vAlign w:val="bottom"/>
          </w:tcPr>
          <w:p w:rsidR="003203B4" w:rsidRPr="00EA437A" w:rsidRDefault="003203B4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</w:tr>
      <w:tr w:rsidR="00156937" w:rsidRPr="00EA437A" w:rsidTr="00300D0C">
        <w:tc>
          <w:tcPr>
            <w:tcW w:w="72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Datum: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156937" w:rsidRPr="00EA437A" w:rsidRDefault="005A230A" w:rsidP="00EA437A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maxLength w:val="60"/>
                    <w:format w:val="dd.MM.yyyy"/>
                  </w:textInput>
                </w:ffData>
              </w:fldChar>
            </w:r>
            <w:bookmarkStart w:id="6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6300" w:type="dxa"/>
            <w:shd w:val="clear" w:color="auto" w:fill="auto"/>
            <w:vAlign w:val="bottom"/>
          </w:tcPr>
          <w:p w:rsidR="00156937" w:rsidRPr="00EA437A" w:rsidRDefault="00156937" w:rsidP="00EA437A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</w:rPr>
            </w:pPr>
          </w:p>
        </w:tc>
      </w:tr>
    </w:tbl>
    <w:p w:rsidR="001C4A8D" w:rsidRPr="006E3339" w:rsidRDefault="0008684B" w:rsidP="0008684B">
      <w:pPr>
        <w:tabs>
          <w:tab w:val="left" w:pos="3420"/>
        </w:tabs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E5608">
        <w:rPr>
          <w:rFonts w:ascii="Arial" w:hAnsi="Arial" w:cs="Arial"/>
        </w:rPr>
        <w:t>(Rechtsverbindliche Unterschrift und Firmenstempel)</w:t>
      </w:r>
    </w:p>
    <w:sectPr w:rsidR="001C4A8D" w:rsidRPr="006E3339" w:rsidSect="00D622F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B45" w:rsidRDefault="00570B45">
      <w:r>
        <w:separator/>
      </w:r>
    </w:p>
  </w:endnote>
  <w:endnote w:type="continuationSeparator" w:id="0">
    <w:p w:rsidR="00570B45" w:rsidRDefault="00570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AD21C8" w:rsidRDefault="008C7360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11.01.2022 </w:t>
    </w:r>
    <w:r w:rsidR="0000769A" w:rsidRPr="00AD21C8">
      <w:rPr>
        <w:rFonts w:ascii="Arial" w:hAnsi="Arial" w:cs="Arial"/>
        <w:sz w:val="22"/>
        <w:szCs w:val="22"/>
      </w:rPr>
      <w:t>A</w:t>
    </w:r>
    <w:r w:rsidR="00A624BA">
      <w:rPr>
        <w:rFonts w:ascii="Arial" w:hAnsi="Arial" w:cs="Arial"/>
        <w:sz w:val="22"/>
        <w:szCs w:val="22"/>
      </w:rPr>
      <w:t>nlage</w:t>
    </w:r>
    <w:r w:rsidR="00490A8A">
      <w:rPr>
        <w:rFonts w:ascii="Arial" w:hAnsi="Arial" w:cs="Arial"/>
        <w:sz w:val="22"/>
        <w:szCs w:val="22"/>
      </w:rPr>
      <w:t xml:space="preserve"> </w:t>
    </w:r>
    <w:r w:rsidR="00A624BA">
      <w:rPr>
        <w:rFonts w:ascii="Arial" w:hAnsi="Arial" w:cs="Arial"/>
        <w:sz w:val="22"/>
        <w:szCs w:val="22"/>
      </w:rPr>
      <w:t>8</w:t>
    </w:r>
    <w:r>
      <w:rPr>
        <w:rFonts w:ascii="Arial" w:hAnsi="Arial" w:cs="Arial"/>
        <w:sz w:val="22"/>
        <w:szCs w:val="22"/>
      </w:rPr>
      <w:t xml:space="preserve"> zum Vertrag</w:t>
    </w:r>
    <w:r w:rsidR="0000769A">
      <w:rPr>
        <w:rFonts w:ascii="Arial" w:hAnsi="Arial" w:cs="Arial"/>
        <w:sz w:val="22"/>
        <w:szCs w:val="22"/>
      </w:rPr>
      <w:tab/>
      <w:t>1/1</w:t>
    </w:r>
    <w:r w:rsidR="0000769A">
      <w:rPr>
        <w:rFonts w:ascii="Arial" w:hAnsi="Arial" w:cs="Arial"/>
        <w:sz w:val="22"/>
        <w:szCs w:val="22"/>
      </w:rPr>
      <w:tab/>
    </w:r>
    <w:r w:rsidR="0000769A">
      <w:rPr>
        <w:rFonts w:ascii="Arial" w:hAnsi="Arial" w:cs="Arial"/>
        <w:sz w:val="22"/>
        <w:szCs w:val="22"/>
      </w:rPr>
      <w:tab/>
    </w:r>
    <w:r w:rsidR="00D01452">
      <w:rPr>
        <w:rFonts w:ascii="Arial" w:hAnsi="Arial" w:cs="Arial"/>
        <w:sz w:val="22"/>
        <w:szCs w:val="22"/>
      </w:rPr>
      <w:t>DE</w:t>
    </w:r>
    <w:r w:rsidR="0000769A">
      <w:rPr>
        <w:rFonts w:ascii="Arial" w:hAnsi="Arial" w:cs="Arial"/>
        <w:sz w:val="22"/>
        <w:szCs w:val="22"/>
      </w:rPr>
      <w:t>-</w:t>
    </w:r>
    <w:r w:rsidR="00596B66">
      <w:rPr>
        <w:rFonts w:ascii="Arial" w:hAnsi="Arial" w:cs="Arial"/>
        <w:sz w:val="22"/>
        <w:szCs w:val="22"/>
      </w:rPr>
      <w:t xml:space="preserve">UZ </w:t>
    </w:r>
    <w:r w:rsidR="00C46BBA">
      <w:rPr>
        <w:rFonts w:ascii="Arial" w:hAnsi="Arial" w:cs="Arial"/>
        <w:sz w:val="22"/>
        <w:szCs w:val="22"/>
      </w:rPr>
      <w:t>106 Ausgabe J</w:t>
    </w:r>
    <w:r>
      <w:rPr>
        <w:rFonts w:ascii="Arial" w:hAnsi="Arial" w:cs="Arial"/>
        <w:sz w:val="22"/>
        <w:szCs w:val="22"/>
      </w:rPr>
      <w:t>anuar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B45" w:rsidRDefault="00570B45">
      <w:r>
        <w:separator/>
      </w:r>
    </w:p>
  </w:footnote>
  <w:footnote w:type="continuationSeparator" w:id="0">
    <w:p w:rsidR="00570B45" w:rsidRDefault="00570B45">
      <w:r>
        <w:continuationSeparator/>
      </w:r>
    </w:p>
  </w:footnote>
  <w:footnote w:id="1">
    <w:p w:rsidR="001015EB" w:rsidRDefault="001015EB" w:rsidP="001015EB">
      <w:pPr>
        <w:pStyle w:val="Funotentext"/>
        <w:numPr>
          <w:ilvl w:val="0"/>
          <w:numId w:val="0"/>
        </w:numPr>
      </w:pPr>
      <w:r>
        <w:rPr>
          <w:rStyle w:val="Funotenzeichen"/>
        </w:rPr>
        <w:footnoteRef/>
      </w:r>
      <w:r>
        <w:t xml:space="preserve"> Diese Erklärung muss jährlich jeweils für das Vorjahr bei der RAL gGmbH eingereicht werden.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DA5522" w:rsidRDefault="008C7360" w:rsidP="005B5DBB">
    <w:pPr>
      <w:pStyle w:val="Kopfzeile"/>
      <w:ind w:right="98"/>
      <w:jc w:val="right"/>
    </w:pPr>
    <w:r>
      <w:rPr>
        <w:noProof/>
      </w:rPr>
      <w:drawing>
        <wp:inline distT="0" distB="0" distL="0" distR="0">
          <wp:extent cx="1023852" cy="71437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8304" cy="731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87AA2"/>
    <w:multiLevelType w:val="multilevel"/>
    <w:tmpl w:val="8018B876"/>
    <w:lvl w:ilvl="0">
      <w:start w:val="1"/>
      <w:numFmt w:val="bullet"/>
      <w:pStyle w:val="Funotentex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0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8A5C2A"/>
    <w:multiLevelType w:val="hybridMultilevel"/>
    <w:tmpl w:val="28802850"/>
    <w:lvl w:ilvl="0" w:tplc="6F9C2E86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2930950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F86ED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264D4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F8F51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E76E67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BF4EFC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5F4ABE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A001BC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2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2"/>
  </w:num>
  <w:num w:numId="5">
    <w:abstractNumId w:val="16"/>
  </w:num>
  <w:num w:numId="6">
    <w:abstractNumId w:val="12"/>
  </w:num>
  <w:num w:numId="7">
    <w:abstractNumId w:val="14"/>
  </w:num>
  <w:num w:numId="8">
    <w:abstractNumId w:val="8"/>
  </w:num>
  <w:num w:numId="9">
    <w:abstractNumId w:val="17"/>
  </w:num>
  <w:num w:numId="10">
    <w:abstractNumId w:val="5"/>
  </w:num>
  <w:num w:numId="11">
    <w:abstractNumId w:val="18"/>
  </w:num>
  <w:num w:numId="12">
    <w:abstractNumId w:val="13"/>
  </w:num>
  <w:num w:numId="13">
    <w:abstractNumId w:val="3"/>
  </w:num>
  <w:num w:numId="14">
    <w:abstractNumId w:val="23"/>
  </w:num>
  <w:num w:numId="15">
    <w:abstractNumId w:val="19"/>
  </w:num>
  <w:num w:numId="16">
    <w:abstractNumId w:val="1"/>
  </w:num>
  <w:num w:numId="17">
    <w:abstractNumId w:val="10"/>
  </w:num>
  <w:num w:numId="18">
    <w:abstractNumId w:val="2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</w:num>
  <w:num w:numId="22">
    <w:abstractNumId w:val="25"/>
  </w:num>
  <w:num w:numId="23">
    <w:abstractNumId w:val="6"/>
  </w:num>
  <w:num w:numId="24">
    <w:abstractNumId w:val="0"/>
  </w:num>
  <w:num w:numId="25">
    <w:abstractNumId w:val="9"/>
  </w:num>
  <w:num w:numId="26">
    <w:abstractNumId w:val="21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HVDUYH6V2DYPQCP3eYt8nMZYzBdIWzFMPkzlf+StkGbiE9/HqXv2PP8hdEqcW1TurxjMn+biL1os7oaUv05qQ==" w:salt="toMyOn/sd/4+yAffejk9RQ=="/>
  <w:defaultTabStop w:val="227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0769A"/>
    <w:rsid w:val="000169D5"/>
    <w:rsid w:val="00055025"/>
    <w:rsid w:val="00056D17"/>
    <w:rsid w:val="0008684B"/>
    <w:rsid w:val="000B7FDB"/>
    <w:rsid w:val="000E3722"/>
    <w:rsid w:val="000E6022"/>
    <w:rsid w:val="001015EB"/>
    <w:rsid w:val="0013149C"/>
    <w:rsid w:val="0014770E"/>
    <w:rsid w:val="00156937"/>
    <w:rsid w:val="0018526E"/>
    <w:rsid w:val="00190485"/>
    <w:rsid w:val="001950BF"/>
    <w:rsid w:val="001B12E2"/>
    <w:rsid w:val="001C4A8D"/>
    <w:rsid w:val="001E5CF6"/>
    <w:rsid w:val="002008A7"/>
    <w:rsid w:val="002310B7"/>
    <w:rsid w:val="0025288E"/>
    <w:rsid w:val="002827FC"/>
    <w:rsid w:val="00295738"/>
    <w:rsid w:val="002A1F7B"/>
    <w:rsid w:val="002B19B5"/>
    <w:rsid w:val="002C7754"/>
    <w:rsid w:val="002D234B"/>
    <w:rsid w:val="002D556D"/>
    <w:rsid w:val="00300D0C"/>
    <w:rsid w:val="00306F76"/>
    <w:rsid w:val="00312C87"/>
    <w:rsid w:val="003147D8"/>
    <w:rsid w:val="003203B4"/>
    <w:rsid w:val="003365F6"/>
    <w:rsid w:val="003407EE"/>
    <w:rsid w:val="00344FAC"/>
    <w:rsid w:val="003604A2"/>
    <w:rsid w:val="003677E4"/>
    <w:rsid w:val="003802DA"/>
    <w:rsid w:val="00386B41"/>
    <w:rsid w:val="003A7EBC"/>
    <w:rsid w:val="003B4579"/>
    <w:rsid w:val="003D4D96"/>
    <w:rsid w:val="004171AC"/>
    <w:rsid w:val="0043243A"/>
    <w:rsid w:val="0046587B"/>
    <w:rsid w:val="00490A8A"/>
    <w:rsid w:val="00495648"/>
    <w:rsid w:val="004F5AAB"/>
    <w:rsid w:val="0050156A"/>
    <w:rsid w:val="00517835"/>
    <w:rsid w:val="0052326E"/>
    <w:rsid w:val="00540669"/>
    <w:rsid w:val="00540729"/>
    <w:rsid w:val="00566E51"/>
    <w:rsid w:val="00570B45"/>
    <w:rsid w:val="0057587F"/>
    <w:rsid w:val="00596913"/>
    <w:rsid w:val="00596B66"/>
    <w:rsid w:val="005A230A"/>
    <w:rsid w:val="005A2A6F"/>
    <w:rsid w:val="005B0EB9"/>
    <w:rsid w:val="005B5DBB"/>
    <w:rsid w:val="005D268C"/>
    <w:rsid w:val="005F0955"/>
    <w:rsid w:val="00600736"/>
    <w:rsid w:val="006057BA"/>
    <w:rsid w:val="0060691D"/>
    <w:rsid w:val="00611DB6"/>
    <w:rsid w:val="00612D1B"/>
    <w:rsid w:val="00620B84"/>
    <w:rsid w:val="0063089E"/>
    <w:rsid w:val="00643AA9"/>
    <w:rsid w:val="0064752E"/>
    <w:rsid w:val="0066145F"/>
    <w:rsid w:val="006703BD"/>
    <w:rsid w:val="00684E98"/>
    <w:rsid w:val="006D3CA9"/>
    <w:rsid w:val="006E3339"/>
    <w:rsid w:val="00725FD4"/>
    <w:rsid w:val="00742DA5"/>
    <w:rsid w:val="007610F3"/>
    <w:rsid w:val="00773CC4"/>
    <w:rsid w:val="00783B48"/>
    <w:rsid w:val="007A0C72"/>
    <w:rsid w:val="007A6CE3"/>
    <w:rsid w:val="007D7134"/>
    <w:rsid w:val="007D77FC"/>
    <w:rsid w:val="008055C4"/>
    <w:rsid w:val="00813B43"/>
    <w:rsid w:val="008171A2"/>
    <w:rsid w:val="008605F0"/>
    <w:rsid w:val="008C0051"/>
    <w:rsid w:val="008C7360"/>
    <w:rsid w:val="008D3BB9"/>
    <w:rsid w:val="008F608C"/>
    <w:rsid w:val="009047DD"/>
    <w:rsid w:val="009077BF"/>
    <w:rsid w:val="00942046"/>
    <w:rsid w:val="00961210"/>
    <w:rsid w:val="00962E36"/>
    <w:rsid w:val="00964B0F"/>
    <w:rsid w:val="009730DD"/>
    <w:rsid w:val="009960B0"/>
    <w:rsid w:val="009B256F"/>
    <w:rsid w:val="009C0473"/>
    <w:rsid w:val="009C7981"/>
    <w:rsid w:val="009F0F1A"/>
    <w:rsid w:val="009F497F"/>
    <w:rsid w:val="00A52B58"/>
    <w:rsid w:val="00A545D2"/>
    <w:rsid w:val="00A624BA"/>
    <w:rsid w:val="00A70AE9"/>
    <w:rsid w:val="00A81294"/>
    <w:rsid w:val="00A83C3C"/>
    <w:rsid w:val="00AB46D2"/>
    <w:rsid w:val="00AD21C8"/>
    <w:rsid w:val="00AE5608"/>
    <w:rsid w:val="00AF09E6"/>
    <w:rsid w:val="00B044D5"/>
    <w:rsid w:val="00B10027"/>
    <w:rsid w:val="00B162F4"/>
    <w:rsid w:val="00B410CD"/>
    <w:rsid w:val="00B4264F"/>
    <w:rsid w:val="00B61B74"/>
    <w:rsid w:val="00B80D96"/>
    <w:rsid w:val="00B86884"/>
    <w:rsid w:val="00B9232F"/>
    <w:rsid w:val="00BB07BD"/>
    <w:rsid w:val="00BE61E6"/>
    <w:rsid w:val="00BF3320"/>
    <w:rsid w:val="00C46BBA"/>
    <w:rsid w:val="00C76F7E"/>
    <w:rsid w:val="00C9008B"/>
    <w:rsid w:val="00CB53D0"/>
    <w:rsid w:val="00CD7916"/>
    <w:rsid w:val="00D01180"/>
    <w:rsid w:val="00D01452"/>
    <w:rsid w:val="00D218DF"/>
    <w:rsid w:val="00D43EDC"/>
    <w:rsid w:val="00D459D7"/>
    <w:rsid w:val="00D622FB"/>
    <w:rsid w:val="00DA5522"/>
    <w:rsid w:val="00DB2EE8"/>
    <w:rsid w:val="00DC15B5"/>
    <w:rsid w:val="00DD02D7"/>
    <w:rsid w:val="00DE3A97"/>
    <w:rsid w:val="00E03410"/>
    <w:rsid w:val="00E75051"/>
    <w:rsid w:val="00E753E7"/>
    <w:rsid w:val="00E77056"/>
    <w:rsid w:val="00E779C6"/>
    <w:rsid w:val="00EA437A"/>
    <w:rsid w:val="00EE54A1"/>
    <w:rsid w:val="00EF7F86"/>
    <w:rsid w:val="00F06F8E"/>
    <w:rsid w:val="00F81146"/>
    <w:rsid w:val="00F900F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D21411"/>
  <w15:docId w15:val="{11CBE77D-BD8A-4AD7-A55C-72E3496A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43873-D912-481C-BBC6-EE9A51ACD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705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5</cp:revision>
  <cp:lastPrinted>2012-05-30T12:08:00Z</cp:lastPrinted>
  <dcterms:created xsi:type="dcterms:W3CDTF">2018-03-27T10:43:00Z</dcterms:created>
  <dcterms:modified xsi:type="dcterms:W3CDTF">2022-01-11T08:29:00Z</dcterms:modified>
</cp:coreProperties>
</file>