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B14110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0D0A39">
              <w:rPr>
                <w:b/>
              </w:rPr>
              <w:t>100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2656B4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0D0A39">
              <w:rPr>
                <w:b/>
              </w:rPr>
              <w:t>Car</w:t>
            </w:r>
            <w:r w:rsidR="00E81A89">
              <w:rPr>
                <w:b/>
              </w:rPr>
              <w:t xml:space="preserve"> S</w:t>
            </w:r>
            <w:r w:rsidR="000D0A39">
              <w:rPr>
                <w:b/>
              </w:rPr>
              <w:t>haring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D214ED" w:rsidRDefault="00D214ED" w:rsidP="002E629B">
      <w:pPr>
        <w:pStyle w:val="Textkrper"/>
        <w:spacing w:line="240" w:lineRule="auto"/>
        <w:jc w:val="both"/>
        <w:rPr>
          <w:sz w:val="22"/>
        </w:rPr>
      </w:pPr>
    </w:p>
    <w:p w:rsidR="00596E36" w:rsidRDefault="00596E36" w:rsidP="002E629B">
      <w:pPr>
        <w:pStyle w:val="Textkrper"/>
        <w:spacing w:line="240" w:lineRule="auto"/>
        <w:jc w:val="both"/>
        <w:rPr>
          <w:sz w:val="22"/>
        </w:rPr>
      </w:pPr>
    </w:p>
    <w:p w:rsidR="00D214ED" w:rsidRDefault="00D214ED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E81A89" w:rsidP="007A31D9">
      <w:pPr>
        <w:pStyle w:val="Textkrper"/>
        <w:tabs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Car Sharing</w:t>
      </w:r>
      <w:r w:rsidR="001432F2">
        <w:rPr>
          <w:sz w:val="22"/>
        </w:rPr>
        <w:t>-</w:t>
      </w:r>
      <w:r w:rsidR="0022426A">
        <w:rPr>
          <w:sz w:val="22"/>
        </w:rPr>
        <w:t>Anbieter</w:t>
      </w:r>
      <w:r w:rsidR="002E629B">
        <w:rPr>
          <w:sz w:val="22"/>
        </w:rPr>
        <w:t xml:space="preserve"> (Zeichennehmer):</w:t>
      </w:r>
      <w:r w:rsidR="007A31D9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2E629B" w:rsidRDefault="00D338F3" w:rsidP="007A31D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D338F3" w:rsidP="007A31D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396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214ED" w:rsidRDefault="00D214ED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214ED" w:rsidRDefault="00D214ED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1432F2" w:rsidRDefault="001432F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6B1B58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Pr="00094273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  <w:r w:rsidR="00FC77F3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Pr="006C4615" w:rsidRDefault="00FC77F3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Teilnahmeberechtigung  am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E81A89">
              <w:rPr>
                <w:sz w:val="20"/>
                <w:szCs w:val="20"/>
              </w:rPr>
              <w:t>Car Sharing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A6F26" w:rsidRPr="0041335D" w:rsidRDefault="00FC77F3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1335D">
              <w:rPr>
                <w:sz w:val="20"/>
                <w:szCs w:val="20"/>
              </w:rPr>
              <w:t>Grundsätzliche Gewährung einer Teilnahmeberechtigung für jede volljährige Person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4D88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</w:t>
            </w:r>
            <w:r w:rsidR="00814D88">
              <w:rPr>
                <w:sz w:val="20"/>
                <w:szCs w:val="20"/>
              </w:rPr>
              <w:t xml:space="preserve"> der Anforderung wird bestätigt</w:t>
            </w:r>
            <w:r w:rsidR="00996844">
              <w:rPr>
                <w:sz w:val="20"/>
                <w:szCs w:val="20"/>
              </w:rPr>
              <w:t>.</w:t>
            </w:r>
          </w:p>
        </w:tc>
        <w:bookmarkStart w:id="3" w:name="_GoBack"/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BA7C21" w:rsidRDefault="00DA6F2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A6F26" w:rsidRPr="00CC2B50" w:rsidRDefault="00FE38F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Geeignete Dokumente, </w:t>
            </w:r>
            <w:r w:rsidR="00FC77F3">
              <w:rPr>
                <w:sz w:val="20"/>
                <w:szCs w:val="20"/>
              </w:rPr>
              <w:t>z.</w:t>
            </w:r>
            <w:r w:rsidR="00AF1F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 Allgemeine Geschäftsbedingungen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A6F26" w:rsidRPr="007508FE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2A7985">
              <w:br/>
            </w:r>
            <w:r w:rsidR="002A7985">
              <w:rPr>
                <w:sz w:val="20"/>
                <w:szCs w:val="20"/>
              </w:rPr>
              <w:t>(Anlage 2)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FC77F3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81A89" w:rsidRDefault="00FC77F3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C77F3">
              <w:rPr>
                <w:sz w:val="20"/>
                <w:szCs w:val="20"/>
              </w:rPr>
              <w:t xml:space="preserve">Mindestleistungsumfang bei der Nutzung von </w:t>
            </w:r>
            <w:r w:rsidR="00E81A89">
              <w:rPr>
                <w:sz w:val="20"/>
                <w:szCs w:val="20"/>
              </w:rPr>
              <w:t>Car Sharing</w:t>
            </w:r>
            <w:r w:rsidRPr="00FC77F3">
              <w:rPr>
                <w:sz w:val="20"/>
                <w:szCs w:val="20"/>
              </w:rPr>
              <w:t>-Fahrzeugen</w:t>
            </w: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E81A89" w:rsidRPr="00E81A89" w:rsidRDefault="00E81A89" w:rsidP="00E81A89">
            <w:pPr>
              <w:rPr>
                <w:sz w:val="20"/>
                <w:szCs w:val="20"/>
              </w:rPr>
            </w:pPr>
          </w:p>
          <w:p w:rsidR="0005731C" w:rsidRPr="00E81A89" w:rsidRDefault="0005731C" w:rsidP="00E81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97650" w:rsidRPr="00A97650" w:rsidRDefault="0024384B" w:rsidP="00A97650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Möglichkeit der </w:t>
            </w:r>
            <w:r w:rsidR="00A97650" w:rsidRPr="00A97650">
              <w:rPr>
                <w:sz w:val="20"/>
                <w:szCs w:val="20"/>
              </w:rPr>
              <w:t>Nutzung des Fahrzeugs an 24 Stunden täglich ohne persönlich</w:t>
            </w:r>
            <w:r>
              <w:rPr>
                <w:sz w:val="20"/>
                <w:szCs w:val="20"/>
              </w:rPr>
              <w:t>en Kontakt zum Anbieter</w:t>
            </w:r>
          </w:p>
          <w:p w:rsidR="00A97650" w:rsidRPr="00A97650" w:rsidRDefault="00A97650" w:rsidP="00A97650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A97650">
              <w:rPr>
                <w:sz w:val="20"/>
                <w:szCs w:val="20"/>
              </w:rPr>
              <w:t>Berücksichtigung von Freifahrten mit Ausnahme von Wegen für Tank- und Batteriebeladung, Fahrzeugpflege oder einmalig für Neuk</w:t>
            </w:r>
            <w:r w:rsidR="0024384B">
              <w:rPr>
                <w:sz w:val="20"/>
                <w:szCs w:val="20"/>
              </w:rPr>
              <w:t>unden nicht zulässig</w:t>
            </w:r>
          </w:p>
          <w:p w:rsidR="00A97650" w:rsidRPr="00A97650" w:rsidRDefault="00A97650" w:rsidP="00A97650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A97650">
              <w:rPr>
                <w:sz w:val="20"/>
                <w:szCs w:val="20"/>
              </w:rPr>
              <w:t xml:space="preserve">Durchführung regelmäßiger Pflege und Wartung </w:t>
            </w:r>
            <w:r w:rsidRPr="00A97650">
              <w:rPr>
                <w:sz w:val="20"/>
                <w:szCs w:val="20"/>
              </w:rPr>
              <w:lastRenderedPageBreak/>
              <w:t>entsprec</w:t>
            </w:r>
            <w:r>
              <w:rPr>
                <w:sz w:val="20"/>
                <w:szCs w:val="20"/>
              </w:rPr>
              <w:t>hend den Herstellerempfehlungen</w:t>
            </w:r>
          </w:p>
          <w:p w:rsidR="0005731C" w:rsidRPr="00A97650" w:rsidRDefault="00A97650" w:rsidP="00A97650">
            <w:pPr>
              <w:pStyle w:val="Listenabsatz"/>
              <w:numPr>
                <w:ilvl w:val="0"/>
                <w:numId w:val="27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A97650">
              <w:rPr>
                <w:sz w:val="20"/>
                <w:szCs w:val="20"/>
              </w:rPr>
              <w:t>Kundeninformation über umweltschonende und lärmarme Fahrweise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5731C" w:rsidRPr="00290408" w:rsidRDefault="00A97650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Geeignete Dokumente, </w:t>
            </w:r>
            <w:r w:rsidR="00AF1F5A">
              <w:rPr>
                <w:sz w:val="20"/>
                <w:szCs w:val="20"/>
              </w:rPr>
              <w:t>z. B. Vertragsbedingungen, Tarife, Eigenerklärungen, Kundeninformationen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731C" w:rsidRPr="00821D08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1B5C2D">
              <w:br/>
            </w:r>
            <w:r w:rsidR="001B5C2D">
              <w:rPr>
                <w:sz w:val="20"/>
                <w:szCs w:val="20"/>
              </w:rPr>
              <w:t>(Anlage 3)</w:t>
            </w: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05731C" w:rsidRPr="00094273" w:rsidRDefault="0005731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5731C" w:rsidRPr="006C4615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05731C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5731C" w:rsidRPr="00BA7C21" w:rsidRDefault="0005731C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5731C" w:rsidRPr="007508FE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5731C" w:rsidRPr="007508FE" w:rsidRDefault="0005731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05731C" w:rsidRPr="00094273" w:rsidRDefault="0005731C" w:rsidP="00D214E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05731C" w:rsidRPr="006C4615" w:rsidRDefault="0005731C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5731C" w:rsidRDefault="0005731C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5731C" w:rsidRDefault="0005731C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05731C" w:rsidRPr="00BA7C21" w:rsidRDefault="0005731C" w:rsidP="00D214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05731C" w:rsidRPr="007508FE" w:rsidRDefault="0005731C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5731C" w:rsidRPr="007508FE" w:rsidRDefault="0005731C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A0C27" w:rsidRPr="00094273" w:rsidRDefault="00AF1F5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A0C27" w:rsidRPr="006C4615" w:rsidRDefault="00AF1F5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F1F5A">
              <w:rPr>
                <w:sz w:val="20"/>
                <w:szCs w:val="20"/>
              </w:rPr>
              <w:t xml:space="preserve">Mindestleistungsumfang für die </w:t>
            </w:r>
            <w:r w:rsidR="00E81A89">
              <w:rPr>
                <w:sz w:val="20"/>
                <w:szCs w:val="20"/>
              </w:rPr>
              <w:t>Car Sharing</w:t>
            </w:r>
            <w:r w:rsidRPr="00AF1F5A">
              <w:rPr>
                <w:sz w:val="20"/>
                <w:szCs w:val="20"/>
              </w:rPr>
              <w:t>-Anbieter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B255B" w:rsidRPr="001269F0" w:rsidRDefault="003B255B" w:rsidP="001269F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A0C27" w:rsidRPr="00821D08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A0C27" w:rsidRPr="00821D08" w:rsidRDefault="00EA0C2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9254B" w:rsidRPr="007508FE" w:rsidRDefault="00C9254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6707D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6707D" w:rsidRPr="00AF1F5A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707D" w:rsidRPr="001269F0" w:rsidRDefault="001269F0" w:rsidP="001269F0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1269F0">
              <w:rPr>
                <w:sz w:val="20"/>
                <w:szCs w:val="20"/>
              </w:rPr>
              <w:t>Fahrzeug-Fahrberechtigte-Verhältnis: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6707D" w:rsidRPr="00BA7C21" w:rsidRDefault="0066707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Größe der Fahrzeugflotte:</w:t>
            </w:r>
            <w:r>
              <w:rPr>
                <w:sz w:val="20"/>
                <w:szCs w:val="20"/>
              </w:rPr>
              <w:br/>
            </w: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 w:rsidRPr="0066707D">
              <w:rPr>
                <w:sz w:val="20"/>
                <w:szCs w:val="20"/>
              </w:rPr>
              <w:t>Fahrzeuge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6707D" w:rsidRPr="007508FE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6707D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6707D" w:rsidRPr="00AF1F5A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707D" w:rsidRDefault="001269F0" w:rsidP="0066707D">
            <w:p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 Fahrberechtigte/Fahrzeug bei Flotten ≤ 5 Fahrzeuge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6707D" w:rsidRPr="00BA7C21" w:rsidRDefault="0066707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Zahl der Fahrberechtigten:</w:t>
            </w:r>
            <w:r>
              <w:rPr>
                <w:sz w:val="20"/>
                <w:szCs w:val="20"/>
              </w:rPr>
              <w:br/>
            </w: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6707D" w:rsidRPr="007508FE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6707D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6707D" w:rsidRPr="00AF1F5A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707D" w:rsidRDefault="001269F0" w:rsidP="0066707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15 Fahrberechtigte/Fahrzeug bei Flotten &gt; 5 Fahrzeuge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6707D" w:rsidRPr="00BA7C21" w:rsidRDefault="0066707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6707D" w:rsidRDefault="001269F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269F0">
              <w:rPr>
                <w:sz w:val="20"/>
                <w:szCs w:val="20"/>
              </w:rPr>
              <w:t>Fahrzeug-Fahrberechtigte-Verhältnis:</w:t>
            </w:r>
            <w:r>
              <w:rPr>
                <w:sz w:val="20"/>
                <w:szCs w:val="20"/>
              </w:rPr>
              <w:br/>
            </w: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6707D" w:rsidRPr="007508FE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269F0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269F0" w:rsidRDefault="001269F0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269F0" w:rsidRPr="00AF1F5A" w:rsidRDefault="001269F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269F0" w:rsidRDefault="001269F0" w:rsidP="0066707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269F0" w:rsidRDefault="001269F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269F0" w:rsidRPr="00BA7C21" w:rsidRDefault="001269F0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269F0" w:rsidRDefault="001269F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269F0" w:rsidRPr="007508FE" w:rsidRDefault="001269F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6707D" w:rsidRPr="007508FE" w:rsidTr="00D214E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6707D" w:rsidRPr="00AF1F5A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6707D" w:rsidRPr="007128B9" w:rsidRDefault="0066707D" w:rsidP="007128B9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7128B9">
              <w:rPr>
                <w:sz w:val="20"/>
                <w:szCs w:val="20"/>
              </w:rPr>
              <w:t xml:space="preserve">Weitergabe von Daten zum Status von </w:t>
            </w:r>
            <w:r w:rsidR="00E81A89">
              <w:rPr>
                <w:sz w:val="20"/>
                <w:szCs w:val="20"/>
              </w:rPr>
              <w:t>Car Sharing</w:t>
            </w:r>
            <w:r w:rsidRPr="007128B9">
              <w:rPr>
                <w:sz w:val="20"/>
                <w:szCs w:val="20"/>
              </w:rPr>
              <w:t>-Fahrzeugen</w:t>
            </w:r>
            <w:r w:rsidR="007128B9">
              <w:rPr>
                <w:sz w:val="20"/>
                <w:szCs w:val="20"/>
              </w:rPr>
              <w:t xml:space="preserve"> bei mehr als 50 Fahrzeugen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6707D" w:rsidRPr="00BA7C21" w:rsidRDefault="0066707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6707D" w:rsidRDefault="007128B9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Eigenerklärung zur Bereitschaft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6707D" w:rsidRDefault="0066707D" w:rsidP="00E25362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(Anlage 4)</w:t>
            </w:r>
          </w:p>
        </w:tc>
      </w:tr>
      <w:tr w:rsidR="00EA0C27" w:rsidRPr="007508FE" w:rsidTr="00D214ED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A0C27" w:rsidRPr="00094273" w:rsidRDefault="00EA0C2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A0C27" w:rsidRPr="006C4615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A0C27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A0C27" w:rsidRPr="00BA7C21" w:rsidRDefault="00EA0C2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EA0C27" w:rsidRPr="007508FE" w:rsidRDefault="00EA0C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14ED" w:rsidRPr="007508FE" w:rsidTr="00D214ED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Pr="00094273" w:rsidRDefault="00D214E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Pr="006C4615" w:rsidRDefault="00D214E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Default="00D214E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Default="00D214E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Pr="00BA7C21" w:rsidRDefault="00D214E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Pr="007508FE" w:rsidRDefault="00D214E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14ED" w:rsidRPr="007508FE" w:rsidRDefault="00D214E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536C6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9536C6" w:rsidRPr="00094273" w:rsidRDefault="009536C6" w:rsidP="00D214ED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536C6" w:rsidRPr="006C4615" w:rsidRDefault="009536C6" w:rsidP="00D214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9536C6" w:rsidRDefault="009536C6" w:rsidP="00D214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536C6" w:rsidRDefault="009536C6" w:rsidP="00D214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9536C6" w:rsidRPr="00BA7C21" w:rsidRDefault="009536C6" w:rsidP="00D214ED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9536C6" w:rsidRPr="007508FE" w:rsidRDefault="009536C6" w:rsidP="00D214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9536C6" w:rsidRPr="007508FE" w:rsidRDefault="009536C6" w:rsidP="00D214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536C6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536C6" w:rsidRPr="00094273" w:rsidRDefault="006819F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9536C6">
              <w:rPr>
                <w:b/>
                <w:sz w:val="20"/>
                <w:szCs w:val="20"/>
              </w:rPr>
              <w:t>2</w:t>
            </w:r>
            <w:r w:rsidR="00A8041A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36C6" w:rsidRPr="00821D08" w:rsidRDefault="00A8041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8041A">
              <w:rPr>
                <w:sz w:val="20"/>
                <w:szCs w:val="20"/>
              </w:rPr>
              <w:t>Sicherstellung der Verkehrs- und Betriebssicherheit der Fahrzeuge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536C6" w:rsidRPr="00821D08" w:rsidRDefault="00F233C9" w:rsidP="00562A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Erfüllung </w:t>
            </w:r>
            <w:r w:rsidRPr="00F233C9">
              <w:rPr>
                <w:sz w:val="20"/>
                <w:szCs w:val="20"/>
              </w:rPr>
              <w:t>alle</w:t>
            </w:r>
            <w:r>
              <w:rPr>
                <w:sz w:val="20"/>
                <w:szCs w:val="20"/>
              </w:rPr>
              <w:t>r</w:t>
            </w:r>
            <w:r w:rsidRPr="00F233C9">
              <w:rPr>
                <w:sz w:val="20"/>
                <w:szCs w:val="20"/>
              </w:rPr>
              <w:t xml:space="preserve"> vom Gesetzgeber gestellten Anforderungen zur Verkehrs- und Betriebssicherheit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536C6" w:rsidRPr="00821D08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536C6" w:rsidRPr="00821D08" w:rsidRDefault="009536C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536C6" w:rsidRPr="00290408" w:rsidRDefault="00F3129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Gültige Zulassungsbescheinigung aller Fahrzeuge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536C6" w:rsidRPr="00821D08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753E92">
              <w:br/>
            </w:r>
            <w:r w:rsidR="00753E92">
              <w:rPr>
                <w:sz w:val="20"/>
                <w:szCs w:val="20"/>
              </w:rPr>
              <w:t>(Anlage 5)</w:t>
            </w:r>
          </w:p>
        </w:tc>
      </w:tr>
      <w:tr w:rsidR="009536C6" w:rsidRPr="007508FE" w:rsidTr="00BB638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536C6" w:rsidRPr="00094273" w:rsidRDefault="009536C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36C6" w:rsidRPr="006C4615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9536C6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536C6" w:rsidRPr="00BA7C21" w:rsidRDefault="009536C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9536C6" w:rsidRPr="007508FE" w:rsidRDefault="009536C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EC09E7" w:rsidRPr="00094273" w:rsidRDefault="00EC09E7" w:rsidP="00D214E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EC09E7" w:rsidRPr="006C4615" w:rsidRDefault="00EC09E7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EC09E7" w:rsidRDefault="00EC09E7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C09E7" w:rsidRDefault="00EC09E7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EC09E7" w:rsidRPr="00BA7C21" w:rsidRDefault="00EC09E7" w:rsidP="00D214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EC09E7" w:rsidRPr="007508FE" w:rsidRDefault="00EC09E7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EC09E7" w:rsidRPr="007508FE" w:rsidRDefault="00EC09E7" w:rsidP="00D214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09E7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C09E7" w:rsidRPr="00094273" w:rsidRDefault="00041739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09E7" w:rsidRPr="00821D08" w:rsidRDefault="00041739" w:rsidP="00280C5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41739">
              <w:rPr>
                <w:sz w:val="20"/>
                <w:szCs w:val="20"/>
              </w:rPr>
              <w:t>Reduktion der Luftschadstoffbelastung – Stickoxidausstoß (NOx) bei</w:t>
            </w:r>
            <w:r w:rsidR="00280C5F">
              <w:rPr>
                <w:sz w:val="20"/>
                <w:szCs w:val="20"/>
              </w:rPr>
              <w:t xml:space="preserve"> </w:t>
            </w:r>
            <w:r w:rsidRPr="00041739">
              <w:rPr>
                <w:sz w:val="20"/>
                <w:szCs w:val="20"/>
              </w:rPr>
              <w:t>Fahrzeugen mit Dieselmotor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E3F96" w:rsidRPr="00C82FCE" w:rsidRDefault="00C82FCE" w:rsidP="00C82FC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alle </w:t>
            </w:r>
            <w:r w:rsidRPr="00C82FCE">
              <w:rPr>
                <w:sz w:val="20"/>
                <w:szCs w:val="20"/>
              </w:rPr>
              <w:t xml:space="preserve">neu in die </w:t>
            </w:r>
            <w:r w:rsidR="00E81A89">
              <w:rPr>
                <w:sz w:val="20"/>
                <w:szCs w:val="20"/>
              </w:rPr>
              <w:t>Car Sharing</w:t>
            </w:r>
            <w:r w:rsidRPr="00C82FCE">
              <w:rPr>
                <w:sz w:val="20"/>
                <w:szCs w:val="20"/>
              </w:rPr>
              <w:t>-Flotte aufgenommenen Dieselfahrzeuge der Klasse M1 (Pkw) und N1 (leichte Nutzfahrzeuge)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C09E7" w:rsidRPr="00821D08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C09E7" w:rsidRPr="00821D08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26812" w:rsidRPr="00E67D71" w:rsidRDefault="00826812" w:rsidP="00E67D71">
            <w:pPr>
              <w:tabs>
                <w:tab w:val="left" w:pos="7938"/>
              </w:tabs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C09E7" w:rsidRPr="00821D08" w:rsidRDefault="00EC09E7" w:rsidP="006710C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82FCE" w:rsidRPr="007508FE" w:rsidTr="007E264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82FCE" w:rsidRDefault="00C82FC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82FCE" w:rsidRPr="00041739" w:rsidRDefault="00C82FCE" w:rsidP="00280C5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82FCE" w:rsidRDefault="00C82FCE" w:rsidP="00C82FCE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DE3F96">
              <w:rPr>
                <w:sz w:val="20"/>
                <w:szCs w:val="20"/>
              </w:rPr>
              <w:t xml:space="preserve">EG-Emissionsklasse </w:t>
            </w:r>
            <w:r>
              <w:rPr>
                <w:sz w:val="20"/>
                <w:szCs w:val="20"/>
              </w:rPr>
              <w:br/>
            </w:r>
            <w:r w:rsidRPr="00DE3F96">
              <w:rPr>
                <w:sz w:val="20"/>
                <w:szCs w:val="20"/>
              </w:rPr>
              <w:t>Euro 6d</w:t>
            </w:r>
            <w:r>
              <w:rPr>
                <w:sz w:val="20"/>
                <w:szCs w:val="20"/>
              </w:rPr>
              <w:t xml:space="preserve"> oder</w:t>
            </w:r>
          </w:p>
          <w:p w:rsidR="007E264E" w:rsidRPr="007E264E" w:rsidRDefault="00C82FCE" w:rsidP="007E264E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des NOx-Emissionsgrenzwerts im RDE-Messverfahren oder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="007E264E"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br/>
            </w:r>
          </w:p>
          <w:p w:rsidR="00C82FCE" w:rsidRDefault="00C82FCE" w:rsidP="0076149E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5151EE">
              <w:rPr>
                <w:b/>
                <w:sz w:val="20"/>
                <w:szCs w:val="20"/>
              </w:rPr>
              <w:t xml:space="preserve">Bis 31.12.2019: </w:t>
            </w:r>
            <w:r>
              <w:rPr>
                <w:sz w:val="20"/>
                <w:szCs w:val="20"/>
              </w:rPr>
              <w:br/>
            </w:r>
            <w:r w:rsidR="0076149E">
              <w:rPr>
                <w:sz w:val="20"/>
                <w:szCs w:val="20"/>
              </w:rPr>
              <w:t>Ausgesetzt, wenn k</w:t>
            </w:r>
            <w:r>
              <w:rPr>
                <w:sz w:val="20"/>
                <w:szCs w:val="20"/>
              </w:rPr>
              <w:t>eine Marktverfügbarkeit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82FCE" w:rsidRDefault="00C82FC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82FCE" w:rsidRPr="00BA7C21" w:rsidRDefault="00C82FC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82FCE" w:rsidRDefault="00C82FCE" w:rsidP="00C82FCE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DE3F96">
              <w:rPr>
                <w:sz w:val="20"/>
                <w:szCs w:val="20"/>
              </w:rPr>
              <w:t>gültige Zulassungsbescheinigung</w:t>
            </w:r>
          </w:p>
          <w:p w:rsidR="00C82FCE" w:rsidRDefault="00C82FCE" w:rsidP="00C82FCE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die RDE-Messung deklarierter</w:t>
            </w:r>
            <w:r w:rsidRPr="00DE3F96">
              <w:rPr>
                <w:sz w:val="20"/>
                <w:szCs w:val="20"/>
              </w:rPr>
              <w:t xml:space="preserve"> Wert der NOx-Emissionen in Tabelle in Anlage 8</w:t>
            </w:r>
            <w:r>
              <w:rPr>
                <w:sz w:val="20"/>
                <w:szCs w:val="20"/>
              </w:rPr>
              <w:t>,</w:t>
            </w:r>
            <w:r w:rsidR="00DD58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entnommen</w:t>
            </w:r>
            <w:r w:rsidRPr="00DE3F96">
              <w:rPr>
                <w:sz w:val="20"/>
                <w:szCs w:val="20"/>
              </w:rPr>
              <w:t xml:space="preserve"> einer offiziellen Datenbank mit den NOx-Messungen im Rahmen des Zulassungsverfahrens </w:t>
            </w:r>
          </w:p>
          <w:p w:rsidR="00C82FCE" w:rsidRDefault="00C82FCE" w:rsidP="00C82FCE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Fahrzeugherstellers</w:t>
            </w:r>
          </w:p>
          <w:p w:rsidR="00C82FCE" w:rsidRPr="00DE3F96" w:rsidRDefault="00C82FCE" w:rsidP="00C82FCE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1105E1">
              <w:rPr>
                <w:rStyle w:val="StandardkursivnurWort"/>
                <w:rFonts w:ascii="Arial" w:hAnsi="Arial"/>
                <w:i w:val="0"/>
              </w:rPr>
              <w:t>Bestätigung zur Nichtlieferbarkeit von mindestens drei Fahrzeugherstellern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C82FCE" w:rsidRDefault="00C82FCE" w:rsidP="006710C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(Anlage 8/Anlagen 9a-c)</w:t>
            </w:r>
          </w:p>
        </w:tc>
      </w:tr>
      <w:tr w:rsidR="00EC09E7" w:rsidRPr="007508FE" w:rsidTr="007E264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C09E7" w:rsidRPr="006C4615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C09E7" w:rsidRPr="00BA7C21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E264E" w:rsidRPr="007508FE" w:rsidTr="007E264E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Pr="00094273" w:rsidRDefault="007E264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Pr="006C4615" w:rsidRDefault="007E264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Default="007E264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Default="007E264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Pr="00BA7C21" w:rsidRDefault="007E264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Pr="007508FE" w:rsidRDefault="007E264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64E" w:rsidRPr="007508FE" w:rsidRDefault="007E264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120BE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A120BE" w:rsidRPr="00094273" w:rsidRDefault="00A120BE" w:rsidP="007E264E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A120BE" w:rsidRPr="006C4615" w:rsidRDefault="00A120BE" w:rsidP="007E264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A120BE" w:rsidRDefault="00A120BE" w:rsidP="007E264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A120BE" w:rsidRDefault="00A120BE" w:rsidP="007E264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A120BE" w:rsidRPr="00BA7C21" w:rsidRDefault="00A120BE" w:rsidP="007E264E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A120BE" w:rsidRPr="007508FE" w:rsidRDefault="00A120BE" w:rsidP="007E264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A120BE" w:rsidRPr="007508FE" w:rsidRDefault="00A120BE" w:rsidP="007E264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82FCE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82FCE" w:rsidRPr="00094273" w:rsidRDefault="00C82FC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82FCE" w:rsidRPr="00821D08" w:rsidRDefault="00C82FCE" w:rsidP="00A329E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329E9">
              <w:rPr>
                <w:sz w:val="20"/>
                <w:szCs w:val="20"/>
              </w:rPr>
              <w:t>Reduktion der Luftschadstoffbelastung – Partikelausstoß (PN) bei</w:t>
            </w:r>
            <w:r>
              <w:rPr>
                <w:sz w:val="20"/>
                <w:szCs w:val="20"/>
              </w:rPr>
              <w:t xml:space="preserve"> </w:t>
            </w:r>
            <w:r w:rsidRPr="00A329E9">
              <w:rPr>
                <w:sz w:val="20"/>
                <w:szCs w:val="20"/>
              </w:rPr>
              <w:t>Benzinfahrzeugen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82FCE" w:rsidRPr="00EF0784" w:rsidRDefault="00CB6FA8" w:rsidP="00EF078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alle </w:t>
            </w:r>
            <w:r w:rsidRPr="00C82FCE">
              <w:rPr>
                <w:sz w:val="20"/>
                <w:szCs w:val="20"/>
              </w:rPr>
              <w:t xml:space="preserve">neu in die </w:t>
            </w:r>
            <w:r w:rsidR="00E81A89">
              <w:rPr>
                <w:sz w:val="20"/>
                <w:szCs w:val="20"/>
              </w:rPr>
              <w:t>Car Sharing</w:t>
            </w:r>
            <w:r>
              <w:rPr>
                <w:sz w:val="20"/>
                <w:szCs w:val="20"/>
              </w:rPr>
              <w:t>-Flotte aufgenommenen bENZIN</w:t>
            </w:r>
            <w:r w:rsidRPr="00C82FCE">
              <w:rPr>
                <w:sz w:val="20"/>
                <w:szCs w:val="20"/>
              </w:rPr>
              <w:t>fahrzeuge der Klasse M1 (Pkw) und N1 (leichte Nutzfahrzeuge)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82FCE" w:rsidRPr="00821D08" w:rsidRDefault="00C82FC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82FCE" w:rsidRPr="00821D08" w:rsidRDefault="00C82FC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82FCE" w:rsidRPr="00EF0784" w:rsidRDefault="00C82FCE" w:rsidP="00EF0784">
            <w:pPr>
              <w:tabs>
                <w:tab w:val="left" w:pos="7938"/>
              </w:tabs>
              <w:spacing w:before="20" w:after="20"/>
              <w:rPr>
                <w:i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C82FCE" w:rsidRPr="00821D08" w:rsidRDefault="00C82FC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B6876" w:rsidRPr="007508FE" w:rsidTr="0008161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B6876" w:rsidRDefault="00EB687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B6876" w:rsidRPr="00A329E9" w:rsidRDefault="00EB6876" w:rsidP="00A329E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B6876" w:rsidRDefault="00EB6876" w:rsidP="00EB6876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DE3F96">
              <w:rPr>
                <w:sz w:val="20"/>
                <w:szCs w:val="20"/>
              </w:rPr>
              <w:t xml:space="preserve">EG-Emissionsklasse </w:t>
            </w:r>
            <w:r>
              <w:rPr>
                <w:sz w:val="20"/>
                <w:szCs w:val="20"/>
              </w:rPr>
              <w:br/>
              <w:t>Euro 6c oder besser oder</w:t>
            </w:r>
          </w:p>
          <w:p w:rsidR="00EB6876" w:rsidRDefault="00EB6876" w:rsidP="00EB6876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des Grenzwerts</w:t>
            </w:r>
            <w:r w:rsidR="007E264E">
              <w:rPr>
                <w:sz w:val="20"/>
                <w:szCs w:val="20"/>
              </w:rPr>
              <w:t xml:space="preserve"> der Partikel</w:t>
            </w:r>
            <w:r w:rsidR="004424A8">
              <w:rPr>
                <w:sz w:val="20"/>
                <w:szCs w:val="20"/>
              </w:rPr>
              <w:t>-E</w:t>
            </w:r>
            <w:r w:rsidR="007E264E">
              <w:rPr>
                <w:sz w:val="20"/>
                <w:szCs w:val="20"/>
              </w:rPr>
              <w:t>missionen</w:t>
            </w:r>
            <w:r>
              <w:rPr>
                <w:sz w:val="20"/>
                <w:szCs w:val="20"/>
              </w:rPr>
              <w:t xml:space="preserve"> oder</w:t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  <w:r w:rsidR="001548D9">
              <w:rPr>
                <w:sz w:val="20"/>
                <w:szCs w:val="20"/>
              </w:rPr>
              <w:br/>
            </w:r>
          </w:p>
          <w:p w:rsidR="00EB6876" w:rsidRPr="00DE3F96" w:rsidRDefault="00EB6876" w:rsidP="00EB6876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Ausgenommen</w:t>
            </w:r>
            <w:r w:rsidR="007E264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Fahrzeuge ohne Direkteinspritzung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B6876" w:rsidRDefault="00EB687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B6876" w:rsidRPr="00BA7C21" w:rsidRDefault="00EB687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B6876" w:rsidRDefault="00EB6876" w:rsidP="00EB6876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DE3F96">
              <w:rPr>
                <w:sz w:val="20"/>
                <w:szCs w:val="20"/>
              </w:rPr>
              <w:t>gültige Zulassungsbescheinigung</w:t>
            </w:r>
          </w:p>
          <w:p w:rsidR="00EB6876" w:rsidRDefault="00EB6876" w:rsidP="00EB6876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deklarierter</w:t>
            </w:r>
            <w:r w:rsidRPr="00DE3F96">
              <w:rPr>
                <w:sz w:val="20"/>
                <w:szCs w:val="20"/>
              </w:rPr>
              <w:t xml:space="preserve"> Wert der </w:t>
            </w:r>
            <w:r w:rsidR="004424A8">
              <w:rPr>
                <w:sz w:val="20"/>
                <w:szCs w:val="20"/>
              </w:rPr>
              <w:t>Partikel</w:t>
            </w:r>
            <w:r w:rsidRPr="00DE3F96">
              <w:rPr>
                <w:sz w:val="20"/>
                <w:szCs w:val="20"/>
              </w:rPr>
              <w:t>-Emissionen</w:t>
            </w:r>
            <w:r w:rsidR="004424A8">
              <w:rPr>
                <w:sz w:val="20"/>
                <w:szCs w:val="20"/>
              </w:rPr>
              <w:t xml:space="preserve"> (WLTC oder RDE)</w:t>
            </w:r>
            <w:r w:rsidRPr="00DE3F96">
              <w:rPr>
                <w:sz w:val="20"/>
                <w:szCs w:val="20"/>
              </w:rPr>
              <w:t xml:space="preserve"> in Tabelle in Anlage </w:t>
            </w:r>
            <w:proofErr w:type="gramStart"/>
            <w:r w:rsidRPr="00DE3F9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,entnommen</w:t>
            </w:r>
            <w:proofErr w:type="gramEnd"/>
            <w:r w:rsidRPr="00DE3F96">
              <w:rPr>
                <w:sz w:val="20"/>
                <w:szCs w:val="20"/>
              </w:rPr>
              <w:t xml:space="preserve"> einer offiziellen Datenbank mit den </w:t>
            </w:r>
            <w:r w:rsidR="004424A8">
              <w:rPr>
                <w:sz w:val="20"/>
                <w:szCs w:val="20"/>
              </w:rPr>
              <w:t>Partikel-Emissionen</w:t>
            </w:r>
            <w:r w:rsidRPr="00DE3F96">
              <w:rPr>
                <w:sz w:val="20"/>
                <w:szCs w:val="20"/>
              </w:rPr>
              <w:t xml:space="preserve"> im Rahmen des Zulassungsverfahrens </w:t>
            </w:r>
          </w:p>
          <w:p w:rsidR="00EB6876" w:rsidRDefault="00EB6876" w:rsidP="00EB6876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Fahrzeugherstellers</w:t>
            </w:r>
          </w:p>
          <w:p w:rsidR="00EB6876" w:rsidRPr="00DE3F96" w:rsidRDefault="001548D9" w:rsidP="00EB6876">
            <w:pPr>
              <w:pStyle w:val="Listenabsatz"/>
              <w:numPr>
                <w:ilvl w:val="0"/>
                <w:numId w:val="30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rStyle w:val="StandardkursivnurWort"/>
                <w:rFonts w:ascii="Arial" w:hAnsi="Arial"/>
                <w:i w:val="0"/>
              </w:rPr>
              <w:t>Geeignete technische Beschreibung für Fahrzeug ohne Direkteinspritzung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B6876" w:rsidRDefault="003476C8" w:rsidP="00E25362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(Anlage 8/Anlagen 10a-c)</w:t>
            </w:r>
          </w:p>
        </w:tc>
      </w:tr>
      <w:tr w:rsidR="00A120BE" w:rsidRPr="007508FE" w:rsidTr="00081611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120BE" w:rsidRPr="00094273" w:rsidRDefault="00A120B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120BE" w:rsidRPr="006C4615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120B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120B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120BE" w:rsidRPr="00BA7C21" w:rsidRDefault="00A120BE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120BE" w:rsidRPr="007508F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120BE" w:rsidRPr="007508FE" w:rsidRDefault="00A120BE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1611" w:rsidRPr="007508FE" w:rsidTr="00081611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Pr="00094273" w:rsidRDefault="0008161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Pr="006C4615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Pr="00BA7C21" w:rsidRDefault="0008161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476C4" w:rsidRPr="007508FE" w:rsidTr="00E25362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4476C4" w:rsidRPr="00094273" w:rsidRDefault="004476C4" w:rsidP="00081611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4476C4" w:rsidRPr="006C4615" w:rsidRDefault="004476C4" w:rsidP="0008161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4476C4" w:rsidRDefault="004476C4" w:rsidP="0008161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4476C4" w:rsidRDefault="004476C4" w:rsidP="0008161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4476C4" w:rsidRPr="00BA7C21" w:rsidRDefault="004476C4" w:rsidP="00081611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4476C4" w:rsidRPr="007508FE" w:rsidRDefault="004476C4" w:rsidP="0008161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4476C4" w:rsidRPr="007508FE" w:rsidRDefault="004476C4" w:rsidP="0008161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476C4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476C4" w:rsidRPr="00094273" w:rsidRDefault="00137F2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476C4" w:rsidRPr="00821D08" w:rsidRDefault="00137F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37F27">
              <w:rPr>
                <w:sz w:val="20"/>
                <w:szCs w:val="20"/>
              </w:rPr>
              <w:t xml:space="preserve">Modernisierung der </w:t>
            </w:r>
            <w:r w:rsidR="00E81A89">
              <w:rPr>
                <w:sz w:val="20"/>
                <w:szCs w:val="20"/>
              </w:rPr>
              <w:t>Car Sharing</w:t>
            </w:r>
            <w:r w:rsidRPr="00137F27">
              <w:rPr>
                <w:sz w:val="20"/>
                <w:szCs w:val="20"/>
              </w:rPr>
              <w:t>-Flotte (Dieselfahrzeuge)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F4ADD" w:rsidRPr="00821D08" w:rsidRDefault="00642768" w:rsidP="0008161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Anteil der Dieselfahrzeuge, die bereits zum 31.12.2016 Bestandteil der </w:t>
            </w:r>
            <w:r w:rsidR="00E81A89">
              <w:rPr>
                <w:sz w:val="20"/>
                <w:szCs w:val="20"/>
              </w:rPr>
              <w:t>Car Sharing</w:t>
            </w:r>
            <w:r>
              <w:rPr>
                <w:sz w:val="20"/>
                <w:szCs w:val="20"/>
              </w:rPr>
              <w:t xml:space="preserve">-Flotte waren, und </w:t>
            </w:r>
            <w:r>
              <w:rPr>
                <w:sz w:val="20"/>
                <w:szCs w:val="20"/>
              </w:rPr>
              <w:br/>
              <w:t xml:space="preserve">a) die Anforderungen 3.2.2 </w:t>
            </w:r>
            <w:r>
              <w:rPr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   (</w:t>
            </w:r>
            <w:proofErr w:type="gramEnd"/>
            <w:r>
              <w:rPr>
                <w:sz w:val="20"/>
                <w:szCs w:val="20"/>
              </w:rPr>
              <w:t>NOx-Emissionen) einhalten oder</w:t>
            </w:r>
            <w:r>
              <w:rPr>
                <w:sz w:val="20"/>
                <w:szCs w:val="20"/>
              </w:rPr>
              <w:br/>
              <w:t>b) nicht mehr Bestandteil sind: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476C4" w:rsidRPr="00821D08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476C4" w:rsidRPr="00821D08" w:rsidRDefault="004476C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476C4" w:rsidRPr="00290408" w:rsidRDefault="00E2657F" w:rsidP="0008161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der Fahrzeuge in Anlage 8;</w:t>
            </w:r>
            <w:r>
              <w:rPr>
                <w:sz w:val="20"/>
                <w:szCs w:val="20"/>
              </w:rPr>
              <w:br/>
              <w:t>l</w:t>
            </w:r>
            <w:r w:rsidRPr="00E2657F">
              <w:rPr>
                <w:sz w:val="20"/>
                <w:szCs w:val="20"/>
              </w:rPr>
              <w:t xml:space="preserve">iegen keine Informationen zu den NOx-Emissionswerten vor, wird davon ausgegangen, dass die </w:t>
            </w:r>
            <w:r w:rsidR="00081611">
              <w:rPr>
                <w:sz w:val="20"/>
                <w:szCs w:val="20"/>
              </w:rPr>
              <w:t xml:space="preserve">Fahrzeuge die NOx-Anforderungen </w:t>
            </w:r>
            <w:r w:rsidRPr="00E2657F">
              <w:rPr>
                <w:sz w:val="20"/>
                <w:szCs w:val="20"/>
              </w:rPr>
              <w:t>nicht erfüllen.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4476C4" w:rsidRPr="00821D08" w:rsidRDefault="004476C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4E7256">
              <w:br/>
            </w:r>
            <w:r w:rsidR="009172F3">
              <w:rPr>
                <w:sz w:val="20"/>
                <w:szCs w:val="20"/>
              </w:rPr>
              <w:t>(Anlage 8</w:t>
            </w:r>
            <w:r w:rsidR="004E7256">
              <w:rPr>
                <w:sz w:val="20"/>
                <w:szCs w:val="20"/>
              </w:rPr>
              <w:t>)</w:t>
            </w:r>
          </w:p>
        </w:tc>
      </w:tr>
      <w:tr w:rsidR="00642768" w:rsidRPr="007508FE" w:rsidTr="00E253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42768" w:rsidRDefault="00642768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42768" w:rsidRPr="00137F27" w:rsidRDefault="00642768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42768" w:rsidRPr="00642768" w:rsidRDefault="00642768" w:rsidP="00642768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642768">
              <w:rPr>
                <w:b/>
                <w:sz w:val="20"/>
                <w:szCs w:val="20"/>
              </w:rPr>
              <w:t xml:space="preserve">bis zum 31.12.2018 </w:t>
            </w:r>
            <w:r w:rsidRPr="00642768">
              <w:rPr>
                <w:sz w:val="20"/>
                <w:szCs w:val="20"/>
              </w:rPr>
              <w:t>mindestens 30 %,</w:t>
            </w:r>
          </w:p>
          <w:p w:rsidR="00642768" w:rsidRPr="00642768" w:rsidRDefault="00642768" w:rsidP="00642768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642768">
              <w:rPr>
                <w:b/>
                <w:sz w:val="20"/>
                <w:szCs w:val="20"/>
              </w:rPr>
              <w:t>bis zum 31.12.2019</w:t>
            </w:r>
            <w:r w:rsidRPr="00642768">
              <w:rPr>
                <w:sz w:val="20"/>
                <w:szCs w:val="20"/>
              </w:rPr>
              <w:t xml:space="preserve"> mindestens 60 %,</w:t>
            </w:r>
          </w:p>
          <w:p w:rsidR="00642768" w:rsidRPr="00642768" w:rsidRDefault="00642768" w:rsidP="00642768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642768">
              <w:rPr>
                <w:b/>
                <w:sz w:val="20"/>
                <w:szCs w:val="20"/>
              </w:rPr>
              <w:t>bis zum 31.12.202</w:t>
            </w:r>
            <w:r w:rsidR="00AA1F43">
              <w:rPr>
                <w:b/>
                <w:sz w:val="20"/>
                <w:szCs w:val="20"/>
              </w:rPr>
              <w:t>1</w:t>
            </w:r>
            <w:r w:rsidRPr="00642768">
              <w:rPr>
                <w:sz w:val="20"/>
                <w:szCs w:val="20"/>
              </w:rPr>
              <w:t xml:space="preserve"> mindestens 90 %,</w:t>
            </w:r>
          </w:p>
          <w:p w:rsidR="00642768" w:rsidRDefault="00642768" w:rsidP="00642768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642768">
              <w:rPr>
                <w:sz w:val="20"/>
                <w:szCs w:val="20"/>
              </w:rPr>
              <w:t xml:space="preserve">bis </w:t>
            </w:r>
            <w:r>
              <w:rPr>
                <w:sz w:val="20"/>
                <w:szCs w:val="20"/>
              </w:rPr>
              <w:t xml:space="preserve">zum </w:t>
            </w:r>
            <w:r w:rsidRPr="00642768">
              <w:rPr>
                <w:b/>
                <w:sz w:val="20"/>
                <w:szCs w:val="20"/>
              </w:rPr>
              <w:t>31.12.202</w:t>
            </w:r>
            <w:r w:rsidR="00AA1F43">
              <w:rPr>
                <w:b/>
                <w:sz w:val="20"/>
                <w:szCs w:val="20"/>
              </w:rPr>
              <w:t>2</w:t>
            </w:r>
            <w:r w:rsidRPr="00642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642768">
              <w:rPr>
                <w:sz w:val="20"/>
                <w:szCs w:val="20"/>
              </w:rPr>
              <w:t>100 %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42768" w:rsidRDefault="00642768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42768" w:rsidRPr="00BA7C21" w:rsidRDefault="00642768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42768" w:rsidRPr="00290408" w:rsidRDefault="00642768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42768" w:rsidRDefault="00642768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EC09E7" w:rsidRPr="007508FE" w:rsidTr="00A1321F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C09E7" w:rsidRPr="00094273" w:rsidRDefault="00EC09E7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C09E7" w:rsidRPr="006C4615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C09E7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C09E7" w:rsidRPr="00BA7C21" w:rsidRDefault="00EC09E7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EC09E7" w:rsidRPr="007508FE" w:rsidRDefault="00EC09E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1321F" w:rsidRPr="00041739" w:rsidTr="004051E1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A1321F" w:rsidRPr="00041739" w:rsidRDefault="00A1321F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93114" w:rsidRPr="007508FE" w:rsidTr="004051E1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93114" w:rsidRPr="009F2090" w:rsidRDefault="00776CAE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3.2.5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93114" w:rsidRPr="009F2090" w:rsidRDefault="00A02B61" w:rsidP="00A02B6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02B61">
              <w:rPr>
                <w:sz w:val="20"/>
                <w:szCs w:val="20"/>
              </w:rPr>
              <w:t>Förderung der Elektromobilität – Neufahrzeugquote für elektrische</w:t>
            </w:r>
            <w:r>
              <w:rPr>
                <w:sz w:val="20"/>
                <w:szCs w:val="20"/>
              </w:rPr>
              <w:t xml:space="preserve"> </w:t>
            </w:r>
            <w:r w:rsidRPr="00A02B61">
              <w:rPr>
                <w:sz w:val="20"/>
                <w:szCs w:val="20"/>
              </w:rPr>
              <w:t>Fahrzeuge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B4125" w:rsidRPr="00CB4125" w:rsidRDefault="00CB4125" w:rsidP="00CB41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Anteil rein batterieelektrischer Fahrzeuge oder Brennstoffzellen</w:t>
            </w:r>
            <w:r>
              <w:rPr>
                <w:sz w:val="20"/>
                <w:szCs w:val="20"/>
              </w:rPr>
              <w:softHyphen/>
              <w:t>fahrzeuge:</w:t>
            </w:r>
          </w:p>
          <w:p w:rsidR="00CB4125" w:rsidRPr="00642768" w:rsidRDefault="00CB4125" w:rsidP="00CB4125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 Jahr </w:t>
            </w:r>
            <w:r w:rsidRPr="00642768">
              <w:rPr>
                <w:b/>
                <w:sz w:val="20"/>
                <w:szCs w:val="20"/>
              </w:rPr>
              <w:t xml:space="preserve">2018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mindestens 2 %</w:t>
            </w:r>
          </w:p>
          <w:p w:rsidR="00CB4125" w:rsidRPr="00642768" w:rsidRDefault="00CB4125" w:rsidP="00CB4125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 Jahr </w:t>
            </w:r>
            <w:r w:rsidRPr="00642768">
              <w:rPr>
                <w:b/>
                <w:sz w:val="20"/>
                <w:szCs w:val="20"/>
              </w:rPr>
              <w:t>2019</w:t>
            </w:r>
            <w:r w:rsidRPr="00642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mindestens 3 %</w:t>
            </w:r>
          </w:p>
          <w:p w:rsidR="00CB4125" w:rsidRDefault="00CB4125" w:rsidP="00CB4125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 Jahr </w:t>
            </w:r>
            <w:r w:rsidRPr="00642768">
              <w:rPr>
                <w:b/>
                <w:sz w:val="20"/>
                <w:szCs w:val="20"/>
              </w:rPr>
              <w:t>202</w:t>
            </w:r>
            <w:r w:rsidR="00AA1F43">
              <w:rPr>
                <w:b/>
                <w:sz w:val="20"/>
                <w:szCs w:val="20"/>
              </w:rPr>
              <w:t>1</w:t>
            </w:r>
            <w:r w:rsidRPr="00642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mindestens 4 %</w:t>
            </w:r>
          </w:p>
          <w:p w:rsidR="00E22770" w:rsidRPr="009F2090" w:rsidRDefault="00CB4125" w:rsidP="009673E5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Pr="00727CDE">
              <w:rPr>
                <w:b/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</w:t>
            </w:r>
            <w:r w:rsidRPr="00642768">
              <w:rPr>
                <w:b/>
                <w:sz w:val="20"/>
                <w:szCs w:val="20"/>
              </w:rPr>
              <w:t>202</w:t>
            </w:r>
            <w:r w:rsidR="00AA1F43">
              <w:rPr>
                <w:b/>
                <w:sz w:val="20"/>
                <w:szCs w:val="20"/>
              </w:rPr>
              <w:t>2</w:t>
            </w:r>
            <w:r w:rsidRPr="00642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mindestens 5</w:t>
            </w:r>
            <w:r w:rsidRPr="0064276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793114" w:rsidRPr="009F2090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93114" w:rsidRPr="009F2090" w:rsidRDefault="0079311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93114" w:rsidRPr="009F2090" w:rsidRDefault="00CB4125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der Fahrzeuge in Anlage 8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93114" w:rsidRPr="00821D08" w:rsidRDefault="0079311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 w:rsidR="0087379F">
              <w:br/>
            </w:r>
            <w:r w:rsidR="00081611">
              <w:rPr>
                <w:sz w:val="20"/>
                <w:szCs w:val="20"/>
              </w:rPr>
              <w:t>(Anlage 8</w:t>
            </w:r>
            <w:r w:rsidR="0087379F">
              <w:rPr>
                <w:sz w:val="20"/>
                <w:szCs w:val="20"/>
              </w:rPr>
              <w:t>)</w:t>
            </w:r>
          </w:p>
        </w:tc>
      </w:tr>
      <w:tr w:rsidR="00081611" w:rsidRPr="007508FE" w:rsidTr="004051E1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081611" w:rsidRPr="00094273" w:rsidRDefault="0008161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081611" w:rsidRPr="006C4615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081611" w:rsidRPr="00BA7C21" w:rsidRDefault="0008161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1611" w:rsidRPr="007508FE" w:rsidTr="0063282F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81611" w:rsidRPr="00094273" w:rsidRDefault="00081611" w:rsidP="00B2374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3.2.6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81611" w:rsidRPr="006C4615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23746">
              <w:rPr>
                <w:sz w:val="20"/>
                <w:szCs w:val="20"/>
              </w:rPr>
              <w:t>Stromherkunft an eigenen Ladestationen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1611" w:rsidRDefault="00680905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Strom aus erneuerbaren Energiequellen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81611" w:rsidRPr="00821D08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81611" w:rsidRPr="00821D08" w:rsidRDefault="0008161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1611" w:rsidRPr="007508FE" w:rsidRDefault="001C1AD5" w:rsidP="004051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Stromkennzeichnung des eingesetzten Stromtarifs für die genannten Ladepunkte;</w:t>
            </w:r>
            <w:r>
              <w:rPr>
                <w:sz w:val="20"/>
                <w:szCs w:val="20"/>
              </w:rPr>
              <w:br/>
              <w:t>bei Nutzung von Eigenstrom</w:t>
            </w:r>
            <w:r w:rsidR="004051E1">
              <w:rPr>
                <w:sz w:val="20"/>
                <w:szCs w:val="20"/>
              </w:rPr>
              <w:t xml:space="preserve"> Eigenerklärung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(Anlage 6)</w:t>
            </w:r>
          </w:p>
        </w:tc>
      </w:tr>
      <w:tr w:rsidR="00081611" w:rsidRPr="007508FE" w:rsidTr="00267D40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081611" w:rsidRPr="00094273" w:rsidRDefault="0008161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81611" w:rsidRPr="006C4615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81611" w:rsidRPr="00BA7C21" w:rsidRDefault="0008161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1611" w:rsidRPr="007508FE" w:rsidTr="00267D4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081611" w:rsidRPr="00094273" w:rsidRDefault="00081611" w:rsidP="0004173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081611" w:rsidRPr="006C4615" w:rsidRDefault="00081611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81611" w:rsidRDefault="00081611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81611" w:rsidRDefault="00081611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081611" w:rsidRPr="00BA7C21" w:rsidRDefault="00081611" w:rsidP="0004173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081611" w:rsidRPr="007508FE" w:rsidRDefault="00081611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81611" w:rsidRPr="007508FE" w:rsidRDefault="00081611" w:rsidP="000417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22BA1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22BA1" w:rsidRPr="00094273" w:rsidRDefault="00E22BA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2BA1" w:rsidRPr="006C4615" w:rsidRDefault="00E22BA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24236">
              <w:rPr>
                <w:sz w:val="20"/>
                <w:szCs w:val="20"/>
              </w:rPr>
              <w:t>Einsatz emissionsarmer und flächensparender Fahrzeuge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2BA1" w:rsidRDefault="00E66926" w:rsidP="00BB09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Anteil an Fahrzeugen kleiner KBA-Segmente</w:t>
            </w:r>
            <w:r w:rsidR="00E22BA1">
              <w:rPr>
                <w:sz w:val="20"/>
                <w:szCs w:val="20"/>
              </w:rPr>
              <w:t>:</w:t>
            </w:r>
          </w:p>
          <w:p w:rsidR="00E22BA1" w:rsidRDefault="00E22BA1" w:rsidP="00E22BA1">
            <w:pPr>
              <w:pStyle w:val="Listenabsatz"/>
              <w:pageBreakBefore/>
              <w:numPr>
                <w:ilvl w:val="0"/>
                <w:numId w:val="31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mindestens 75 % Mini, Kleinwagen Kompaktklasse, Van/Mini-Van, Utility</w:t>
            </w:r>
          </w:p>
          <w:p w:rsidR="00E22BA1" w:rsidRDefault="00E22BA1" w:rsidP="00E22BA1">
            <w:pPr>
              <w:pStyle w:val="Listenabsatz"/>
              <w:pageBreakBefore/>
              <w:numPr>
                <w:ilvl w:val="0"/>
                <w:numId w:val="31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mindestens 45 % Mini und Kleinwagen</w:t>
            </w:r>
          </w:p>
          <w:p w:rsidR="00E22BA1" w:rsidRDefault="00E22BA1" w:rsidP="00E22BA1">
            <w:pPr>
              <w:pStyle w:val="Listenabsatz"/>
              <w:pageBreakBefore/>
              <w:numPr>
                <w:ilvl w:val="0"/>
                <w:numId w:val="31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Sportwagen und Oberklasse</w:t>
            </w:r>
          </w:p>
          <w:p w:rsidR="00E22BA1" w:rsidRPr="00E22BA1" w:rsidRDefault="00E22BA1" w:rsidP="00E66926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ausgenommen </w:t>
            </w:r>
            <w:r w:rsidRPr="00E22BA1">
              <w:rPr>
                <w:sz w:val="20"/>
                <w:szCs w:val="20"/>
              </w:rPr>
              <w:t>leichte Nutz</w:t>
            </w:r>
            <w:r w:rsidR="003314FC">
              <w:rPr>
                <w:sz w:val="20"/>
                <w:szCs w:val="20"/>
              </w:rPr>
              <w:softHyphen/>
            </w:r>
            <w:r w:rsidRPr="00E22BA1">
              <w:rPr>
                <w:sz w:val="20"/>
                <w:szCs w:val="20"/>
              </w:rPr>
              <w:t>fahrzeuge (N1) und Pkw (M1)</w:t>
            </w:r>
            <w:r w:rsidR="00E66926">
              <w:rPr>
                <w:sz w:val="20"/>
                <w:szCs w:val="20"/>
              </w:rPr>
              <w:t xml:space="preserve"> mit</w:t>
            </w:r>
            <w:r w:rsidRPr="00E22BA1">
              <w:rPr>
                <w:sz w:val="20"/>
                <w:szCs w:val="20"/>
              </w:rPr>
              <w:t xml:space="preserve"> acht oder mehr Sitzplätze</w:t>
            </w:r>
            <w:r w:rsidR="00E66926">
              <w:rPr>
                <w:sz w:val="20"/>
                <w:szCs w:val="20"/>
              </w:rPr>
              <w:t>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22BA1" w:rsidRPr="00821D08" w:rsidRDefault="00E22BA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22BA1" w:rsidRPr="00821D08" w:rsidRDefault="00E22BA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22BA1" w:rsidRPr="009F2090" w:rsidRDefault="00E22BA1" w:rsidP="0081579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der Fahrzeuge in Anlage 8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22BA1" w:rsidRPr="007508FE" w:rsidRDefault="00E22BA1" w:rsidP="000A2D2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(Anlage 8)</w:t>
            </w:r>
          </w:p>
        </w:tc>
      </w:tr>
      <w:tr w:rsidR="00081611" w:rsidRPr="007508FE" w:rsidTr="00F272F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081611" w:rsidRPr="00094273" w:rsidRDefault="0008161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81611" w:rsidRPr="006C4615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81611" w:rsidRPr="00BA7C21" w:rsidRDefault="0008161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1611" w:rsidRPr="007508FE" w:rsidTr="004051E1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081611" w:rsidRPr="00094273" w:rsidRDefault="0008161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081611" w:rsidRPr="006C4615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81611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081611" w:rsidRPr="00BA7C21" w:rsidRDefault="00081611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1611" w:rsidRPr="007508FE" w:rsidTr="004051E1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081611" w:rsidRPr="00094273" w:rsidRDefault="00081611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81611" w:rsidRPr="00E654EF" w:rsidRDefault="00081611" w:rsidP="00E654E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654EF">
              <w:rPr>
                <w:sz w:val="20"/>
                <w:szCs w:val="20"/>
              </w:rPr>
              <w:t xml:space="preserve">Verwendung des Umweltzeichen in Verbindung mit dem Logo des </w:t>
            </w:r>
            <w:r w:rsidR="00E81A89">
              <w:rPr>
                <w:sz w:val="20"/>
                <w:szCs w:val="20"/>
              </w:rPr>
              <w:t>Car Sharing</w:t>
            </w:r>
            <w:r w:rsidRPr="00E654EF">
              <w:rPr>
                <w:sz w:val="20"/>
                <w:szCs w:val="20"/>
              </w:rPr>
              <w:t>-</w:t>
            </w:r>
          </w:p>
          <w:p w:rsidR="00081611" w:rsidRPr="006C4615" w:rsidRDefault="00081611" w:rsidP="00E654E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654EF">
              <w:rPr>
                <w:sz w:val="20"/>
                <w:szCs w:val="20"/>
              </w:rPr>
              <w:t>Anbieters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81611" w:rsidRDefault="00F900CD" w:rsidP="00F900C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900CD">
              <w:rPr>
                <w:sz w:val="20"/>
                <w:szCs w:val="20"/>
              </w:rPr>
              <w:t xml:space="preserve">Abbildung </w:t>
            </w:r>
            <w:r>
              <w:rPr>
                <w:sz w:val="20"/>
                <w:szCs w:val="20"/>
              </w:rPr>
              <w:t>des Umwelt</w:t>
            </w:r>
            <w:r w:rsidR="003311F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zeichens nur in Verbindung mit dem Logo</w:t>
            </w:r>
            <w:r w:rsidRPr="00F900CD">
              <w:rPr>
                <w:sz w:val="20"/>
                <w:szCs w:val="20"/>
              </w:rPr>
              <w:t xml:space="preserve"> als </w:t>
            </w:r>
            <w:r w:rsidR="00E81A89">
              <w:rPr>
                <w:sz w:val="20"/>
                <w:szCs w:val="20"/>
              </w:rPr>
              <w:t>Car Sharing</w:t>
            </w:r>
            <w:r w:rsidRPr="00F900CD">
              <w:rPr>
                <w:sz w:val="20"/>
                <w:szCs w:val="20"/>
              </w:rPr>
              <w:t>-Anbieter an den Stationen, auf Druckschriften, Werbe</w:t>
            </w:r>
            <w:r w:rsidR="003311FA">
              <w:rPr>
                <w:sz w:val="20"/>
                <w:szCs w:val="20"/>
              </w:rPr>
              <w:softHyphen/>
            </w:r>
            <w:r w:rsidRPr="00F900CD">
              <w:rPr>
                <w:sz w:val="20"/>
                <w:szCs w:val="20"/>
              </w:rPr>
              <w:t>materialien (für die Mobilitäts</w:t>
            </w:r>
            <w:r w:rsidR="003311FA">
              <w:rPr>
                <w:sz w:val="20"/>
                <w:szCs w:val="20"/>
              </w:rPr>
              <w:softHyphen/>
            </w:r>
            <w:r w:rsidRPr="00F900CD">
              <w:rPr>
                <w:sz w:val="20"/>
                <w:szCs w:val="20"/>
              </w:rPr>
              <w:t>dienstleistung) und auf den Fahrzeugen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081611" w:rsidRPr="00821D08" w:rsidRDefault="00081611" w:rsidP="000A2D2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81611" w:rsidRPr="00821D08" w:rsidRDefault="00081611" w:rsidP="000A2D2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7A31D9">
              <w:rPr>
                <w:sz w:val="24"/>
                <w:szCs w:val="24"/>
              </w:rPr>
            </w:r>
            <w:r w:rsidR="007A31D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81611" w:rsidRPr="007508FE" w:rsidRDefault="005A5E27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Abbildungen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081611" w:rsidRPr="007508FE" w:rsidRDefault="00081611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(Anlage 7)</w:t>
            </w:r>
          </w:p>
        </w:tc>
      </w:tr>
    </w:tbl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t>Anlagen zum Vertrag</w:t>
      </w: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  <w:r w:rsidRPr="00B01AF0">
        <w:t>Bitte benutzen Sie den vorliegenden Vordruck der Anlage 1 zum Vertrag.</w:t>
      </w: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</w:p>
    <w:p w:rsidR="00CD51B1" w:rsidRPr="00B01AF0" w:rsidRDefault="00CD51B1" w:rsidP="0053720B">
      <w:pPr>
        <w:tabs>
          <w:tab w:val="left" w:pos="7938"/>
        </w:tabs>
        <w:spacing w:after="120" w:line="276" w:lineRule="auto"/>
        <w:jc w:val="both"/>
      </w:pPr>
      <w:r w:rsidRPr="00B01AF0">
        <w:lastRenderedPageBreak/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</w:p>
    <w:p w:rsidR="00FD0246" w:rsidRPr="00B01AF0" w:rsidRDefault="00FD0246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8D7A7C" w:rsidRPr="00B01AF0">
        <w:t>2</w:t>
      </w:r>
      <w:r w:rsidRPr="00B01AF0">
        <w:t>:</w:t>
      </w:r>
      <w:r w:rsidR="00C4366D" w:rsidRPr="00B01AF0">
        <w:tab/>
      </w:r>
      <w:r w:rsidR="00D214ED">
        <w:t>Dokumente zur Teilnahmeberechtigung, z. B. AGB (Abschnitt 3.1.1)</w:t>
      </w:r>
    </w:p>
    <w:p w:rsidR="00B01AF0" w:rsidRPr="00B01AF0" w:rsidRDefault="00E41019" w:rsidP="0053720B">
      <w:pPr>
        <w:pStyle w:val="Default"/>
        <w:spacing w:before="240" w:line="276" w:lineRule="auto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 xml:space="preserve">Anlage </w:t>
      </w:r>
      <w:r w:rsidR="008D7A7C" w:rsidRPr="00B01AF0">
        <w:rPr>
          <w:rFonts w:ascii="Arial" w:hAnsi="Arial" w:cs="Arial"/>
          <w:sz w:val="22"/>
          <w:szCs w:val="22"/>
        </w:rPr>
        <w:t>3</w:t>
      </w:r>
      <w:r w:rsidRPr="00B01AF0">
        <w:rPr>
          <w:rFonts w:ascii="Arial" w:hAnsi="Arial" w:cs="Arial"/>
          <w:sz w:val="22"/>
          <w:szCs w:val="22"/>
        </w:rPr>
        <w:t>:</w:t>
      </w:r>
      <w:r w:rsidRPr="00B01AF0">
        <w:rPr>
          <w:rFonts w:ascii="Arial" w:hAnsi="Arial" w:cs="Arial"/>
          <w:sz w:val="22"/>
          <w:szCs w:val="22"/>
        </w:rPr>
        <w:tab/>
      </w:r>
      <w:r w:rsidR="00D214ED" w:rsidRPr="00D214ED">
        <w:rPr>
          <w:rFonts w:ascii="Arial" w:hAnsi="Arial" w:cs="Arial"/>
          <w:sz w:val="22"/>
          <w:szCs w:val="22"/>
        </w:rPr>
        <w:t>Nachweis des Mindestleistungsumfangs gemäß Abschnitt 3.1.2</w:t>
      </w:r>
    </w:p>
    <w:p w:rsidR="00EC4CD1" w:rsidRPr="00B01AF0" w:rsidRDefault="008D7A7C" w:rsidP="0053720B">
      <w:pPr>
        <w:pStyle w:val="Default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>Anlage 4</w:t>
      </w:r>
      <w:r w:rsidR="00EC4CD1" w:rsidRPr="00B01AF0">
        <w:rPr>
          <w:rFonts w:ascii="Arial" w:hAnsi="Arial" w:cs="Arial"/>
          <w:sz w:val="22"/>
          <w:szCs w:val="22"/>
        </w:rPr>
        <w:t>:</w:t>
      </w:r>
      <w:r w:rsidR="00EC4CD1" w:rsidRPr="00B01AF0">
        <w:rPr>
          <w:rFonts w:ascii="Arial" w:hAnsi="Arial" w:cs="Arial"/>
          <w:sz w:val="22"/>
          <w:szCs w:val="22"/>
        </w:rPr>
        <w:tab/>
      </w:r>
      <w:r w:rsidR="00D214ED" w:rsidRPr="00D214ED">
        <w:rPr>
          <w:rFonts w:ascii="Arial" w:hAnsi="Arial" w:cs="Arial"/>
          <w:sz w:val="22"/>
          <w:szCs w:val="22"/>
        </w:rPr>
        <w:t>Erklärung zur Weitergabe von Daten gemäß Abschnitt 3.1.3</w:t>
      </w:r>
    </w:p>
    <w:p w:rsidR="00C21E5F" w:rsidRPr="00B01AF0" w:rsidRDefault="00863B6A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8D7A7C" w:rsidRPr="00B01AF0">
        <w:t>5</w:t>
      </w:r>
      <w:r w:rsidRPr="00B01AF0">
        <w:t>:</w:t>
      </w:r>
      <w:r w:rsidR="008E3B05" w:rsidRPr="00B01AF0">
        <w:tab/>
      </w:r>
      <w:r w:rsidR="00D214ED">
        <w:t>Zulassungsbescheinigungen aller Fahrzeuge (3.2.1)</w:t>
      </w:r>
    </w:p>
    <w:p w:rsidR="00863B6A" w:rsidRPr="00B01AF0" w:rsidRDefault="00863B6A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jc w:val="both"/>
      </w:pPr>
      <w:r w:rsidRPr="00B01AF0">
        <w:t xml:space="preserve">Anlage </w:t>
      </w:r>
      <w:r w:rsidR="008D7A7C" w:rsidRPr="00B01AF0">
        <w:t>6</w:t>
      </w:r>
      <w:r w:rsidRPr="00B01AF0">
        <w:t>:</w:t>
      </w:r>
      <w:r w:rsidR="007C14A7" w:rsidRPr="00B01AF0">
        <w:tab/>
      </w:r>
      <w:r w:rsidR="00D214ED">
        <w:t>Nachweis zu Strom aus erneuerbaren Energiequellen (3.2.6)</w:t>
      </w:r>
    </w:p>
    <w:p w:rsidR="00EC4CD1" w:rsidRDefault="008D7A7C" w:rsidP="0053720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jc w:val="both"/>
      </w:pPr>
      <w:r w:rsidRPr="00B01AF0">
        <w:t>Anlage 7</w:t>
      </w:r>
      <w:r w:rsidR="00EC4CD1" w:rsidRPr="00B01AF0">
        <w:t>:</w:t>
      </w:r>
      <w:r w:rsidR="00EC4CD1" w:rsidRPr="00B01AF0">
        <w:tab/>
      </w:r>
      <w:r w:rsidR="00D214ED">
        <w:t xml:space="preserve">Nachweis zur </w:t>
      </w:r>
      <w:r w:rsidR="00D17905">
        <w:t>Verwendung des Logos (3.3)</w:t>
      </w:r>
    </w:p>
    <w:p w:rsidR="00281BAE" w:rsidRDefault="00281BAE" w:rsidP="00740B5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>
        <w:t>Anlage 8:</w:t>
      </w:r>
      <w:r>
        <w:tab/>
      </w:r>
      <w:r w:rsidR="00D17905">
        <w:t>(jährlich</w:t>
      </w:r>
      <w:r w:rsidR="00484D54">
        <w:t>, Vordruck Excel-Tabelle</w:t>
      </w:r>
      <w:r w:rsidR="00D17905">
        <w:t xml:space="preserve">) </w:t>
      </w:r>
      <w:r w:rsidR="00740B5F">
        <w:br/>
        <w:t>Dokumentation neuer Dieselfahrzeuge und der für die RDE-Messung deklarierten NOx-Emissionen (3.2.2),</w:t>
      </w:r>
      <w:r w:rsidR="00740B5F">
        <w:br/>
        <w:t>Dokumentation neuer Benzinfahrzeuge und des deklarierten Werts der Partikelemissionen (WLTC oder RDE) (3.2.3),</w:t>
      </w:r>
      <w:r w:rsidR="00740B5F">
        <w:br/>
        <w:t>Dokumentation der Modernisierung gemäß 3.2.4,</w:t>
      </w:r>
      <w:r w:rsidR="00740B5F">
        <w:br/>
        <w:t>Dokumentation der Neufahrzeugquote für elektrische Fahrzeuge (3.2.5)</w:t>
      </w:r>
      <w:r w:rsidR="00740B5F">
        <w:br/>
        <w:t>Informationen zu KBA-Segment und Anzahl der zugelassenen Sitzplätze (3.2.7)</w:t>
      </w:r>
    </w:p>
    <w:p w:rsidR="00C06703" w:rsidRDefault="00C06703" w:rsidP="00C06703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>
        <w:t>Anlage 9a-c:</w:t>
      </w:r>
      <w:r>
        <w:tab/>
        <w:t xml:space="preserve">Zulassungsbescheinigungen aller neuen Dieselfahrzeuge </w:t>
      </w:r>
      <w:r w:rsidRPr="00C06703">
        <w:rPr>
          <w:b/>
        </w:rPr>
        <w:t>oder</w:t>
      </w:r>
      <w:r>
        <w:t xml:space="preserve"> </w:t>
      </w:r>
      <w:r>
        <w:br/>
        <w:t>E</w:t>
      </w:r>
      <w:r w:rsidR="0068269B">
        <w:t>r</w:t>
      </w:r>
      <w:r>
        <w:t xml:space="preserve">klärung des Fahrzeugherstellers zur Einhaltung der NOx-Emissionswerte </w:t>
      </w:r>
      <w:r w:rsidRPr="00C06703">
        <w:rPr>
          <w:b/>
        </w:rPr>
        <w:t>oder</w:t>
      </w:r>
      <w:r>
        <w:br/>
        <w:t>ggf. Bestätigung für Nichtlieferbarkeit gemäß Abschnitt 3.2.2</w:t>
      </w:r>
    </w:p>
    <w:p w:rsidR="00DD5878" w:rsidRDefault="00DD5878" w:rsidP="00C06703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  <w:sectPr w:rsidR="00DD5878" w:rsidSect="009673E5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6840" w:h="11907" w:orient="landscape" w:code="9"/>
          <w:pgMar w:top="1418" w:right="1531" w:bottom="1134" w:left="1134" w:header="720" w:footer="720" w:gutter="0"/>
          <w:cols w:space="720"/>
          <w:docGrid w:linePitch="299"/>
        </w:sectPr>
      </w:pPr>
    </w:p>
    <w:p w:rsidR="006241EC" w:rsidRPr="006241EC" w:rsidRDefault="00D17905" w:rsidP="00C06703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>
        <w:lastRenderedPageBreak/>
        <w:t xml:space="preserve">Anlage </w:t>
      </w:r>
      <w:r w:rsidR="00C06703">
        <w:t>10a-c:</w:t>
      </w:r>
      <w:r w:rsidR="006241EC">
        <w:tab/>
      </w:r>
      <w:r w:rsidR="006241EC" w:rsidRPr="006241EC">
        <w:t xml:space="preserve">(jährlich) </w:t>
      </w:r>
      <w:r w:rsidR="00C06703">
        <w:br/>
        <w:t xml:space="preserve">Zulassungsbescheinigungen aller neuen Benzinfahrzeuge </w:t>
      </w:r>
      <w:r w:rsidR="00C06703" w:rsidRPr="00C06703">
        <w:rPr>
          <w:b/>
        </w:rPr>
        <w:t>oder</w:t>
      </w:r>
      <w:r w:rsidR="00C06703">
        <w:t xml:space="preserve"> </w:t>
      </w:r>
      <w:r w:rsidR="00C06703">
        <w:br/>
        <w:t>E</w:t>
      </w:r>
      <w:r w:rsidR="0068269B">
        <w:t>r</w:t>
      </w:r>
      <w:r w:rsidR="00C06703">
        <w:t xml:space="preserve">klärung des Fahrzeugherstellers zur Einhaltung der aufgeführten Partikel-Emissionswerte oder der Einsatz eines wirksamen Partikelfilters </w:t>
      </w:r>
      <w:r w:rsidR="00C06703" w:rsidRPr="00C06703">
        <w:rPr>
          <w:b/>
        </w:rPr>
        <w:t>oder</w:t>
      </w:r>
      <w:r w:rsidR="00C06703">
        <w:t xml:space="preserve"> </w:t>
      </w:r>
      <w:r w:rsidR="00C06703">
        <w:br/>
        <w:t>Technische Beschreibung bei Fahrzeugen ohne Direkteinspritzung (3.2.3)</w:t>
      </w:r>
    </w:p>
    <w:p w:rsidR="00E57D79" w:rsidRDefault="00E57D79" w:rsidP="0053720B">
      <w:pPr>
        <w:pStyle w:val="Textkrper"/>
        <w:spacing w:line="276" w:lineRule="auto"/>
        <w:jc w:val="both"/>
        <w:rPr>
          <w:sz w:val="22"/>
        </w:rPr>
      </w:pPr>
    </w:p>
    <w:p w:rsidR="00C07FA2" w:rsidRDefault="00C07FA2" w:rsidP="0053720B">
      <w:pPr>
        <w:pStyle w:val="Textkrper"/>
        <w:spacing w:line="276" w:lineRule="auto"/>
        <w:jc w:val="both"/>
        <w:rPr>
          <w:sz w:val="22"/>
        </w:rPr>
      </w:pPr>
    </w:p>
    <w:p w:rsidR="00C07FA2" w:rsidRDefault="00C07FA2" w:rsidP="0053720B">
      <w:pPr>
        <w:pStyle w:val="Textkrper"/>
        <w:spacing w:line="276" w:lineRule="auto"/>
        <w:jc w:val="both"/>
        <w:rPr>
          <w:sz w:val="22"/>
        </w:rPr>
      </w:pPr>
    </w:p>
    <w:p w:rsidR="00DD5878" w:rsidRPr="00B01AF0" w:rsidRDefault="00DD5878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4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4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5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5"/>
      <w:r w:rsidR="00E57D79" w:rsidRPr="00B01AF0"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DD5878"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980" w:rsidRDefault="00264980">
      <w:r>
        <w: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endnote>
  <w:endnote w:type="continuationSeparator" w:id="0">
    <w:p w:rsidR="00264980" w:rsidRDefault="00264980">
      <w:r>
        <w:continuation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264980">
    <w:pPr>
      <w:pStyle w:val="Fu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DD5878" w:rsidP="00DD5878">
    <w:pPr>
      <w:pStyle w:val="Fuzeile"/>
      <w:tabs>
        <w:tab w:val="clear" w:pos="4536"/>
        <w:tab w:val="clear" w:pos="9072"/>
        <w:tab w:val="center" w:pos="7088"/>
        <w:tab w:val="left" w:pos="10773"/>
      </w:tabs>
      <w:jc w:val="both"/>
    </w:pPr>
    <w:r>
      <w:t xml:space="preserve">06.05.2020 </w:t>
    </w:r>
    <w:r w:rsidR="00B15F2C">
      <w:t>Anlage</w:t>
    </w:r>
    <w:r w:rsidR="00AB0F74">
      <w:t xml:space="preserve"> 1</w:t>
    </w:r>
    <w:r w:rsidR="00264980">
      <w:tab/>
    </w:r>
    <w:r w:rsidR="00264980">
      <w:rPr>
        <w:rStyle w:val="Seitenzahl"/>
      </w:rPr>
      <w:fldChar w:fldCharType="begin"/>
    </w:r>
    <w:r w:rsidR="00264980">
      <w:rPr>
        <w:rStyle w:val="Seitenzahl"/>
      </w:rPr>
      <w:instrText xml:space="preserve"> PAGE </w:instrText>
    </w:r>
    <w:r w:rsidR="00264980">
      <w:rPr>
        <w:rStyle w:val="Seitenzahl"/>
      </w:rPr>
      <w:fldChar w:fldCharType="separate"/>
    </w:r>
    <w:r w:rsidR="00AE402C">
      <w:rPr>
        <w:rStyle w:val="Seitenzahl"/>
        <w:noProof/>
      </w:rPr>
      <w:t>1</w:t>
    </w:r>
    <w:r w:rsidR="00264980">
      <w:rPr>
        <w:rStyle w:val="Seitenzahl"/>
      </w:rPr>
      <w:fldChar w:fldCharType="end"/>
    </w:r>
    <w:r w:rsidR="00264980">
      <w:t>/</w:t>
    </w:r>
    <w:r w:rsidR="007A31D9">
      <w:fldChar w:fldCharType="begin"/>
    </w:r>
    <w:r w:rsidR="007A31D9">
      <w:instrText xml:space="preserve"> NUMPAGES   \* MERGEFORMAT </w:instrText>
    </w:r>
    <w:r w:rsidR="007A31D9">
      <w:fldChar w:fldCharType="separate"/>
    </w:r>
    <w:r w:rsidR="00AE402C">
      <w:rPr>
        <w:noProof/>
      </w:rPr>
      <w:t>8</w:t>
    </w:r>
    <w:r w:rsidR="007A31D9">
      <w:rPr>
        <w:noProof/>
      </w:rPr>
      <w:fldChar w:fldCharType="end"/>
    </w:r>
    <w:r>
      <w:rPr>
        <w:noProof/>
      </w:rPr>
      <w:tab/>
    </w:r>
    <w:r w:rsidR="00AE402C">
      <w:t>DE</w:t>
    </w:r>
    <w:r w:rsidR="00981608">
      <w:t>-UZ 100</w:t>
    </w:r>
    <w:r w:rsidR="00B15F2C">
      <w:t xml:space="preserve"> Ausgabe Januar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980" w:rsidRDefault="00264980">
      <w:r>
        <w:separator/>
      </w:r>
    </w:p>
  </w:footnote>
  <w:footnote w:type="continuationSeparator" w:id="0">
    <w:p w:rsidR="00264980" w:rsidRDefault="00264980">
      <w:r>
        <w:continuation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264980">
    <w:pPr>
      <w:pStyle w:val="Kopf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980" w:rsidRDefault="00DD5878" w:rsidP="00C83B8A">
    <w:pPr>
      <w:pStyle w:val="Kopfzeile"/>
      <w:jc w:val="right"/>
    </w:pPr>
    <w:r>
      <w:rPr>
        <w:noProof/>
      </w:rPr>
      <w:drawing>
        <wp:inline distT="0" distB="0" distL="0" distR="0">
          <wp:extent cx="790837" cy="551793"/>
          <wp:effectExtent l="0" t="0" r="0" b="127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419" cy="579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5878" w:rsidRDefault="00DD5878" w:rsidP="00C83B8A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3A6E24"/>
    <w:multiLevelType w:val="hybridMultilevel"/>
    <w:tmpl w:val="6DB8B8CE"/>
    <w:lvl w:ilvl="0" w:tplc="5888EB7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8"/>
        <w:szCs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B8174FC"/>
    <w:multiLevelType w:val="hybridMultilevel"/>
    <w:tmpl w:val="9CEEDBAE"/>
    <w:lvl w:ilvl="0" w:tplc="5888EB7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8"/>
        <w:szCs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1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282BFB"/>
    <w:multiLevelType w:val="hybridMultilevel"/>
    <w:tmpl w:val="BB564C4C"/>
    <w:lvl w:ilvl="0" w:tplc="654A2AE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sz w:val="28"/>
        <w:szCs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A05A1"/>
    <w:multiLevelType w:val="hybridMultilevel"/>
    <w:tmpl w:val="46F0B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24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AB2CC1"/>
    <w:multiLevelType w:val="hybridMultilevel"/>
    <w:tmpl w:val="230E33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2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0E5D32"/>
    <w:multiLevelType w:val="hybridMultilevel"/>
    <w:tmpl w:val="B1B4CA54"/>
    <w:lvl w:ilvl="0" w:tplc="A006A37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sz w:val="28"/>
        <w:szCs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2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2"/>
  </w:num>
  <w:num w:numId="11">
    <w:abstractNumId w:val="14"/>
  </w:num>
  <w:num w:numId="12">
    <w:abstractNumId w:val="8"/>
  </w:num>
  <w:num w:numId="13">
    <w:abstractNumId w:val="29"/>
  </w:num>
  <w:num w:numId="14">
    <w:abstractNumId w:val="23"/>
  </w:num>
  <w:num w:numId="15">
    <w:abstractNumId w:val="27"/>
  </w:num>
  <w:num w:numId="16">
    <w:abstractNumId w:val="19"/>
  </w:num>
  <w:num w:numId="17">
    <w:abstractNumId w:val="12"/>
  </w:num>
  <w:num w:numId="18">
    <w:abstractNumId w:val="28"/>
  </w:num>
  <w:num w:numId="19">
    <w:abstractNumId w:val="6"/>
  </w:num>
  <w:num w:numId="20">
    <w:abstractNumId w:val="26"/>
  </w:num>
  <w:num w:numId="21">
    <w:abstractNumId w:val="15"/>
  </w:num>
  <w:num w:numId="22">
    <w:abstractNumId w:val="18"/>
  </w:num>
  <w:num w:numId="23">
    <w:abstractNumId w:val="11"/>
  </w:num>
  <w:num w:numId="24">
    <w:abstractNumId w:val="7"/>
  </w:num>
  <w:num w:numId="25">
    <w:abstractNumId w:val="16"/>
  </w:num>
  <w:num w:numId="26">
    <w:abstractNumId w:val="25"/>
  </w:num>
  <w:num w:numId="27">
    <w:abstractNumId w:val="20"/>
  </w:num>
  <w:num w:numId="28">
    <w:abstractNumId w:val="17"/>
  </w:num>
  <w:num w:numId="29">
    <w:abstractNumId w:val="30"/>
  </w:num>
  <w:num w:numId="30">
    <w:abstractNumId w:val="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64ot6m0sWkugqMXn0ScFcVaL+GqBkzh0OVoBiIf3KdnKqz0CFn2kye3s9fUZem/Az1n3rf6ilP9bdoY2VMC9A==" w:salt="Kk60H3GoMDQRmBig24yAq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10638"/>
    <w:rsid w:val="00011434"/>
    <w:rsid w:val="000128FA"/>
    <w:rsid w:val="0001304D"/>
    <w:rsid w:val="000132C8"/>
    <w:rsid w:val="000159D9"/>
    <w:rsid w:val="00016B19"/>
    <w:rsid w:val="00017B60"/>
    <w:rsid w:val="0002001B"/>
    <w:rsid w:val="000207A4"/>
    <w:rsid w:val="0002135C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1739"/>
    <w:rsid w:val="0004223E"/>
    <w:rsid w:val="00042AF8"/>
    <w:rsid w:val="0004315D"/>
    <w:rsid w:val="00045ABE"/>
    <w:rsid w:val="00046723"/>
    <w:rsid w:val="000471DC"/>
    <w:rsid w:val="00047575"/>
    <w:rsid w:val="0004771A"/>
    <w:rsid w:val="00050851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5060"/>
    <w:rsid w:val="000751A6"/>
    <w:rsid w:val="00075311"/>
    <w:rsid w:val="00075ACF"/>
    <w:rsid w:val="00075E6D"/>
    <w:rsid w:val="00076671"/>
    <w:rsid w:val="00077406"/>
    <w:rsid w:val="00080879"/>
    <w:rsid w:val="000815AE"/>
    <w:rsid w:val="00081611"/>
    <w:rsid w:val="00081750"/>
    <w:rsid w:val="00081FCF"/>
    <w:rsid w:val="00086EE7"/>
    <w:rsid w:val="000901DC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4421"/>
    <w:rsid w:val="000B5DDF"/>
    <w:rsid w:val="000B62A3"/>
    <w:rsid w:val="000C1A66"/>
    <w:rsid w:val="000C4C8C"/>
    <w:rsid w:val="000C4D12"/>
    <w:rsid w:val="000C4F1F"/>
    <w:rsid w:val="000C6443"/>
    <w:rsid w:val="000D0A39"/>
    <w:rsid w:val="000D104C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60D8"/>
    <w:rsid w:val="000E6CA7"/>
    <w:rsid w:val="000F076C"/>
    <w:rsid w:val="000F0FCF"/>
    <w:rsid w:val="000F1DDC"/>
    <w:rsid w:val="000F2ED8"/>
    <w:rsid w:val="000F4AAE"/>
    <w:rsid w:val="000F52BC"/>
    <w:rsid w:val="000F6487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05E1"/>
    <w:rsid w:val="00111059"/>
    <w:rsid w:val="0011107A"/>
    <w:rsid w:val="00111295"/>
    <w:rsid w:val="00111720"/>
    <w:rsid w:val="0011237F"/>
    <w:rsid w:val="0011274A"/>
    <w:rsid w:val="001129C1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69F0"/>
    <w:rsid w:val="0012704F"/>
    <w:rsid w:val="00127145"/>
    <w:rsid w:val="00133AA9"/>
    <w:rsid w:val="00134F1D"/>
    <w:rsid w:val="00135190"/>
    <w:rsid w:val="0013591F"/>
    <w:rsid w:val="001368AF"/>
    <w:rsid w:val="00136C6F"/>
    <w:rsid w:val="001372EF"/>
    <w:rsid w:val="00137532"/>
    <w:rsid w:val="00137F27"/>
    <w:rsid w:val="00137F85"/>
    <w:rsid w:val="0014019E"/>
    <w:rsid w:val="0014132E"/>
    <w:rsid w:val="00141CBE"/>
    <w:rsid w:val="00142F66"/>
    <w:rsid w:val="001432F2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48D9"/>
    <w:rsid w:val="001626E9"/>
    <w:rsid w:val="00162941"/>
    <w:rsid w:val="00162A35"/>
    <w:rsid w:val="00163A2D"/>
    <w:rsid w:val="00164659"/>
    <w:rsid w:val="0016539C"/>
    <w:rsid w:val="00166473"/>
    <w:rsid w:val="00166887"/>
    <w:rsid w:val="0017198F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3E36"/>
    <w:rsid w:val="00184430"/>
    <w:rsid w:val="0018542D"/>
    <w:rsid w:val="00185542"/>
    <w:rsid w:val="001856E5"/>
    <w:rsid w:val="001859FD"/>
    <w:rsid w:val="00186C3C"/>
    <w:rsid w:val="00187592"/>
    <w:rsid w:val="00190726"/>
    <w:rsid w:val="00193197"/>
    <w:rsid w:val="001931F3"/>
    <w:rsid w:val="001936B6"/>
    <w:rsid w:val="00193DDD"/>
    <w:rsid w:val="00194BBA"/>
    <w:rsid w:val="00195911"/>
    <w:rsid w:val="00195D6C"/>
    <w:rsid w:val="001961E4"/>
    <w:rsid w:val="00196E6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F13"/>
    <w:rsid w:val="001C159D"/>
    <w:rsid w:val="001C1AD5"/>
    <w:rsid w:val="001C240C"/>
    <w:rsid w:val="001C2871"/>
    <w:rsid w:val="001C29E8"/>
    <w:rsid w:val="001C439E"/>
    <w:rsid w:val="001C5679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4CE"/>
    <w:rsid w:val="001F16AD"/>
    <w:rsid w:val="001F1C81"/>
    <w:rsid w:val="001F3C32"/>
    <w:rsid w:val="001F49F2"/>
    <w:rsid w:val="001F4ADD"/>
    <w:rsid w:val="001F4BFA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EE9"/>
    <w:rsid w:val="00217624"/>
    <w:rsid w:val="00217796"/>
    <w:rsid w:val="00221CE0"/>
    <w:rsid w:val="00222056"/>
    <w:rsid w:val="00222862"/>
    <w:rsid w:val="00222FDB"/>
    <w:rsid w:val="00223147"/>
    <w:rsid w:val="0022426A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384B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C5F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26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4AA0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4816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784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20020"/>
    <w:rsid w:val="00320D52"/>
    <w:rsid w:val="00323916"/>
    <w:rsid w:val="00324037"/>
    <w:rsid w:val="00324B70"/>
    <w:rsid w:val="00326248"/>
    <w:rsid w:val="003308F4"/>
    <w:rsid w:val="00330C0C"/>
    <w:rsid w:val="003311FA"/>
    <w:rsid w:val="003314FC"/>
    <w:rsid w:val="0033270E"/>
    <w:rsid w:val="00332749"/>
    <w:rsid w:val="003345CE"/>
    <w:rsid w:val="003363F0"/>
    <w:rsid w:val="0033719D"/>
    <w:rsid w:val="003371F1"/>
    <w:rsid w:val="003410DC"/>
    <w:rsid w:val="00342C0D"/>
    <w:rsid w:val="00345DCF"/>
    <w:rsid w:val="00346F3E"/>
    <w:rsid w:val="003476C8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50F1"/>
    <w:rsid w:val="00365741"/>
    <w:rsid w:val="003661A7"/>
    <w:rsid w:val="00366580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444A"/>
    <w:rsid w:val="00395C95"/>
    <w:rsid w:val="00397737"/>
    <w:rsid w:val="00397AB6"/>
    <w:rsid w:val="003A00AA"/>
    <w:rsid w:val="003A166F"/>
    <w:rsid w:val="003A171C"/>
    <w:rsid w:val="003A2F45"/>
    <w:rsid w:val="003A2FDF"/>
    <w:rsid w:val="003A31AF"/>
    <w:rsid w:val="003A52EB"/>
    <w:rsid w:val="003A767F"/>
    <w:rsid w:val="003A7F34"/>
    <w:rsid w:val="003B255B"/>
    <w:rsid w:val="003B3826"/>
    <w:rsid w:val="003B3A37"/>
    <w:rsid w:val="003B4142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5E95"/>
    <w:rsid w:val="003C5F70"/>
    <w:rsid w:val="003C65A0"/>
    <w:rsid w:val="003C6E88"/>
    <w:rsid w:val="003C7B10"/>
    <w:rsid w:val="003C7DDA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402F"/>
    <w:rsid w:val="004051E1"/>
    <w:rsid w:val="004072FA"/>
    <w:rsid w:val="00407C0C"/>
    <w:rsid w:val="00411A3E"/>
    <w:rsid w:val="00412AF5"/>
    <w:rsid w:val="0041335D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F88"/>
    <w:rsid w:val="00431BD6"/>
    <w:rsid w:val="00432353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4A8"/>
    <w:rsid w:val="00442B59"/>
    <w:rsid w:val="00442B76"/>
    <w:rsid w:val="00442ED1"/>
    <w:rsid w:val="00444362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A69"/>
    <w:rsid w:val="0045567F"/>
    <w:rsid w:val="00455B6B"/>
    <w:rsid w:val="0045672D"/>
    <w:rsid w:val="00456C5B"/>
    <w:rsid w:val="0046184B"/>
    <w:rsid w:val="00461F7A"/>
    <w:rsid w:val="00462B7E"/>
    <w:rsid w:val="00462F57"/>
    <w:rsid w:val="0046349E"/>
    <w:rsid w:val="00464BFE"/>
    <w:rsid w:val="00464E0D"/>
    <w:rsid w:val="004653F1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4D54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709B"/>
    <w:rsid w:val="004A743E"/>
    <w:rsid w:val="004B0385"/>
    <w:rsid w:val="004B1BBB"/>
    <w:rsid w:val="004B1E8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3C76"/>
    <w:rsid w:val="005140E2"/>
    <w:rsid w:val="00515171"/>
    <w:rsid w:val="005151EE"/>
    <w:rsid w:val="00515663"/>
    <w:rsid w:val="005163CB"/>
    <w:rsid w:val="00520889"/>
    <w:rsid w:val="00520CA4"/>
    <w:rsid w:val="0052220A"/>
    <w:rsid w:val="0052321E"/>
    <w:rsid w:val="005241F4"/>
    <w:rsid w:val="00524856"/>
    <w:rsid w:val="0052612C"/>
    <w:rsid w:val="00526CAE"/>
    <w:rsid w:val="00527926"/>
    <w:rsid w:val="005302FF"/>
    <w:rsid w:val="005306F2"/>
    <w:rsid w:val="00531239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501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6526"/>
    <w:rsid w:val="00567220"/>
    <w:rsid w:val="0056749B"/>
    <w:rsid w:val="00567DA5"/>
    <w:rsid w:val="005719B8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6E36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046"/>
    <w:rsid w:val="005A5E27"/>
    <w:rsid w:val="005A5FCA"/>
    <w:rsid w:val="005B070A"/>
    <w:rsid w:val="005B0E6C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7AB3"/>
    <w:rsid w:val="005C7F5C"/>
    <w:rsid w:val="005C7F7C"/>
    <w:rsid w:val="005D153F"/>
    <w:rsid w:val="005D36D7"/>
    <w:rsid w:val="005D5A3E"/>
    <w:rsid w:val="005D5CC5"/>
    <w:rsid w:val="005E17AE"/>
    <w:rsid w:val="005E1AA0"/>
    <w:rsid w:val="005E28AF"/>
    <w:rsid w:val="005E66BB"/>
    <w:rsid w:val="005E76C9"/>
    <w:rsid w:val="005F0B28"/>
    <w:rsid w:val="005F2824"/>
    <w:rsid w:val="005F316E"/>
    <w:rsid w:val="005F35D0"/>
    <w:rsid w:val="005F36B5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1EC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65E1"/>
    <w:rsid w:val="00640337"/>
    <w:rsid w:val="0064096B"/>
    <w:rsid w:val="00642768"/>
    <w:rsid w:val="006437ED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61A7"/>
    <w:rsid w:val="006565A3"/>
    <w:rsid w:val="00656DC7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707D"/>
    <w:rsid w:val="00670E4E"/>
    <w:rsid w:val="006710C6"/>
    <w:rsid w:val="0067147C"/>
    <w:rsid w:val="00671852"/>
    <w:rsid w:val="0067208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0905"/>
    <w:rsid w:val="0068180D"/>
    <w:rsid w:val="006819F7"/>
    <w:rsid w:val="0068269B"/>
    <w:rsid w:val="00682705"/>
    <w:rsid w:val="00683CCB"/>
    <w:rsid w:val="00683E1D"/>
    <w:rsid w:val="00685A57"/>
    <w:rsid w:val="00685F44"/>
    <w:rsid w:val="00686CC9"/>
    <w:rsid w:val="006914D0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926"/>
    <w:rsid w:val="006B6DE0"/>
    <w:rsid w:val="006B7616"/>
    <w:rsid w:val="006C0006"/>
    <w:rsid w:val="006C05C7"/>
    <w:rsid w:val="006C3623"/>
    <w:rsid w:val="006C3B13"/>
    <w:rsid w:val="006C3F62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D82"/>
    <w:rsid w:val="007128B9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DE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0B5F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6046C"/>
    <w:rsid w:val="0076149E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47A2"/>
    <w:rsid w:val="00776CAE"/>
    <w:rsid w:val="00776E59"/>
    <w:rsid w:val="00777740"/>
    <w:rsid w:val="0078075B"/>
    <w:rsid w:val="00780FC5"/>
    <w:rsid w:val="00781100"/>
    <w:rsid w:val="00781193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90957"/>
    <w:rsid w:val="00793114"/>
    <w:rsid w:val="0079383C"/>
    <w:rsid w:val="007961CC"/>
    <w:rsid w:val="007964BB"/>
    <w:rsid w:val="007A0DE8"/>
    <w:rsid w:val="007A216B"/>
    <w:rsid w:val="007A2BFC"/>
    <w:rsid w:val="007A31D9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A26"/>
    <w:rsid w:val="007D0EC7"/>
    <w:rsid w:val="007D1998"/>
    <w:rsid w:val="007D20C8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64E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53A9"/>
    <w:rsid w:val="00826812"/>
    <w:rsid w:val="00826CE7"/>
    <w:rsid w:val="00826E90"/>
    <w:rsid w:val="008270C8"/>
    <w:rsid w:val="008278B6"/>
    <w:rsid w:val="008308CC"/>
    <w:rsid w:val="00832C51"/>
    <w:rsid w:val="00833DF3"/>
    <w:rsid w:val="00834019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0B0"/>
    <w:rsid w:val="00851430"/>
    <w:rsid w:val="00851D77"/>
    <w:rsid w:val="00855112"/>
    <w:rsid w:val="00855966"/>
    <w:rsid w:val="0085602B"/>
    <w:rsid w:val="008563D3"/>
    <w:rsid w:val="00856A7A"/>
    <w:rsid w:val="00861EA5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E0B"/>
    <w:rsid w:val="008A1E1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54E2"/>
    <w:rsid w:val="00905F6F"/>
    <w:rsid w:val="009064EF"/>
    <w:rsid w:val="00907F87"/>
    <w:rsid w:val="00913B10"/>
    <w:rsid w:val="0091494D"/>
    <w:rsid w:val="00914BC9"/>
    <w:rsid w:val="00914BCF"/>
    <w:rsid w:val="00916BFF"/>
    <w:rsid w:val="00917005"/>
    <w:rsid w:val="009172F3"/>
    <w:rsid w:val="00917978"/>
    <w:rsid w:val="00921553"/>
    <w:rsid w:val="00922510"/>
    <w:rsid w:val="0092281E"/>
    <w:rsid w:val="00924236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3E5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608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6844"/>
    <w:rsid w:val="00997356"/>
    <w:rsid w:val="00997A6A"/>
    <w:rsid w:val="009A01C2"/>
    <w:rsid w:val="009A0D3E"/>
    <w:rsid w:val="009A228C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DFC"/>
    <w:rsid w:val="009B2EC1"/>
    <w:rsid w:val="009B316C"/>
    <w:rsid w:val="009B3AA0"/>
    <w:rsid w:val="009B4BCF"/>
    <w:rsid w:val="009B4DB4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43D"/>
    <w:rsid w:val="00A01974"/>
    <w:rsid w:val="00A02B61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31734"/>
    <w:rsid w:val="00A3276A"/>
    <w:rsid w:val="00A329E9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E24"/>
    <w:rsid w:val="00A454D1"/>
    <w:rsid w:val="00A463D8"/>
    <w:rsid w:val="00A468B7"/>
    <w:rsid w:val="00A46DB3"/>
    <w:rsid w:val="00A61B8A"/>
    <w:rsid w:val="00A62A96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41A"/>
    <w:rsid w:val="00A80BAD"/>
    <w:rsid w:val="00A816E5"/>
    <w:rsid w:val="00A820C9"/>
    <w:rsid w:val="00A82AC3"/>
    <w:rsid w:val="00A832AB"/>
    <w:rsid w:val="00A8375C"/>
    <w:rsid w:val="00A8397A"/>
    <w:rsid w:val="00A85A49"/>
    <w:rsid w:val="00A85DEC"/>
    <w:rsid w:val="00A86D78"/>
    <w:rsid w:val="00A87395"/>
    <w:rsid w:val="00A8765C"/>
    <w:rsid w:val="00A87CA4"/>
    <w:rsid w:val="00A911BC"/>
    <w:rsid w:val="00A92490"/>
    <w:rsid w:val="00A9279C"/>
    <w:rsid w:val="00A93418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97650"/>
    <w:rsid w:val="00AA0939"/>
    <w:rsid w:val="00AA1F43"/>
    <w:rsid w:val="00AA1F46"/>
    <w:rsid w:val="00AA274E"/>
    <w:rsid w:val="00AA2EFB"/>
    <w:rsid w:val="00AA5834"/>
    <w:rsid w:val="00AA6345"/>
    <w:rsid w:val="00AA6F5B"/>
    <w:rsid w:val="00AA6FF8"/>
    <w:rsid w:val="00AB0BFC"/>
    <w:rsid w:val="00AB0F74"/>
    <w:rsid w:val="00AB40D7"/>
    <w:rsid w:val="00AB42C9"/>
    <w:rsid w:val="00AB5FA4"/>
    <w:rsid w:val="00AB6167"/>
    <w:rsid w:val="00AB7BA3"/>
    <w:rsid w:val="00AB7EBD"/>
    <w:rsid w:val="00AC1043"/>
    <w:rsid w:val="00AC31DF"/>
    <w:rsid w:val="00AC323B"/>
    <w:rsid w:val="00AC3CE4"/>
    <w:rsid w:val="00AC4EF3"/>
    <w:rsid w:val="00AC513A"/>
    <w:rsid w:val="00AC6C3C"/>
    <w:rsid w:val="00AC6E5E"/>
    <w:rsid w:val="00AC728E"/>
    <w:rsid w:val="00AC7AAB"/>
    <w:rsid w:val="00AC7C21"/>
    <w:rsid w:val="00AD0923"/>
    <w:rsid w:val="00AD09B6"/>
    <w:rsid w:val="00AD0B86"/>
    <w:rsid w:val="00AD174A"/>
    <w:rsid w:val="00AD1A84"/>
    <w:rsid w:val="00AD1A9B"/>
    <w:rsid w:val="00AD1AE9"/>
    <w:rsid w:val="00AD226A"/>
    <w:rsid w:val="00AD3119"/>
    <w:rsid w:val="00AD31E3"/>
    <w:rsid w:val="00AD4C53"/>
    <w:rsid w:val="00AD5899"/>
    <w:rsid w:val="00AD5CF3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402C"/>
    <w:rsid w:val="00AE523F"/>
    <w:rsid w:val="00AE6F14"/>
    <w:rsid w:val="00AE730B"/>
    <w:rsid w:val="00AF04AA"/>
    <w:rsid w:val="00AF0F78"/>
    <w:rsid w:val="00AF1B47"/>
    <w:rsid w:val="00AF1F5A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94E"/>
    <w:rsid w:val="00B13E12"/>
    <w:rsid w:val="00B14110"/>
    <w:rsid w:val="00B1476A"/>
    <w:rsid w:val="00B15F2C"/>
    <w:rsid w:val="00B1765F"/>
    <w:rsid w:val="00B17DCD"/>
    <w:rsid w:val="00B20B17"/>
    <w:rsid w:val="00B211A8"/>
    <w:rsid w:val="00B234E8"/>
    <w:rsid w:val="00B23746"/>
    <w:rsid w:val="00B238B5"/>
    <w:rsid w:val="00B2413C"/>
    <w:rsid w:val="00B24F8B"/>
    <w:rsid w:val="00B25673"/>
    <w:rsid w:val="00B25846"/>
    <w:rsid w:val="00B27EB4"/>
    <w:rsid w:val="00B310BA"/>
    <w:rsid w:val="00B317B6"/>
    <w:rsid w:val="00B31872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4F4D"/>
    <w:rsid w:val="00B6676A"/>
    <w:rsid w:val="00B7102A"/>
    <w:rsid w:val="00B7321A"/>
    <w:rsid w:val="00B7483A"/>
    <w:rsid w:val="00B756CF"/>
    <w:rsid w:val="00B77EC7"/>
    <w:rsid w:val="00B81EDB"/>
    <w:rsid w:val="00B82EA3"/>
    <w:rsid w:val="00B83155"/>
    <w:rsid w:val="00B83346"/>
    <w:rsid w:val="00B83EA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DC"/>
    <w:rsid w:val="00BA7C21"/>
    <w:rsid w:val="00BA7EBE"/>
    <w:rsid w:val="00BA7F5D"/>
    <w:rsid w:val="00BB05C8"/>
    <w:rsid w:val="00BB0927"/>
    <w:rsid w:val="00BB0DA1"/>
    <w:rsid w:val="00BB2810"/>
    <w:rsid w:val="00BB4E6B"/>
    <w:rsid w:val="00BB6224"/>
    <w:rsid w:val="00BB638E"/>
    <w:rsid w:val="00BC2C50"/>
    <w:rsid w:val="00BC39E5"/>
    <w:rsid w:val="00BC3A16"/>
    <w:rsid w:val="00BC3C2C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4158"/>
    <w:rsid w:val="00BF4699"/>
    <w:rsid w:val="00BF49F4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55DE"/>
    <w:rsid w:val="00C055E6"/>
    <w:rsid w:val="00C05C77"/>
    <w:rsid w:val="00C05FBC"/>
    <w:rsid w:val="00C06703"/>
    <w:rsid w:val="00C075E6"/>
    <w:rsid w:val="00C07FA2"/>
    <w:rsid w:val="00C1115E"/>
    <w:rsid w:val="00C118FA"/>
    <w:rsid w:val="00C12153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2FCE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97F"/>
    <w:rsid w:val="00CA7B36"/>
    <w:rsid w:val="00CA7DC4"/>
    <w:rsid w:val="00CB0E66"/>
    <w:rsid w:val="00CB13CC"/>
    <w:rsid w:val="00CB3CAE"/>
    <w:rsid w:val="00CB4125"/>
    <w:rsid w:val="00CB41A4"/>
    <w:rsid w:val="00CB460C"/>
    <w:rsid w:val="00CB55AF"/>
    <w:rsid w:val="00CB58C8"/>
    <w:rsid w:val="00CB5D15"/>
    <w:rsid w:val="00CB6F26"/>
    <w:rsid w:val="00CB6FA8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E0C"/>
    <w:rsid w:val="00D03A90"/>
    <w:rsid w:val="00D04E32"/>
    <w:rsid w:val="00D052A6"/>
    <w:rsid w:val="00D05967"/>
    <w:rsid w:val="00D06215"/>
    <w:rsid w:val="00D06DCA"/>
    <w:rsid w:val="00D1067E"/>
    <w:rsid w:val="00D11C7C"/>
    <w:rsid w:val="00D12A5D"/>
    <w:rsid w:val="00D132C1"/>
    <w:rsid w:val="00D15C70"/>
    <w:rsid w:val="00D17905"/>
    <w:rsid w:val="00D214ED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42AD"/>
    <w:rsid w:val="00D44917"/>
    <w:rsid w:val="00D45BB7"/>
    <w:rsid w:val="00D46F4F"/>
    <w:rsid w:val="00D47DFB"/>
    <w:rsid w:val="00D50091"/>
    <w:rsid w:val="00D50CDA"/>
    <w:rsid w:val="00D5181C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7F2"/>
    <w:rsid w:val="00D71EAB"/>
    <w:rsid w:val="00D72117"/>
    <w:rsid w:val="00D740C4"/>
    <w:rsid w:val="00D742C7"/>
    <w:rsid w:val="00D74CE9"/>
    <w:rsid w:val="00D75648"/>
    <w:rsid w:val="00D75DFF"/>
    <w:rsid w:val="00D7666D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F26"/>
    <w:rsid w:val="00DA7ACB"/>
    <w:rsid w:val="00DB0222"/>
    <w:rsid w:val="00DB0317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D0F39"/>
    <w:rsid w:val="00DD4254"/>
    <w:rsid w:val="00DD52F7"/>
    <w:rsid w:val="00DD5878"/>
    <w:rsid w:val="00DD6165"/>
    <w:rsid w:val="00DD7005"/>
    <w:rsid w:val="00DE2536"/>
    <w:rsid w:val="00DE3F96"/>
    <w:rsid w:val="00DE480B"/>
    <w:rsid w:val="00DE4F02"/>
    <w:rsid w:val="00DE6EFE"/>
    <w:rsid w:val="00DE7453"/>
    <w:rsid w:val="00DF0FAF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4377"/>
    <w:rsid w:val="00E14392"/>
    <w:rsid w:val="00E15F42"/>
    <w:rsid w:val="00E15FEA"/>
    <w:rsid w:val="00E16BD2"/>
    <w:rsid w:val="00E17E2F"/>
    <w:rsid w:val="00E213AF"/>
    <w:rsid w:val="00E219E1"/>
    <w:rsid w:val="00E22770"/>
    <w:rsid w:val="00E22BA1"/>
    <w:rsid w:val="00E23BD4"/>
    <w:rsid w:val="00E254FE"/>
    <w:rsid w:val="00E25B16"/>
    <w:rsid w:val="00E25B4C"/>
    <w:rsid w:val="00E2606F"/>
    <w:rsid w:val="00E2657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623D"/>
    <w:rsid w:val="00E463D2"/>
    <w:rsid w:val="00E46643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54EF"/>
    <w:rsid w:val="00E66926"/>
    <w:rsid w:val="00E673CD"/>
    <w:rsid w:val="00E67D71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1A89"/>
    <w:rsid w:val="00E82C7A"/>
    <w:rsid w:val="00E82E26"/>
    <w:rsid w:val="00E82FF9"/>
    <w:rsid w:val="00E83010"/>
    <w:rsid w:val="00E83B57"/>
    <w:rsid w:val="00E84205"/>
    <w:rsid w:val="00E84702"/>
    <w:rsid w:val="00E876F3"/>
    <w:rsid w:val="00E87FF3"/>
    <w:rsid w:val="00E913EA"/>
    <w:rsid w:val="00E9144F"/>
    <w:rsid w:val="00E9187B"/>
    <w:rsid w:val="00E927FF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43D8"/>
    <w:rsid w:val="00EA4C22"/>
    <w:rsid w:val="00EA54C7"/>
    <w:rsid w:val="00EA5CEF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876"/>
    <w:rsid w:val="00EB7914"/>
    <w:rsid w:val="00EC09E7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D106F"/>
    <w:rsid w:val="00ED1DA6"/>
    <w:rsid w:val="00ED25D9"/>
    <w:rsid w:val="00ED2B5B"/>
    <w:rsid w:val="00ED2DE9"/>
    <w:rsid w:val="00ED4C8D"/>
    <w:rsid w:val="00ED5468"/>
    <w:rsid w:val="00EE0060"/>
    <w:rsid w:val="00EE04A6"/>
    <w:rsid w:val="00EE0D44"/>
    <w:rsid w:val="00EE29D6"/>
    <w:rsid w:val="00EE2C2A"/>
    <w:rsid w:val="00EE2EAC"/>
    <w:rsid w:val="00EE5B31"/>
    <w:rsid w:val="00EE6DE3"/>
    <w:rsid w:val="00EE7463"/>
    <w:rsid w:val="00EE7AD0"/>
    <w:rsid w:val="00EE7DE8"/>
    <w:rsid w:val="00EF0784"/>
    <w:rsid w:val="00EF0A16"/>
    <w:rsid w:val="00EF0BB3"/>
    <w:rsid w:val="00EF242C"/>
    <w:rsid w:val="00EF313E"/>
    <w:rsid w:val="00EF38AA"/>
    <w:rsid w:val="00EF418E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C1"/>
    <w:rsid w:val="00F13D36"/>
    <w:rsid w:val="00F17496"/>
    <w:rsid w:val="00F2015E"/>
    <w:rsid w:val="00F2034F"/>
    <w:rsid w:val="00F20E22"/>
    <w:rsid w:val="00F2158F"/>
    <w:rsid w:val="00F21CB8"/>
    <w:rsid w:val="00F2225D"/>
    <w:rsid w:val="00F2264B"/>
    <w:rsid w:val="00F22B24"/>
    <w:rsid w:val="00F233C9"/>
    <w:rsid w:val="00F24D35"/>
    <w:rsid w:val="00F25B26"/>
    <w:rsid w:val="00F260CB"/>
    <w:rsid w:val="00F26948"/>
    <w:rsid w:val="00F272F8"/>
    <w:rsid w:val="00F30EA0"/>
    <w:rsid w:val="00F30ED0"/>
    <w:rsid w:val="00F30FD0"/>
    <w:rsid w:val="00F3129E"/>
    <w:rsid w:val="00F315C6"/>
    <w:rsid w:val="00F3326F"/>
    <w:rsid w:val="00F33B74"/>
    <w:rsid w:val="00F345AE"/>
    <w:rsid w:val="00F378E2"/>
    <w:rsid w:val="00F379D8"/>
    <w:rsid w:val="00F42893"/>
    <w:rsid w:val="00F42B84"/>
    <w:rsid w:val="00F43D10"/>
    <w:rsid w:val="00F449CA"/>
    <w:rsid w:val="00F44DB2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556"/>
    <w:rsid w:val="00F62B7E"/>
    <w:rsid w:val="00F631C5"/>
    <w:rsid w:val="00F6346A"/>
    <w:rsid w:val="00F635F5"/>
    <w:rsid w:val="00F63F25"/>
    <w:rsid w:val="00F6441B"/>
    <w:rsid w:val="00F713F3"/>
    <w:rsid w:val="00F7146A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900CD"/>
    <w:rsid w:val="00F92060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1B21"/>
    <w:rsid w:val="00FC340E"/>
    <w:rsid w:val="00FC632B"/>
    <w:rsid w:val="00FC63D5"/>
    <w:rsid w:val="00FC647B"/>
    <w:rsid w:val="00FC6651"/>
    <w:rsid w:val="00FC77F3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1057"/>
    <w:rsid w:val="00FE38FE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BAD"/>
    <w:rsid w:val="00FF4489"/>
    <w:rsid w:val="00FF505E"/>
    <w:rsid w:val="00FF72CD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21C1144F"/>
  <w15:docId w15:val="{63A04B8F-357C-4F8A-AD6B-DAA6C45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E9FE-6D23-4A2A-BE52-7C8C4721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8</Pages>
  <Words>1082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7</cp:revision>
  <cp:lastPrinted>2017-11-29T09:00:00Z</cp:lastPrinted>
  <dcterms:created xsi:type="dcterms:W3CDTF">2020-05-06T12:11:00Z</dcterms:created>
  <dcterms:modified xsi:type="dcterms:W3CDTF">2021-02-09T15:33:00Z</dcterms:modified>
</cp:coreProperties>
</file>